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C6B0C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  <w:bookmarkStart w:id="0" w:name="_GoBack"/>
      <w:bookmarkEnd w:id="0"/>
    </w:p>
    <w:p w14:paraId="79339096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4A3EB39E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627D883E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04E0962F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36EE2C84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18ECABFB" w14:textId="3687EFD2" w:rsidR="00E56CB2" w:rsidRPr="000A06B1" w:rsidRDefault="00E56CB2" w:rsidP="00E56CB2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0A06B1">
        <w:rPr>
          <w:rFonts w:ascii="Angsana New" w:hAnsi="Angsana New" w:cs="Angsana New"/>
          <w:sz w:val="52"/>
          <w:szCs w:val="52"/>
          <w:cs/>
        </w:rPr>
        <w:t>บริษัท ราช</w:t>
      </w:r>
      <w:r w:rsidRPr="000A06B1">
        <w:rPr>
          <w:rFonts w:ascii="Angsana New" w:hAnsi="Angsana New" w:cs="Angsana New"/>
          <w:sz w:val="52"/>
          <w:szCs w:val="52"/>
        </w:rPr>
        <w:t xml:space="preserve"> </w:t>
      </w:r>
      <w:r w:rsidRPr="000A06B1">
        <w:rPr>
          <w:rFonts w:ascii="Angsana New" w:hAnsi="Angsana New" w:cs="Angsana New"/>
          <w:sz w:val="52"/>
          <w:szCs w:val="52"/>
          <w:cs/>
        </w:rPr>
        <w:t>กรุ</w:t>
      </w:r>
      <w:r w:rsidR="008842F8" w:rsidRPr="000A06B1">
        <w:rPr>
          <w:rFonts w:ascii="Angsana New" w:hAnsi="Angsana New" w:cs="Angsana New"/>
          <w:sz w:val="52"/>
          <w:szCs w:val="52"/>
          <w:cs/>
        </w:rPr>
        <w:t>๊</w:t>
      </w:r>
      <w:r w:rsidRPr="000A06B1">
        <w:rPr>
          <w:rFonts w:ascii="Angsana New" w:hAnsi="Angsana New" w:cs="Angsana New"/>
          <w:sz w:val="52"/>
          <w:szCs w:val="52"/>
          <w:cs/>
        </w:rPr>
        <w:t xml:space="preserve">ป จำกัด </w:t>
      </w:r>
      <w:r w:rsidRPr="000A06B1">
        <w:rPr>
          <w:rFonts w:ascii="Angsana New" w:hAnsi="Angsana New" w:cs="Angsana New"/>
          <w:sz w:val="52"/>
          <w:szCs w:val="52"/>
        </w:rPr>
        <w:t>(</w:t>
      </w:r>
      <w:r w:rsidRPr="000A06B1">
        <w:rPr>
          <w:rFonts w:ascii="Angsana New" w:hAnsi="Angsana New" w:cs="Angsana New"/>
          <w:sz w:val="52"/>
          <w:szCs w:val="52"/>
          <w:cs/>
        </w:rPr>
        <w:t>มหาชน</w:t>
      </w:r>
      <w:r w:rsidRPr="000A06B1">
        <w:rPr>
          <w:rFonts w:ascii="Angsana New" w:hAnsi="Angsana New" w:cs="Angsana New"/>
          <w:sz w:val="52"/>
          <w:szCs w:val="52"/>
        </w:rPr>
        <w:t xml:space="preserve">) </w:t>
      </w:r>
      <w:r w:rsidRPr="000A06B1">
        <w:rPr>
          <w:rFonts w:ascii="Angsana New" w:hAnsi="Angsana New" w:cs="Angsana New"/>
          <w:sz w:val="52"/>
          <w:szCs w:val="52"/>
          <w:cs/>
        </w:rPr>
        <w:t>และบริษัทย่อย</w:t>
      </w:r>
    </w:p>
    <w:p w14:paraId="58DC6FD8" w14:textId="77777777" w:rsidR="00E56CB2" w:rsidRPr="001B7F2B" w:rsidRDefault="00E56CB2" w:rsidP="00E56CB2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A985DF8" w14:textId="6EB367B7" w:rsidR="00ED1E66" w:rsidRPr="001B7F2B" w:rsidRDefault="00ED1E66" w:rsidP="00ED1E6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="00416886"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แบบย่อ</w:t>
      </w:r>
    </w:p>
    <w:p w14:paraId="7259E3EF" w14:textId="64C3B904" w:rsidR="00ED1E66" w:rsidRPr="001B7F2B" w:rsidRDefault="00ED1E66" w:rsidP="00ED1E6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CE1AA2" w:rsidRPr="00CE1AA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="001B7F2B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มีนาคม</w:t>
      </w: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CE1AA2" w:rsidRPr="00CE1AA2">
        <w:rPr>
          <w:rFonts w:ascii="Angsana New" w:hAnsi="Angsana New" w:cs="Angsana New"/>
          <w:b w:val="0"/>
          <w:bCs w:val="0"/>
          <w:sz w:val="32"/>
          <w:szCs w:val="32"/>
        </w:rPr>
        <w:t>2563</w:t>
      </w:r>
    </w:p>
    <w:p w14:paraId="7D8A36CA" w14:textId="77777777" w:rsidR="00ED1E66" w:rsidRPr="004D6A47" w:rsidRDefault="00ED1E66" w:rsidP="00ED1E6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3C930A86" w14:textId="77777777" w:rsidR="004D6A47" w:rsidRPr="00745AAA" w:rsidRDefault="004D6A47" w:rsidP="004D6A4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745AA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58E866CB" w14:textId="77777777" w:rsidR="0052770F" w:rsidRPr="000A06B1" w:rsidRDefault="0052770F" w:rsidP="00E56CB2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377AFDC" w14:textId="1F7EA764" w:rsidR="0052770F" w:rsidRPr="000A06B1" w:rsidRDefault="0052770F" w:rsidP="00E56CB2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52770F" w:rsidRPr="000A06B1" w:rsidSect="00F901FA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C652217" w14:textId="2710BBCC" w:rsidR="00120581" w:rsidRDefault="00120581" w:rsidP="00ED1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480144B2" w14:textId="73B5345B" w:rsidR="00A75AA1" w:rsidRDefault="00A75AA1" w:rsidP="00ED1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3501F5FC" w14:textId="75893938" w:rsidR="00ED1E66" w:rsidRPr="000A06B1" w:rsidRDefault="00ED1E66" w:rsidP="00ED1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0A06B1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53D72FE3" w14:textId="77777777" w:rsidR="0052770F" w:rsidRPr="000A06B1" w:rsidRDefault="0052770F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674BEA40" w14:textId="646A890C" w:rsidR="00E56CB2" w:rsidRPr="001B7F2B" w:rsidRDefault="00E56CB2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A06B1">
        <w:rPr>
          <w:rFonts w:ascii="Angsana New" w:hAnsi="Angsana New"/>
          <w:b/>
          <w:bCs/>
          <w:sz w:val="30"/>
          <w:szCs w:val="30"/>
          <w:cs/>
        </w:rPr>
        <w:t>เสนอ คณะกรรมการบริษัท ราช กรุ๊ป จำกัด (มหาชน)</w:t>
      </w:r>
    </w:p>
    <w:p w14:paraId="666685E5" w14:textId="77777777" w:rsidR="00E56CB2" w:rsidRPr="000A06B1" w:rsidRDefault="00E56CB2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062B8A92" w14:textId="132F143D" w:rsidR="00E56CB2" w:rsidRPr="001B7F2B" w:rsidRDefault="00D65AD0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ณ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วันที่ </w:t>
      </w:r>
      <w:r w:rsidR="00CE1AA2" w:rsidRPr="00CE1AA2">
        <w:rPr>
          <w:rFonts w:ascii="Angsana New" w:hAnsi="Angsana New"/>
          <w:sz w:val="30"/>
          <w:szCs w:val="30"/>
        </w:rPr>
        <w:t>31</w:t>
      </w:r>
      <w:r w:rsidR="001B7F2B" w:rsidRPr="001B7F2B">
        <w:rPr>
          <w:rFonts w:ascii="Angsana New" w:hAnsi="Angsana New"/>
          <w:sz w:val="30"/>
          <w:szCs w:val="30"/>
        </w:rPr>
        <w:t xml:space="preserve"> </w:t>
      </w:r>
      <w:r w:rsidR="001B7F2B" w:rsidRPr="001B7F2B">
        <w:rPr>
          <w:rFonts w:ascii="Angsana New" w:hAnsi="Angsana New"/>
          <w:sz w:val="30"/>
          <w:szCs w:val="30"/>
          <w:cs/>
        </w:rPr>
        <w:t xml:space="preserve">มีนาคม </w:t>
      </w:r>
      <w:r w:rsidR="00CE1AA2" w:rsidRPr="00CE1AA2">
        <w:rPr>
          <w:rFonts w:ascii="Angsana New" w:hAnsi="Angsana New"/>
          <w:sz w:val="30"/>
          <w:szCs w:val="30"/>
        </w:rPr>
        <w:t>2563</w:t>
      </w:r>
      <w:r w:rsidRPr="001B7F2B">
        <w:rPr>
          <w:rFonts w:ascii="Angsana New" w:hAnsi="Angsana New"/>
          <w:sz w:val="30"/>
          <w:szCs w:val="30"/>
        </w:rPr>
        <w:br/>
      </w:r>
      <w:r w:rsidRPr="001B7F2B">
        <w:rPr>
          <w:rFonts w:ascii="Angsana New" w:hAnsi="Angsana New"/>
          <w:sz w:val="30"/>
          <w:szCs w:val="30"/>
          <w:cs/>
        </w:rPr>
        <w:t>งบกำไร</w:t>
      </w:r>
      <w:r w:rsidRPr="001B7F2B">
        <w:rPr>
          <w:rFonts w:ascii="Angsana New" w:hAnsi="Angsana New"/>
          <w:spacing w:val="2"/>
          <w:sz w:val="30"/>
          <w:szCs w:val="30"/>
          <w:cs/>
        </w:rPr>
        <w:t>ขาดทุนเบ็ดเสร็จรวมและงบกำไรขาดทุนเบ็ดเสร็จเฉพาะกิจการ</w:t>
      </w:r>
      <w:r w:rsidR="001B7F2B" w:rsidRPr="001B7F2B">
        <w:rPr>
          <w:rFonts w:ascii="Angsana New" w:hAnsi="Angsana New"/>
          <w:spacing w:val="2"/>
          <w:sz w:val="30"/>
          <w:szCs w:val="30"/>
        </w:rPr>
        <w:t xml:space="preserve"> </w:t>
      </w:r>
      <w:r w:rsidRPr="001B7F2B">
        <w:rPr>
          <w:rFonts w:ascii="Angsana New" w:hAnsi="Angsana New"/>
          <w:spacing w:val="2"/>
          <w:sz w:val="30"/>
          <w:szCs w:val="30"/>
          <w:cs/>
        </w:rPr>
        <w:t>งบแสดงการ</w:t>
      </w:r>
      <w:r w:rsidRPr="001B7F2B">
        <w:rPr>
          <w:rFonts w:ascii="Angsana New" w:hAnsi="Angsana New"/>
          <w:sz w:val="30"/>
          <w:szCs w:val="30"/>
          <w:cs/>
        </w:rPr>
        <w:t xml:space="preserve">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</w:t>
      </w:r>
      <w:r w:rsidR="001B7F2B" w:rsidRPr="001B7F2B">
        <w:rPr>
          <w:rFonts w:ascii="Angsana New" w:hAnsi="Angsana New"/>
          <w:spacing w:val="-5"/>
          <w:sz w:val="30"/>
          <w:szCs w:val="30"/>
          <w:cs/>
        </w:rPr>
        <w:t xml:space="preserve">สำหรับงวดสามเดือนสิ้นสุดวันที่ </w:t>
      </w:r>
      <w:r w:rsidR="00CE1AA2" w:rsidRPr="00CE1AA2">
        <w:rPr>
          <w:rFonts w:ascii="Angsana New" w:hAnsi="Angsana New"/>
          <w:spacing w:val="-5"/>
          <w:sz w:val="30"/>
          <w:szCs w:val="30"/>
        </w:rPr>
        <w:t>31</w:t>
      </w:r>
      <w:r w:rsidR="001B7F2B" w:rsidRPr="001B7F2B">
        <w:rPr>
          <w:rFonts w:ascii="Angsana New" w:hAnsi="Angsana New"/>
          <w:spacing w:val="-5"/>
          <w:sz w:val="30"/>
          <w:szCs w:val="30"/>
        </w:rPr>
        <w:t xml:space="preserve"> </w:t>
      </w:r>
      <w:r w:rsidR="001B7F2B" w:rsidRPr="001B7F2B">
        <w:rPr>
          <w:rFonts w:ascii="Angsana New" w:hAnsi="Angsana New"/>
          <w:spacing w:val="-5"/>
          <w:sz w:val="30"/>
          <w:szCs w:val="30"/>
          <w:cs/>
        </w:rPr>
        <w:t xml:space="preserve">มีนาคม </w:t>
      </w:r>
      <w:r w:rsidR="00CE1AA2" w:rsidRPr="00CE1AA2">
        <w:rPr>
          <w:rFonts w:ascii="Angsana New" w:hAnsi="Angsana New"/>
          <w:spacing w:val="-5"/>
          <w:sz w:val="30"/>
          <w:szCs w:val="30"/>
        </w:rPr>
        <w:t>2563</w:t>
      </w:r>
      <w:r w:rsidR="001B7F2B" w:rsidRPr="001B7F2B">
        <w:rPr>
          <w:rFonts w:ascii="Angsana New" w:hAnsi="Angsana New"/>
          <w:spacing w:val="-5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และหมายเหตุประกอบงบการเงินแบบย่อ </w:t>
      </w:r>
      <w:r w:rsidRPr="001B7F2B">
        <w:rPr>
          <w:rFonts w:ascii="Angsana New" w:hAnsi="Angsana New"/>
          <w:sz w:val="30"/>
          <w:szCs w:val="30"/>
        </w:rPr>
        <w:t>(</w:t>
      </w:r>
      <w:r w:rsidRPr="001B7F2B">
        <w:rPr>
          <w:rFonts w:ascii="Angsana New" w:hAnsi="Angsana New"/>
          <w:sz w:val="30"/>
          <w:szCs w:val="30"/>
          <w:cs/>
        </w:rPr>
        <w:t>ข้อมูลทางการเงินระหว่างกาล)</w:t>
      </w:r>
      <w:r w:rsidR="00E56CB2" w:rsidRPr="001B7F2B">
        <w:rPr>
          <w:rFonts w:ascii="Angsana New" w:hAnsi="Angsana New"/>
          <w:sz w:val="30"/>
          <w:szCs w:val="30"/>
          <w:cs/>
        </w:rPr>
        <w:t xml:space="preserve"> ของบริษัท</w:t>
      </w:r>
      <w:r w:rsidR="00E56CB2" w:rsidRPr="001B7F2B">
        <w:rPr>
          <w:rFonts w:ascii="Angsana New" w:hAnsi="Angsana New"/>
          <w:sz w:val="30"/>
          <w:szCs w:val="30"/>
        </w:rPr>
        <w:t xml:space="preserve"> </w:t>
      </w:r>
      <w:r w:rsidR="00E56CB2" w:rsidRPr="001B7F2B">
        <w:rPr>
          <w:rFonts w:ascii="Angsana New" w:hAnsi="Angsana New"/>
          <w:sz w:val="30"/>
          <w:szCs w:val="30"/>
          <w:cs/>
        </w:rPr>
        <w:t>ราช กรุ๊ป จำกัด (มหาชน)</w:t>
      </w:r>
      <w:r w:rsidR="001B7F2B" w:rsidRPr="001B7F2B">
        <w:rPr>
          <w:rFonts w:ascii="Angsana New" w:hAnsi="Angsana New"/>
          <w:sz w:val="30"/>
          <w:szCs w:val="30"/>
        </w:rPr>
        <w:t xml:space="preserve"> </w:t>
      </w:r>
      <w:r w:rsidR="00E56CB2" w:rsidRPr="001B7F2B">
        <w:rPr>
          <w:rFonts w:ascii="Angsana New" w:hAnsi="Angsana New"/>
          <w:sz w:val="30"/>
          <w:szCs w:val="30"/>
          <w:cs/>
        </w:rPr>
        <w:t>และบริษัทย่อยและของเฉพาะบริษัท ราช กรุ๊ป</w:t>
      </w:r>
      <w:r w:rsidR="00E56CB2" w:rsidRPr="001B7F2B">
        <w:rPr>
          <w:rFonts w:ascii="Angsana New" w:hAnsi="Angsana New"/>
          <w:sz w:val="30"/>
          <w:szCs w:val="30"/>
        </w:rPr>
        <w:t xml:space="preserve"> </w:t>
      </w:r>
      <w:r w:rsidR="00E56CB2" w:rsidRPr="001B7F2B">
        <w:rPr>
          <w:rFonts w:ascii="Angsana New" w:hAnsi="Angsana New"/>
          <w:sz w:val="30"/>
          <w:szCs w:val="30"/>
          <w:cs/>
        </w:rPr>
        <w:t>จำกัด</w:t>
      </w:r>
      <w:r w:rsidR="00E56CB2" w:rsidRPr="001B7F2B">
        <w:rPr>
          <w:rFonts w:ascii="Angsana New" w:hAnsi="Angsana New"/>
          <w:sz w:val="30"/>
          <w:szCs w:val="30"/>
        </w:rPr>
        <w:t xml:space="preserve"> </w:t>
      </w:r>
      <w:r w:rsidR="00E56CB2" w:rsidRPr="001B7F2B">
        <w:rPr>
          <w:rFonts w:ascii="Angsana New" w:hAnsi="Angsana New"/>
          <w:sz w:val="30"/>
          <w:szCs w:val="30"/>
          <w:cs/>
        </w:rPr>
        <w:t>(มหาชน) ตามลำดับ</w:t>
      </w:r>
      <w:r w:rsidR="00E56CB2" w:rsidRPr="001B7F2B">
        <w:rPr>
          <w:rFonts w:ascii="Angsana New" w:hAnsi="Angsana New"/>
          <w:sz w:val="30"/>
          <w:szCs w:val="30"/>
        </w:rPr>
        <w:t xml:space="preserve"> </w:t>
      </w:r>
      <w:r w:rsidR="00E56CB2" w:rsidRPr="001B7F2B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CE1AA2" w:rsidRPr="00CE1AA2">
        <w:rPr>
          <w:rFonts w:ascii="Angsana New" w:hAnsi="Angsana New"/>
          <w:sz w:val="30"/>
          <w:szCs w:val="30"/>
        </w:rPr>
        <w:t>34</w:t>
      </w:r>
      <w:r w:rsidR="00E56CB2" w:rsidRPr="001B7F2B">
        <w:rPr>
          <w:rFonts w:ascii="Angsana New" w:hAnsi="Angsana New"/>
          <w:sz w:val="30"/>
          <w:szCs w:val="30"/>
          <w:cs/>
        </w:rPr>
        <w:t xml:space="preserve"> เรื่อง</w:t>
      </w:r>
      <w:r w:rsidR="00E56CB2" w:rsidRPr="001B7F2B">
        <w:rPr>
          <w:rFonts w:ascii="Angsana New" w:hAnsi="Angsana New"/>
          <w:sz w:val="30"/>
          <w:szCs w:val="30"/>
        </w:rPr>
        <w:t xml:space="preserve"> </w:t>
      </w:r>
      <w:r w:rsidR="00E56CB2" w:rsidRPr="001B7F2B">
        <w:rPr>
          <w:rFonts w:ascii="Angsana New" w:hAnsi="Angsana New"/>
          <w:sz w:val="30"/>
          <w:szCs w:val="30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F6FB77D" w14:textId="77777777" w:rsidR="00E56CB2" w:rsidRPr="001B7F2B" w:rsidRDefault="00E56CB2" w:rsidP="00E56CB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BDF15F2" w14:textId="77777777" w:rsidR="00E56CB2" w:rsidRPr="001B7F2B" w:rsidRDefault="00E56CB2" w:rsidP="00E56CB2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0859AF19" w14:textId="77777777" w:rsidR="00E56CB2" w:rsidRPr="001B7F2B" w:rsidRDefault="00E56CB2" w:rsidP="00E56CB2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739EFED0" w14:textId="30D66E49" w:rsidR="00E56CB2" w:rsidRPr="001B7F2B" w:rsidRDefault="00E56CB2" w:rsidP="00E56CB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รหัส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="00CE1AA2" w:rsidRPr="00CE1AA2">
        <w:rPr>
          <w:rFonts w:ascii="Angsana New" w:hAnsi="Angsana New"/>
          <w:sz w:val="30"/>
          <w:szCs w:val="30"/>
        </w:rPr>
        <w:t>2410</w:t>
      </w:r>
      <w:r w:rsidRPr="001B7F2B">
        <w:rPr>
          <w:rFonts w:ascii="Angsana New" w:hAnsi="Angsana New"/>
          <w:sz w:val="30"/>
          <w:szCs w:val="30"/>
        </w:rPr>
        <w:t xml:space="preserve"> “</w:t>
      </w:r>
      <w:r w:rsidRPr="001B7F2B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B7F2B">
        <w:rPr>
          <w:rFonts w:ascii="Angsana New" w:hAnsi="Angsana New"/>
          <w:sz w:val="30"/>
          <w:szCs w:val="30"/>
        </w:rPr>
        <w:t>”</w:t>
      </w:r>
      <w:r w:rsidRPr="001B7F2B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Pr="001B7F2B">
        <w:rPr>
          <w:rFonts w:ascii="Angsana New" w:hAnsi="Angsana New"/>
          <w:sz w:val="30"/>
          <w:szCs w:val="30"/>
        </w:rPr>
        <w:t xml:space="preserve">   </w:t>
      </w:r>
      <w:r w:rsidRPr="001B7F2B">
        <w:rPr>
          <w:rFonts w:ascii="Angsana New" w:hAnsi="Angsana New"/>
          <w:sz w:val="30"/>
          <w:szCs w:val="30"/>
          <w:cs/>
        </w:rPr>
        <w:t xml:space="preserve">         </w:t>
      </w:r>
      <w:r w:rsidRPr="001B7F2B">
        <w:rPr>
          <w:rFonts w:ascii="Angsana New" w:hAnsi="Angsana New"/>
          <w:sz w:val="30"/>
          <w:szCs w:val="30"/>
        </w:rPr>
        <w:t xml:space="preserve">                 </w:t>
      </w:r>
      <w:r w:rsidRPr="001B7F2B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35A25C43" w14:textId="77777777" w:rsidR="00E56CB2" w:rsidRPr="001B02E9" w:rsidRDefault="00E56CB2" w:rsidP="00E56CB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0BA42FE" w14:textId="77777777" w:rsidR="00E56CB2" w:rsidRPr="001B02E9" w:rsidRDefault="00E56CB2" w:rsidP="00E56CB2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  <w:sectPr w:rsidR="00E56CB2" w:rsidRPr="001B02E9" w:rsidSect="00FD53C8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14:paraId="0D38AA3D" w14:textId="77777777" w:rsidR="00E56CB2" w:rsidRPr="001B02E9" w:rsidRDefault="00E56CB2" w:rsidP="00E56CB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1B02E9">
        <w:rPr>
          <w:rFonts w:ascii="Angsana New" w:hAnsi="Angsana New"/>
          <w:i/>
          <w:iCs/>
          <w:sz w:val="30"/>
          <w:szCs w:val="30"/>
          <w:cs/>
        </w:rPr>
        <w:lastRenderedPageBreak/>
        <w:t>ข้อสรุป</w:t>
      </w:r>
    </w:p>
    <w:p w14:paraId="51E798E3" w14:textId="77777777" w:rsidR="00E56CB2" w:rsidRPr="001B02E9" w:rsidRDefault="00E56CB2" w:rsidP="00E56CB2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3CE1152E" w14:textId="33AF4235" w:rsidR="00E56CB2" w:rsidRPr="001B02E9" w:rsidRDefault="00E56CB2" w:rsidP="00E56CB2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</w:t>
      </w:r>
      <w:r w:rsidRPr="001B02E9">
        <w:rPr>
          <w:rFonts w:ascii="Angsana New" w:hAnsi="Angsana New"/>
          <w:sz w:val="30"/>
          <w:szCs w:val="30"/>
        </w:rPr>
        <w:t xml:space="preserve">        </w:t>
      </w:r>
      <w:r w:rsidRPr="001B02E9">
        <w:rPr>
          <w:rFonts w:ascii="Angsana New" w:hAnsi="Angsana New"/>
          <w:sz w:val="30"/>
          <w:szCs w:val="30"/>
          <w:cs/>
        </w:rPr>
        <w:t xml:space="preserve">ฉบับที่ </w:t>
      </w:r>
      <w:r w:rsidR="00CE1AA2" w:rsidRPr="00CE1AA2">
        <w:rPr>
          <w:rFonts w:ascii="Angsana New" w:hAnsi="Angsana New"/>
          <w:sz w:val="30"/>
          <w:szCs w:val="30"/>
        </w:rPr>
        <w:t>34</w:t>
      </w:r>
      <w:r w:rsidRPr="001B02E9">
        <w:rPr>
          <w:rFonts w:ascii="Angsana New" w:hAnsi="Angsana New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1B02E9">
        <w:rPr>
          <w:rFonts w:ascii="Angsana New" w:hAnsi="Angsana New"/>
          <w:sz w:val="30"/>
          <w:szCs w:val="30"/>
        </w:rPr>
        <w:t xml:space="preserve"> </w:t>
      </w:r>
      <w:r w:rsidRPr="001B02E9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21F661F3" w14:textId="77777777" w:rsidR="00E56CB2" w:rsidRPr="001B02E9" w:rsidRDefault="00E56CB2" w:rsidP="00E56CB2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3F24F79F" w14:textId="77777777" w:rsidR="00E56CB2" w:rsidRPr="001B02E9" w:rsidRDefault="00E56CB2" w:rsidP="00E56CB2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83C538D" w14:textId="77777777" w:rsidR="00E56CB2" w:rsidRPr="001B02E9" w:rsidRDefault="00E56CB2" w:rsidP="00E56CB2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975ED0A" w14:textId="77777777" w:rsidR="003D40BB" w:rsidRPr="001B02E9" w:rsidRDefault="003D40BB" w:rsidP="00E56CB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68182482" w14:textId="71B936BD" w:rsidR="00E56CB2" w:rsidRPr="001B02E9" w:rsidRDefault="00E56CB2" w:rsidP="00E56CB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(ไวโรจน์ จินดามณีพิทักษ์)</w:t>
      </w:r>
    </w:p>
    <w:p w14:paraId="013D8DA2" w14:textId="77777777" w:rsidR="00E56CB2" w:rsidRPr="001B02E9" w:rsidRDefault="00E56CB2" w:rsidP="00E56CB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ผู้สอบบัญชีรับอนุญาต</w:t>
      </w:r>
    </w:p>
    <w:p w14:paraId="316F43BD" w14:textId="70179299" w:rsidR="00E56CB2" w:rsidRPr="001B02E9" w:rsidRDefault="00E56CB2" w:rsidP="00E56CB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1B02E9">
        <w:rPr>
          <w:rFonts w:ascii="Angsana New" w:hAnsi="Angsana New" w:cs="Angsana New"/>
          <w:cs/>
        </w:rPr>
        <w:t xml:space="preserve">เลขทะเบียน </w:t>
      </w:r>
      <w:r w:rsidR="00CE1AA2" w:rsidRPr="00CE1AA2">
        <w:rPr>
          <w:rFonts w:ascii="Angsana New" w:hAnsi="Angsana New" w:cs="Angsana New"/>
          <w:lang w:val="en-US"/>
        </w:rPr>
        <w:t>3565</w:t>
      </w:r>
    </w:p>
    <w:p w14:paraId="148672DF" w14:textId="77777777" w:rsidR="00E56CB2" w:rsidRPr="001B02E9" w:rsidRDefault="00E56CB2" w:rsidP="00E56CB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04F17F63" w14:textId="77777777" w:rsidR="00E56CB2" w:rsidRPr="001B02E9" w:rsidRDefault="00E56CB2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3FB0B4CC" w14:textId="77777777" w:rsidR="00E56CB2" w:rsidRPr="001B02E9" w:rsidRDefault="00E56CB2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5F201B0" w14:textId="1FCC3892" w:rsidR="001B7F2B" w:rsidRPr="00016040" w:rsidRDefault="00CE1AA2" w:rsidP="001B7F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CE1AA2">
        <w:rPr>
          <w:rFonts w:ascii="Angsana New" w:hAnsi="Angsana New"/>
          <w:sz w:val="30"/>
          <w:szCs w:val="30"/>
        </w:rPr>
        <w:t>13</w:t>
      </w:r>
      <w:r w:rsidR="001B7F2B" w:rsidRPr="004D6A47">
        <w:rPr>
          <w:rFonts w:ascii="Angsana New" w:hAnsi="Angsana New"/>
          <w:sz w:val="30"/>
          <w:szCs w:val="30"/>
        </w:rPr>
        <w:t xml:space="preserve"> </w:t>
      </w:r>
      <w:r w:rsidR="001B7F2B" w:rsidRPr="004D6A47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CE1AA2">
        <w:rPr>
          <w:rFonts w:ascii="Angsana New" w:hAnsi="Angsana New"/>
          <w:sz w:val="30"/>
          <w:szCs w:val="30"/>
        </w:rPr>
        <w:t>2563</w:t>
      </w:r>
    </w:p>
    <w:p w14:paraId="7949C04C" w14:textId="7CD22C14" w:rsidR="00A10036" w:rsidRPr="001B02E9" w:rsidRDefault="00A10036" w:rsidP="001B7F2B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sectPr w:rsidR="00A10036" w:rsidRPr="001B02E9" w:rsidSect="00881097">
      <w:footerReference w:type="default" r:id="rId19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136E0" w14:textId="77777777" w:rsidR="0031374F" w:rsidRDefault="0031374F" w:rsidP="004956B4">
      <w:r>
        <w:separator/>
      </w:r>
    </w:p>
  </w:endnote>
  <w:endnote w:type="continuationSeparator" w:id="0">
    <w:p w14:paraId="70211A99" w14:textId="77777777" w:rsidR="0031374F" w:rsidRDefault="0031374F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09196" w14:textId="0F885BEB" w:rsidR="00207EDA" w:rsidRDefault="00207EDA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1AA2" w:rsidRPr="00CE1AA2">
      <w:rPr>
        <w:rStyle w:val="PageNumber"/>
        <w:noProof/>
      </w:rPr>
      <w:t>0</w:t>
    </w:r>
    <w:r>
      <w:rPr>
        <w:rStyle w:val="PageNumber"/>
      </w:rPr>
      <w:fldChar w:fldCharType="end"/>
    </w:r>
  </w:p>
  <w:p w14:paraId="2B1DF4D2" w14:textId="77777777" w:rsidR="00207EDA" w:rsidRDefault="00207EDA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B45E0" w14:textId="5C61768D" w:rsidR="00207EDA" w:rsidRPr="009702ED" w:rsidRDefault="00207EDA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CE1AA2" w:rsidRPr="00CE1AA2">
      <w:rPr>
        <w:rStyle w:val="PageNumber"/>
        <w:rFonts w:ascii="Angsana New" w:hAnsi="Angsana New"/>
        <w:noProof/>
        <w:sz w:val="30"/>
        <w:szCs w:val="30"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D145867" w14:textId="67066C1A" w:rsidR="00207EDA" w:rsidRPr="009702ED" w:rsidRDefault="00207EDA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A75AA1">
      <w:rPr>
        <w:rFonts w:ascii="Angsana New" w:hAnsi="Angsana New"/>
        <w:i/>
        <w:iCs/>
        <w:noProof/>
        <w:sz w:val="30"/>
        <w:szCs w:val="30"/>
      </w:rPr>
      <w:t>rat111a201b-03t-1 - Review report Rev 9 May 2020 2.25 AM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40FCA" w14:textId="77777777" w:rsidR="00207EDA" w:rsidRPr="00124EE3" w:rsidRDefault="00207EDA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A5877" w14:textId="79735064" w:rsidR="00207EDA" w:rsidRDefault="00207EDA" w:rsidP="00FD11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1AA2" w:rsidRPr="00CE1AA2">
      <w:rPr>
        <w:rStyle w:val="PageNumber"/>
        <w:noProof/>
      </w:rPr>
      <w:t>0</w:t>
    </w:r>
    <w:r>
      <w:rPr>
        <w:rStyle w:val="PageNumber"/>
      </w:rPr>
      <w:fldChar w:fldCharType="end"/>
    </w:r>
  </w:p>
  <w:p w14:paraId="06E08EF2" w14:textId="77777777" w:rsidR="00207EDA" w:rsidRDefault="00207EDA" w:rsidP="007C095B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CD336" w14:textId="76BEB23B" w:rsidR="00207EDA" w:rsidRPr="009702ED" w:rsidRDefault="00207EDA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3</w:t>
    </w:r>
    <w:r w:rsidR="00CE1AA2" w:rsidRPr="00CE1AA2">
      <w:rPr>
        <w:rStyle w:val="PageNumber"/>
        <w:rFonts w:ascii="Angsana New" w:hAnsi="Angsana New"/>
        <w:noProof/>
        <w:sz w:val="30"/>
        <w:szCs w:val="30"/>
      </w:rPr>
      <w:t>9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60EFADBC" w14:textId="77777777" w:rsidR="00207EDA" w:rsidRPr="009702ED" w:rsidRDefault="00207EDA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016F3" w14:textId="77777777" w:rsidR="00207EDA" w:rsidRPr="00124EE3" w:rsidRDefault="00207EDA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3650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A45AD12" w14:textId="1016B954" w:rsidR="003D40BB" w:rsidRPr="003D40BB" w:rsidRDefault="003D4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3D40B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3D40B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3D40B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F13464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3D40B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C1429" w14:textId="77777777" w:rsidR="0031374F" w:rsidRDefault="0031374F" w:rsidP="004956B4">
      <w:r>
        <w:separator/>
      </w:r>
    </w:p>
  </w:footnote>
  <w:footnote w:type="continuationSeparator" w:id="0">
    <w:p w14:paraId="04379559" w14:textId="77777777" w:rsidR="0031374F" w:rsidRDefault="0031374F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57D5F" w14:textId="09243F24" w:rsidR="00207EDA" w:rsidRDefault="00207EDA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CE1AA2" w:rsidRPr="00CE1AA2">
      <w:rPr>
        <w:rStyle w:val="PageNumber"/>
        <w:noProof/>
      </w:rPr>
      <w:t>0</w:t>
    </w:r>
    <w:r>
      <w:rPr>
        <w:rStyle w:val="PageNumber"/>
        <w:cs/>
      </w:rPr>
      <w:fldChar w:fldCharType="end"/>
    </w:r>
  </w:p>
  <w:p w14:paraId="3837607B" w14:textId="77777777" w:rsidR="00207EDA" w:rsidRDefault="00207EDA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DF753" w14:textId="77777777" w:rsidR="00207EDA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575DFC0" w14:textId="77777777" w:rsidR="00207EDA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7615B638" w14:textId="77777777" w:rsidR="00207EDA" w:rsidRPr="004738DB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E78B0" w14:textId="77777777" w:rsidR="003D40BB" w:rsidRPr="003D40BB" w:rsidRDefault="003D40BB" w:rsidP="003D40BB">
    <w:pPr>
      <w:autoSpaceDE w:val="0"/>
      <w:autoSpaceDN w:val="0"/>
      <w:adjustRightInd w:val="0"/>
      <w:spacing w:line="240" w:lineRule="auto"/>
      <w:rPr>
        <w:rFonts w:asciiTheme="majorBidi" w:hAnsiTheme="majorBidi" w:cstheme="majorBidi"/>
        <w:sz w:val="30"/>
        <w:szCs w:val="30"/>
      </w:rPr>
    </w:pPr>
  </w:p>
  <w:p w14:paraId="7C8D715C" w14:textId="0518C08C" w:rsidR="003D40BB" w:rsidRPr="003D40BB" w:rsidRDefault="003D40BB" w:rsidP="003D40BB">
    <w:pPr>
      <w:pStyle w:val="Header"/>
      <w:rPr>
        <w:rFonts w:asciiTheme="majorBidi" w:hAnsiTheme="majorBidi" w:cstheme="majorBidi"/>
        <w:sz w:val="30"/>
        <w:szCs w:val="30"/>
      </w:rPr>
    </w:pPr>
  </w:p>
  <w:p w14:paraId="219F6EB6" w14:textId="77777777" w:rsidR="003D40BB" w:rsidRPr="003D40BB" w:rsidRDefault="003D40BB" w:rsidP="003D40BB">
    <w:pPr>
      <w:pStyle w:val="Header"/>
      <w:rPr>
        <w:rFonts w:asciiTheme="majorBidi" w:hAnsiTheme="majorBidi" w:cstheme="majorBidi"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A1AB0" w14:textId="77777777" w:rsidR="00207EDA" w:rsidRPr="00E56CB2" w:rsidRDefault="00207ED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370E9779" w14:textId="77777777" w:rsidR="00207EDA" w:rsidRPr="00E56CB2" w:rsidRDefault="00207ED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45D5C603" w14:textId="77777777" w:rsidR="00207EDA" w:rsidRPr="00E56CB2" w:rsidRDefault="00207ED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351A3EC0" w14:textId="77777777" w:rsidR="00207EDA" w:rsidRPr="00E56CB2" w:rsidRDefault="00207ED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4AE62789" w14:textId="77777777" w:rsidR="00207EDA" w:rsidRPr="00E56CB2" w:rsidRDefault="00207ED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7A87A029" w14:textId="77777777" w:rsidR="00207EDA" w:rsidRPr="00E56CB2" w:rsidRDefault="00207ED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1E206858"/>
    <w:multiLevelType w:val="multilevel"/>
    <w:tmpl w:val="6C625EBE"/>
    <w:lvl w:ilvl="0">
      <w:start w:val="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20FB06D4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263E456C"/>
    <w:multiLevelType w:val="hybridMultilevel"/>
    <w:tmpl w:val="66B47090"/>
    <w:lvl w:ilvl="0" w:tplc="ABCC58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1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33F21038"/>
    <w:multiLevelType w:val="hybridMultilevel"/>
    <w:tmpl w:val="BF3A86E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47E02CFE"/>
    <w:multiLevelType w:val="hybridMultilevel"/>
    <w:tmpl w:val="847E71BC"/>
    <w:lvl w:ilvl="0" w:tplc="EECED4C4">
      <w:start w:val="40"/>
      <w:numFmt w:val="bullet"/>
      <w:lvlText w:val="-"/>
      <w:lvlJc w:val="left"/>
      <w:pPr>
        <w:ind w:left="106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8">
    <w:nsid w:val="4EBC4927"/>
    <w:multiLevelType w:val="hybridMultilevel"/>
    <w:tmpl w:val="99EC6B84"/>
    <w:lvl w:ilvl="0" w:tplc="74E88588">
      <w:start w:val="1"/>
      <w:numFmt w:val="bullet"/>
      <w:lvlText w:val="–"/>
      <w:lvlJc w:val="left"/>
      <w:pPr>
        <w:ind w:left="702" w:hanging="360"/>
      </w:pPr>
      <w:rPr>
        <w:rFonts w:ascii="Tahoma" w:hAnsi="Tahoma" w:hint="default"/>
        <w:color w:val="auto"/>
        <w:sz w:val="22"/>
      </w:rPr>
    </w:lvl>
    <w:lvl w:ilvl="1" w:tplc="440AC8AC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B761DC6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A6F46B14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80A605DA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E6E69086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F700822C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3DD6BF42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F03A7D64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9">
    <w:nsid w:val="4EDF77EA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6B281A"/>
    <w:multiLevelType w:val="hybridMultilevel"/>
    <w:tmpl w:val="D242E9CE"/>
    <w:lvl w:ilvl="0" w:tplc="16E4AE52">
      <w:start w:val="1"/>
      <w:numFmt w:val="thaiLetters"/>
      <w:lvlText w:val="(%1)"/>
      <w:lvlJc w:val="left"/>
      <w:pPr>
        <w:ind w:left="720" w:hanging="360"/>
      </w:pPr>
      <w:rPr>
        <w:rFonts w:cs="Angsana New" w:hint="default"/>
        <w:b w:val="0"/>
        <w:bCs/>
        <w:i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256419"/>
    <w:multiLevelType w:val="hybridMultilevel"/>
    <w:tmpl w:val="A85A0518"/>
    <w:lvl w:ilvl="0" w:tplc="B6AC7DC0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5A4D07E1"/>
    <w:multiLevelType w:val="hybridMultilevel"/>
    <w:tmpl w:val="ED1856C4"/>
    <w:lvl w:ilvl="0" w:tplc="0134A5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26169A5"/>
    <w:multiLevelType w:val="hybridMultilevel"/>
    <w:tmpl w:val="51E2A212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9">
    <w:nsid w:val="677700CB"/>
    <w:multiLevelType w:val="multilevel"/>
    <w:tmpl w:val="58D2F3AA"/>
    <w:lvl w:ilvl="0">
      <w:start w:val="1"/>
      <w:numFmt w:val="thaiLetters"/>
      <w:lvlText w:val="(%1)"/>
      <w:lvlJc w:val="left"/>
      <w:pPr>
        <w:ind w:left="207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05370D"/>
    <w:multiLevelType w:val="hybridMultilevel"/>
    <w:tmpl w:val="201C2E62"/>
    <w:lvl w:ilvl="0" w:tplc="2AEC1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69694095"/>
    <w:multiLevelType w:val="multilevel"/>
    <w:tmpl w:val="FC9CAAD8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3">
    <w:nsid w:val="74536B4A"/>
    <w:multiLevelType w:val="multilevel"/>
    <w:tmpl w:val="46CA4844"/>
    <w:lvl w:ilvl="0">
      <w:start w:val="1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>
    <w:nsid w:val="777506D3"/>
    <w:multiLevelType w:val="hybridMultilevel"/>
    <w:tmpl w:val="711251BE"/>
    <w:lvl w:ilvl="0" w:tplc="3ADEBF92">
      <w:start w:val="1"/>
      <w:numFmt w:val="thaiLetters"/>
      <w:lvlText w:val="(%1)"/>
      <w:lvlJc w:val="left"/>
      <w:pPr>
        <w:ind w:left="1260" w:hanging="360"/>
      </w:pPr>
      <w:rPr>
        <w:rFonts w:cs="Angsana New" w:hint="default"/>
        <w:b/>
        <w:bCs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20"/>
  </w:num>
  <w:num w:numId="13">
    <w:abstractNumId w:val="38"/>
  </w:num>
  <w:num w:numId="14">
    <w:abstractNumId w:val="21"/>
  </w:num>
  <w:num w:numId="15">
    <w:abstractNumId w:val="24"/>
  </w:num>
  <w:num w:numId="16">
    <w:abstractNumId w:val="42"/>
  </w:num>
  <w:num w:numId="17">
    <w:abstractNumId w:val="44"/>
  </w:num>
  <w:num w:numId="18">
    <w:abstractNumId w:val="26"/>
  </w:num>
  <w:num w:numId="19">
    <w:abstractNumId w:val="13"/>
  </w:num>
  <w:num w:numId="20">
    <w:abstractNumId w:val="10"/>
  </w:num>
  <w:num w:numId="21">
    <w:abstractNumId w:val="17"/>
  </w:num>
  <w:num w:numId="22">
    <w:abstractNumId w:val="41"/>
  </w:num>
  <w:num w:numId="23">
    <w:abstractNumId w:val="15"/>
  </w:num>
  <w:num w:numId="24">
    <w:abstractNumId w:val="37"/>
  </w:num>
  <w:num w:numId="25">
    <w:abstractNumId w:val="19"/>
  </w:num>
  <w:num w:numId="26">
    <w:abstractNumId w:val="25"/>
  </w:num>
  <w:num w:numId="27">
    <w:abstractNumId w:val="32"/>
  </w:num>
  <w:num w:numId="28">
    <w:abstractNumId w:val="39"/>
  </w:num>
  <w:num w:numId="29">
    <w:abstractNumId w:val="22"/>
  </w:num>
  <w:num w:numId="30">
    <w:abstractNumId w:val="35"/>
  </w:num>
  <w:num w:numId="31">
    <w:abstractNumId w:val="14"/>
  </w:num>
  <w:num w:numId="32">
    <w:abstractNumId w:val="12"/>
  </w:num>
  <w:num w:numId="33">
    <w:abstractNumId w:val="46"/>
  </w:num>
  <w:num w:numId="34">
    <w:abstractNumId w:val="31"/>
  </w:num>
  <w:num w:numId="35">
    <w:abstractNumId w:val="28"/>
  </w:num>
  <w:num w:numId="36">
    <w:abstractNumId w:val="27"/>
  </w:num>
  <w:num w:numId="37">
    <w:abstractNumId w:val="40"/>
  </w:num>
  <w:num w:numId="38">
    <w:abstractNumId w:val="30"/>
  </w:num>
  <w:num w:numId="39">
    <w:abstractNumId w:val="45"/>
  </w:num>
  <w:num w:numId="40">
    <w:abstractNumId w:val="36"/>
  </w:num>
  <w:num w:numId="41">
    <w:abstractNumId w:val="16"/>
  </w:num>
  <w:num w:numId="42">
    <w:abstractNumId w:val="18"/>
  </w:num>
  <w:num w:numId="43">
    <w:abstractNumId w:val="34"/>
  </w:num>
  <w:num w:numId="44">
    <w:abstractNumId w:val="43"/>
  </w:num>
  <w:num w:numId="45">
    <w:abstractNumId w:val="11"/>
  </w:num>
  <w:num w:numId="46">
    <w:abstractNumId w:val="21"/>
  </w:num>
  <w:num w:numId="47">
    <w:abstractNumId w:val="21"/>
  </w:num>
  <w:num w:numId="48">
    <w:abstractNumId w:val="21"/>
  </w:num>
  <w:num w:numId="49">
    <w:abstractNumId w:val="29"/>
  </w:num>
  <w:num w:numId="50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7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354"/>
    <w:rsid w:val="0000240E"/>
    <w:rsid w:val="00002AF0"/>
    <w:rsid w:val="000031D3"/>
    <w:rsid w:val="0000384E"/>
    <w:rsid w:val="00003A9F"/>
    <w:rsid w:val="00003ACC"/>
    <w:rsid w:val="00003C49"/>
    <w:rsid w:val="00003CF4"/>
    <w:rsid w:val="00003E88"/>
    <w:rsid w:val="00004D38"/>
    <w:rsid w:val="00004EE5"/>
    <w:rsid w:val="000052FD"/>
    <w:rsid w:val="00005436"/>
    <w:rsid w:val="0000544C"/>
    <w:rsid w:val="000055DD"/>
    <w:rsid w:val="000059D5"/>
    <w:rsid w:val="00005EFE"/>
    <w:rsid w:val="000060ED"/>
    <w:rsid w:val="000063E0"/>
    <w:rsid w:val="00006671"/>
    <w:rsid w:val="00006792"/>
    <w:rsid w:val="00006A56"/>
    <w:rsid w:val="00006C45"/>
    <w:rsid w:val="00006EDD"/>
    <w:rsid w:val="000075CB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1E"/>
    <w:rsid w:val="00015077"/>
    <w:rsid w:val="000150C9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6"/>
    <w:rsid w:val="00016DE4"/>
    <w:rsid w:val="0001700D"/>
    <w:rsid w:val="00017844"/>
    <w:rsid w:val="00017C07"/>
    <w:rsid w:val="0002016E"/>
    <w:rsid w:val="0002058D"/>
    <w:rsid w:val="000208C6"/>
    <w:rsid w:val="00020955"/>
    <w:rsid w:val="00020C6D"/>
    <w:rsid w:val="000212D4"/>
    <w:rsid w:val="000213E2"/>
    <w:rsid w:val="00021566"/>
    <w:rsid w:val="00021D6B"/>
    <w:rsid w:val="00021E28"/>
    <w:rsid w:val="00021F91"/>
    <w:rsid w:val="0002277D"/>
    <w:rsid w:val="00022861"/>
    <w:rsid w:val="00022944"/>
    <w:rsid w:val="00022B7B"/>
    <w:rsid w:val="00022E65"/>
    <w:rsid w:val="00022F48"/>
    <w:rsid w:val="0002318D"/>
    <w:rsid w:val="0002369A"/>
    <w:rsid w:val="00023813"/>
    <w:rsid w:val="00023A7E"/>
    <w:rsid w:val="00023E11"/>
    <w:rsid w:val="00023E63"/>
    <w:rsid w:val="00023ED3"/>
    <w:rsid w:val="0002426A"/>
    <w:rsid w:val="0002428B"/>
    <w:rsid w:val="000242C9"/>
    <w:rsid w:val="000242F0"/>
    <w:rsid w:val="0002455A"/>
    <w:rsid w:val="000246F2"/>
    <w:rsid w:val="00024960"/>
    <w:rsid w:val="00024B70"/>
    <w:rsid w:val="00024C24"/>
    <w:rsid w:val="00024E83"/>
    <w:rsid w:val="00025093"/>
    <w:rsid w:val="0002566A"/>
    <w:rsid w:val="00026143"/>
    <w:rsid w:val="00026923"/>
    <w:rsid w:val="000269A7"/>
    <w:rsid w:val="00026B06"/>
    <w:rsid w:val="00026B8B"/>
    <w:rsid w:val="00026C27"/>
    <w:rsid w:val="00026CA3"/>
    <w:rsid w:val="00026E0D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8C"/>
    <w:rsid w:val="000301A8"/>
    <w:rsid w:val="000301F2"/>
    <w:rsid w:val="000308D0"/>
    <w:rsid w:val="000309F0"/>
    <w:rsid w:val="0003102B"/>
    <w:rsid w:val="00031110"/>
    <w:rsid w:val="00031A1E"/>
    <w:rsid w:val="00031B7A"/>
    <w:rsid w:val="00031DFB"/>
    <w:rsid w:val="00031F31"/>
    <w:rsid w:val="000320CD"/>
    <w:rsid w:val="000321F9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AA5"/>
    <w:rsid w:val="00035C3E"/>
    <w:rsid w:val="00036529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B4A"/>
    <w:rsid w:val="00040BCC"/>
    <w:rsid w:val="00041159"/>
    <w:rsid w:val="0004129F"/>
    <w:rsid w:val="00041576"/>
    <w:rsid w:val="0004162C"/>
    <w:rsid w:val="00042059"/>
    <w:rsid w:val="0004263F"/>
    <w:rsid w:val="00042FE9"/>
    <w:rsid w:val="000431BB"/>
    <w:rsid w:val="00043297"/>
    <w:rsid w:val="000437D4"/>
    <w:rsid w:val="00043B82"/>
    <w:rsid w:val="00043F2F"/>
    <w:rsid w:val="00044312"/>
    <w:rsid w:val="000458DE"/>
    <w:rsid w:val="00045F1F"/>
    <w:rsid w:val="00045F78"/>
    <w:rsid w:val="000466C6"/>
    <w:rsid w:val="00046CB3"/>
    <w:rsid w:val="00046D0B"/>
    <w:rsid w:val="0004702B"/>
    <w:rsid w:val="000476B3"/>
    <w:rsid w:val="0004778F"/>
    <w:rsid w:val="000477EA"/>
    <w:rsid w:val="000479BE"/>
    <w:rsid w:val="00047C6D"/>
    <w:rsid w:val="0005037F"/>
    <w:rsid w:val="00050AFE"/>
    <w:rsid w:val="00050BE6"/>
    <w:rsid w:val="00050DF0"/>
    <w:rsid w:val="000512F9"/>
    <w:rsid w:val="00051307"/>
    <w:rsid w:val="0005163C"/>
    <w:rsid w:val="000516EB"/>
    <w:rsid w:val="00051A69"/>
    <w:rsid w:val="000520A3"/>
    <w:rsid w:val="00052408"/>
    <w:rsid w:val="000527C0"/>
    <w:rsid w:val="00052808"/>
    <w:rsid w:val="00052D76"/>
    <w:rsid w:val="00053262"/>
    <w:rsid w:val="0005326C"/>
    <w:rsid w:val="000534E7"/>
    <w:rsid w:val="00053C55"/>
    <w:rsid w:val="00053E19"/>
    <w:rsid w:val="00053ED5"/>
    <w:rsid w:val="00054401"/>
    <w:rsid w:val="000546EE"/>
    <w:rsid w:val="00054892"/>
    <w:rsid w:val="00055234"/>
    <w:rsid w:val="00055468"/>
    <w:rsid w:val="00055482"/>
    <w:rsid w:val="00055528"/>
    <w:rsid w:val="00055546"/>
    <w:rsid w:val="00055960"/>
    <w:rsid w:val="00055D63"/>
    <w:rsid w:val="00055F8C"/>
    <w:rsid w:val="00056416"/>
    <w:rsid w:val="000568F0"/>
    <w:rsid w:val="00056906"/>
    <w:rsid w:val="00056E66"/>
    <w:rsid w:val="000571CF"/>
    <w:rsid w:val="000574DA"/>
    <w:rsid w:val="0005790E"/>
    <w:rsid w:val="00057C6E"/>
    <w:rsid w:val="000603B8"/>
    <w:rsid w:val="00060457"/>
    <w:rsid w:val="000606D5"/>
    <w:rsid w:val="00060877"/>
    <w:rsid w:val="000609F1"/>
    <w:rsid w:val="00060C4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F6B"/>
    <w:rsid w:val="0006354B"/>
    <w:rsid w:val="00063C92"/>
    <w:rsid w:val="00063FDE"/>
    <w:rsid w:val="000640A0"/>
    <w:rsid w:val="0006456E"/>
    <w:rsid w:val="000646A7"/>
    <w:rsid w:val="0006500F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8DF"/>
    <w:rsid w:val="00066A24"/>
    <w:rsid w:val="00066D24"/>
    <w:rsid w:val="00067412"/>
    <w:rsid w:val="00067554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4FA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9B"/>
    <w:rsid w:val="00076366"/>
    <w:rsid w:val="000763A9"/>
    <w:rsid w:val="00076495"/>
    <w:rsid w:val="000766A2"/>
    <w:rsid w:val="0007679B"/>
    <w:rsid w:val="00076B13"/>
    <w:rsid w:val="00076FBF"/>
    <w:rsid w:val="0007725A"/>
    <w:rsid w:val="000772F4"/>
    <w:rsid w:val="000779C7"/>
    <w:rsid w:val="000802BD"/>
    <w:rsid w:val="00080715"/>
    <w:rsid w:val="000808F4"/>
    <w:rsid w:val="00080972"/>
    <w:rsid w:val="0008138F"/>
    <w:rsid w:val="00081BD6"/>
    <w:rsid w:val="00081FD7"/>
    <w:rsid w:val="00082523"/>
    <w:rsid w:val="00082576"/>
    <w:rsid w:val="00082BA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548"/>
    <w:rsid w:val="00085726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3F5"/>
    <w:rsid w:val="000905B0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1F31"/>
    <w:rsid w:val="00092641"/>
    <w:rsid w:val="000926C1"/>
    <w:rsid w:val="0009279D"/>
    <w:rsid w:val="00092820"/>
    <w:rsid w:val="00092CF8"/>
    <w:rsid w:val="00092E52"/>
    <w:rsid w:val="00093258"/>
    <w:rsid w:val="000936D5"/>
    <w:rsid w:val="00093A25"/>
    <w:rsid w:val="00093DFB"/>
    <w:rsid w:val="000940EC"/>
    <w:rsid w:val="00094460"/>
    <w:rsid w:val="0009458D"/>
    <w:rsid w:val="00094891"/>
    <w:rsid w:val="00094A02"/>
    <w:rsid w:val="00094C20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B55"/>
    <w:rsid w:val="00097BFD"/>
    <w:rsid w:val="000A0034"/>
    <w:rsid w:val="000A00E4"/>
    <w:rsid w:val="000A0369"/>
    <w:rsid w:val="000A036D"/>
    <w:rsid w:val="000A0568"/>
    <w:rsid w:val="000A06B1"/>
    <w:rsid w:val="000A080A"/>
    <w:rsid w:val="000A08C3"/>
    <w:rsid w:val="000A0ACC"/>
    <w:rsid w:val="000A0C9B"/>
    <w:rsid w:val="000A0EA3"/>
    <w:rsid w:val="000A1623"/>
    <w:rsid w:val="000A1719"/>
    <w:rsid w:val="000A18F8"/>
    <w:rsid w:val="000A192A"/>
    <w:rsid w:val="000A1C51"/>
    <w:rsid w:val="000A2079"/>
    <w:rsid w:val="000A23CD"/>
    <w:rsid w:val="000A249C"/>
    <w:rsid w:val="000A259D"/>
    <w:rsid w:val="000A2659"/>
    <w:rsid w:val="000A2B4E"/>
    <w:rsid w:val="000A2CB6"/>
    <w:rsid w:val="000A34F9"/>
    <w:rsid w:val="000A363B"/>
    <w:rsid w:val="000A38C4"/>
    <w:rsid w:val="000A3B93"/>
    <w:rsid w:val="000A3BDE"/>
    <w:rsid w:val="000A3F22"/>
    <w:rsid w:val="000A3FBE"/>
    <w:rsid w:val="000A43D0"/>
    <w:rsid w:val="000A4A06"/>
    <w:rsid w:val="000A4C89"/>
    <w:rsid w:val="000A4EFE"/>
    <w:rsid w:val="000A50CC"/>
    <w:rsid w:val="000A54F5"/>
    <w:rsid w:val="000A5583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3AC"/>
    <w:rsid w:val="000B27A1"/>
    <w:rsid w:val="000B2A85"/>
    <w:rsid w:val="000B2E70"/>
    <w:rsid w:val="000B2FCB"/>
    <w:rsid w:val="000B3193"/>
    <w:rsid w:val="000B34DA"/>
    <w:rsid w:val="000B36B2"/>
    <w:rsid w:val="000B3AAD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708"/>
    <w:rsid w:val="000B6837"/>
    <w:rsid w:val="000B695E"/>
    <w:rsid w:val="000B6998"/>
    <w:rsid w:val="000B6AF9"/>
    <w:rsid w:val="000B6AFD"/>
    <w:rsid w:val="000B6BDA"/>
    <w:rsid w:val="000B6E22"/>
    <w:rsid w:val="000B777C"/>
    <w:rsid w:val="000B78AD"/>
    <w:rsid w:val="000B7A60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CF2"/>
    <w:rsid w:val="000C0D2D"/>
    <w:rsid w:val="000C1079"/>
    <w:rsid w:val="000C129B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E27"/>
    <w:rsid w:val="000C4178"/>
    <w:rsid w:val="000C4231"/>
    <w:rsid w:val="000C4D02"/>
    <w:rsid w:val="000C4F26"/>
    <w:rsid w:val="000C5453"/>
    <w:rsid w:val="000C55D7"/>
    <w:rsid w:val="000C56FF"/>
    <w:rsid w:val="000C5898"/>
    <w:rsid w:val="000C5B66"/>
    <w:rsid w:val="000C5DC6"/>
    <w:rsid w:val="000C5F42"/>
    <w:rsid w:val="000C61C9"/>
    <w:rsid w:val="000C66D7"/>
    <w:rsid w:val="000C693A"/>
    <w:rsid w:val="000C6B43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ED5"/>
    <w:rsid w:val="000D41FB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9DC"/>
    <w:rsid w:val="000D7B69"/>
    <w:rsid w:val="000D7B7A"/>
    <w:rsid w:val="000D7CB7"/>
    <w:rsid w:val="000D7E2D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2F73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A6E"/>
    <w:rsid w:val="000E6CEA"/>
    <w:rsid w:val="000E6FD0"/>
    <w:rsid w:val="000E7073"/>
    <w:rsid w:val="000E72D9"/>
    <w:rsid w:val="000E74E0"/>
    <w:rsid w:val="000E7583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767"/>
    <w:rsid w:val="000F2E5D"/>
    <w:rsid w:val="000F2E6E"/>
    <w:rsid w:val="000F3319"/>
    <w:rsid w:val="000F3365"/>
    <w:rsid w:val="000F3401"/>
    <w:rsid w:val="000F3899"/>
    <w:rsid w:val="000F3E52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393"/>
    <w:rsid w:val="000F7503"/>
    <w:rsid w:val="000F7920"/>
    <w:rsid w:val="000F7B42"/>
    <w:rsid w:val="000F7CD6"/>
    <w:rsid w:val="000F7E9A"/>
    <w:rsid w:val="000F7F49"/>
    <w:rsid w:val="00100573"/>
    <w:rsid w:val="00100666"/>
    <w:rsid w:val="00100C2F"/>
    <w:rsid w:val="00100FD0"/>
    <w:rsid w:val="00100FFF"/>
    <w:rsid w:val="00101600"/>
    <w:rsid w:val="00101B3F"/>
    <w:rsid w:val="00101B62"/>
    <w:rsid w:val="00101BC9"/>
    <w:rsid w:val="00101E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36"/>
    <w:rsid w:val="001066F4"/>
    <w:rsid w:val="00106986"/>
    <w:rsid w:val="00106B2A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5B3"/>
    <w:rsid w:val="00110942"/>
    <w:rsid w:val="00110AAD"/>
    <w:rsid w:val="00110CE0"/>
    <w:rsid w:val="00110CE2"/>
    <w:rsid w:val="0011137C"/>
    <w:rsid w:val="00111B77"/>
    <w:rsid w:val="0011228A"/>
    <w:rsid w:val="0011248E"/>
    <w:rsid w:val="001125BB"/>
    <w:rsid w:val="00112819"/>
    <w:rsid w:val="0011283C"/>
    <w:rsid w:val="00112DFD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581"/>
    <w:rsid w:val="0012070E"/>
    <w:rsid w:val="001208BB"/>
    <w:rsid w:val="00120C22"/>
    <w:rsid w:val="00121317"/>
    <w:rsid w:val="001214D5"/>
    <w:rsid w:val="001219E3"/>
    <w:rsid w:val="00121AD0"/>
    <w:rsid w:val="00121D45"/>
    <w:rsid w:val="00121FA3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3DF2"/>
    <w:rsid w:val="0012447F"/>
    <w:rsid w:val="001245F1"/>
    <w:rsid w:val="00124623"/>
    <w:rsid w:val="00124B92"/>
    <w:rsid w:val="00124BFC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6471"/>
    <w:rsid w:val="00136657"/>
    <w:rsid w:val="00136A8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127"/>
    <w:rsid w:val="0014137F"/>
    <w:rsid w:val="001419B7"/>
    <w:rsid w:val="00141CFC"/>
    <w:rsid w:val="00141D61"/>
    <w:rsid w:val="00141E3E"/>
    <w:rsid w:val="001423D0"/>
    <w:rsid w:val="001427E2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3F2"/>
    <w:rsid w:val="001457B1"/>
    <w:rsid w:val="00145AB6"/>
    <w:rsid w:val="00145D94"/>
    <w:rsid w:val="0014612C"/>
    <w:rsid w:val="00146505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8D9"/>
    <w:rsid w:val="001559F5"/>
    <w:rsid w:val="0015645F"/>
    <w:rsid w:val="001569D0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D3"/>
    <w:rsid w:val="00160214"/>
    <w:rsid w:val="0016028C"/>
    <w:rsid w:val="0016056B"/>
    <w:rsid w:val="00160B21"/>
    <w:rsid w:val="00160FCF"/>
    <w:rsid w:val="0016110C"/>
    <w:rsid w:val="001618C8"/>
    <w:rsid w:val="00161DBE"/>
    <w:rsid w:val="001620C9"/>
    <w:rsid w:val="001621DA"/>
    <w:rsid w:val="00162AE3"/>
    <w:rsid w:val="00162AE9"/>
    <w:rsid w:val="0016339C"/>
    <w:rsid w:val="0016383F"/>
    <w:rsid w:val="00163F0F"/>
    <w:rsid w:val="00164109"/>
    <w:rsid w:val="0016429C"/>
    <w:rsid w:val="0016432D"/>
    <w:rsid w:val="00164E9D"/>
    <w:rsid w:val="00165237"/>
    <w:rsid w:val="0016555B"/>
    <w:rsid w:val="001667AB"/>
    <w:rsid w:val="0016711F"/>
    <w:rsid w:val="00167293"/>
    <w:rsid w:val="00167955"/>
    <w:rsid w:val="00167AC3"/>
    <w:rsid w:val="00167EE1"/>
    <w:rsid w:val="00167FF2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1C3"/>
    <w:rsid w:val="00172914"/>
    <w:rsid w:val="00172F9F"/>
    <w:rsid w:val="001730B7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52"/>
    <w:rsid w:val="00175561"/>
    <w:rsid w:val="00175B2F"/>
    <w:rsid w:val="00175C3F"/>
    <w:rsid w:val="00175C59"/>
    <w:rsid w:val="00175EE8"/>
    <w:rsid w:val="001762AD"/>
    <w:rsid w:val="001762F1"/>
    <w:rsid w:val="001766D8"/>
    <w:rsid w:val="001779F4"/>
    <w:rsid w:val="00177A73"/>
    <w:rsid w:val="00177A91"/>
    <w:rsid w:val="00177C93"/>
    <w:rsid w:val="00180187"/>
    <w:rsid w:val="0018055F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1C4B"/>
    <w:rsid w:val="001829C5"/>
    <w:rsid w:val="00182A2A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AA"/>
    <w:rsid w:val="0018524F"/>
    <w:rsid w:val="001853F3"/>
    <w:rsid w:val="001859C7"/>
    <w:rsid w:val="001859E7"/>
    <w:rsid w:val="00185E1F"/>
    <w:rsid w:val="00185EF5"/>
    <w:rsid w:val="001861F1"/>
    <w:rsid w:val="00186283"/>
    <w:rsid w:val="00186379"/>
    <w:rsid w:val="001868AA"/>
    <w:rsid w:val="00186EA6"/>
    <w:rsid w:val="00186F12"/>
    <w:rsid w:val="001874C6"/>
    <w:rsid w:val="0018775F"/>
    <w:rsid w:val="00187A66"/>
    <w:rsid w:val="00187CFC"/>
    <w:rsid w:val="00187DD6"/>
    <w:rsid w:val="00187ED0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9A8"/>
    <w:rsid w:val="00191B63"/>
    <w:rsid w:val="00191C01"/>
    <w:rsid w:val="00191D6B"/>
    <w:rsid w:val="00191F68"/>
    <w:rsid w:val="00192018"/>
    <w:rsid w:val="0019233E"/>
    <w:rsid w:val="001924FB"/>
    <w:rsid w:val="00192CD5"/>
    <w:rsid w:val="00192E65"/>
    <w:rsid w:val="00192FA5"/>
    <w:rsid w:val="001938B6"/>
    <w:rsid w:val="00193BD8"/>
    <w:rsid w:val="00193D18"/>
    <w:rsid w:val="00193F8D"/>
    <w:rsid w:val="0019442F"/>
    <w:rsid w:val="001947C3"/>
    <w:rsid w:val="0019498E"/>
    <w:rsid w:val="001949E8"/>
    <w:rsid w:val="00194AC9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041"/>
    <w:rsid w:val="001961AA"/>
    <w:rsid w:val="001967D1"/>
    <w:rsid w:val="00196C58"/>
    <w:rsid w:val="001971E4"/>
    <w:rsid w:val="001971F6"/>
    <w:rsid w:val="0019727B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16F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1E9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50A1"/>
    <w:rsid w:val="001A5100"/>
    <w:rsid w:val="001A580F"/>
    <w:rsid w:val="001A5D27"/>
    <w:rsid w:val="001A5F25"/>
    <w:rsid w:val="001A6405"/>
    <w:rsid w:val="001A65C2"/>
    <w:rsid w:val="001A67F1"/>
    <w:rsid w:val="001A6961"/>
    <w:rsid w:val="001A6A4A"/>
    <w:rsid w:val="001A6EBF"/>
    <w:rsid w:val="001A70EA"/>
    <w:rsid w:val="001A727D"/>
    <w:rsid w:val="001A763A"/>
    <w:rsid w:val="001A793F"/>
    <w:rsid w:val="001A7E45"/>
    <w:rsid w:val="001B018D"/>
    <w:rsid w:val="001B01A7"/>
    <w:rsid w:val="001B02BF"/>
    <w:rsid w:val="001B02E9"/>
    <w:rsid w:val="001B0920"/>
    <w:rsid w:val="001B09D4"/>
    <w:rsid w:val="001B0B13"/>
    <w:rsid w:val="001B0E7A"/>
    <w:rsid w:val="001B101F"/>
    <w:rsid w:val="001B103E"/>
    <w:rsid w:val="001B1600"/>
    <w:rsid w:val="001B1C98"/>
    <w:rsid w:val="001B1C9D"/>
    <w:rsid w:val="001B2355"/>
    <w:rsid w:val="001B27D6"/>
    <w:rsid w:val="001B28D7"/>
    <w:rsid w:val="001B3638"/>
    <w:rsid w:val="001B3CF9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F63"/>
    <w:rsid w:val="001B6335"/>
    <w:rsid w:val="001B646D"/>
    <w:rsid w:val="001B68CF"/>
    <w:rsid w:val="001B6A80"/>
    <w:rsid w:val="001B6A8C"/>
    <w:rsid w:val="001B6B58"/>
    <w:rsid w:val="001B6EC9"/>
    <w:rsid w:val="001B6F0F"/>
    <w:rsid w:val="001B768B"/>
    <w:rsid w:val="001B76D1"/>
    <w:rsid w:val="001B7988"/>
    <w:rsid w:val="001B7EDE"/>
    <w:rsid w:val="001B7EDF"/>
    <w:rsid w:val="001B7F2B"/>
    <w:rsid w:val="001C017F"/>
    <w:rsid w:val="001C01A2"/>
    <w:rsid w:val="001C054D"/>
    <w:rsid w:val="001C058A"/>
    <w:rsid w:val="001C075D"/>
    <w:rsid w:val="001C0764"/>
    <w:rsid w:val="001C07F6"/>
    <w:rsid w:val="001C15FF"/>
    <w:rsid w:val="001C1672"/>
    <w:rsid w:val="001C16DA"/>
    <w:rsid w:val="001C1747"/>
    <w:rsid w:val="001C1810"/>
    <w:rsid w:val="001C1F60"/>
    <w:rsid w:val="001C23D6"/>
    <w:rsid w:val="001C2A20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78"/>
    <w:rsid w:val="001C5172"/>
    <w:rsid w:val="001C52DE"/>
    <w:rsid w:val="001C5394"/>
    <w:rsid w:val="001C5A5D"/>
    <w:rsid w:val="001C5CF6"/>
    <w:rsid w:val="001C5EAE"/>
    <w:rsid w:val="001C6523"/>
    <w:rsid w:val="001C6BCF"/>
    <w:rsid w:val="001C6DCF"/>
    <w:rsid w:val="001C6F37"/>
    <w:rsid w:val="001C72AB"/>
    <w:rsid w:val="001C74C0"/>
    <w:rsid w:val="001C74F9"/>
    <w:rsid w:val="001C790F"/>
    <w:rsid w:val="001C7C95"/>
    <w:rsid w:val="001C7D0D"/>
    <w:rsid w:val="001C7E14"/>
    <w:rsid w:val="001C7EC1"/>
    <w:rsid w:val="001D02D0"/>
    <w:rsid w:val="001D0A04"/>
    <w:rsid w:val="001D0AC6"/>
    <w:rsid w:val="001D0B59"/>
    <w:rsid w:val="001D116D"/>
    <w:rsid w:val="001D1694"/>
    <w:rsid w:val="001D17CC"/>
    <w:rsid w:val="001D17D2"/>
    <w:rsid w:val="001D1A0B"/>
    <w:rsid w:val="001D1B85"/>
    <w:rsid w:val="001D1BE7"/>
    <w:rsid w:val="001D1C2A"/>
    <w:rsid w:val="001D1DAD"/>
    <w:rsid w:val="001D274D"/>
    <w:rsid w:val="001D2791"/>
    <w:rsid w:val="001D2BE1"/>
    <w:rsid w:val="001D2DF9"/>
    <w:rsid w:val="001D2EB6"/>
    <w:rsid w:val="001D2F18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D81"/>
    <w:rsid w:val="001D5312"/>
    <w:rsid w:val="001D576E"/>
    <w:rsid w:val="001D6667"/>
    <w:rsid w:val="001D6801"/>
    <w:rsid w:val="001D6BEA"/>
    <w:rsid w:val="001D6EAE"/>
    <w:rsid w:val="001D7275"/>
    <w:rsid w:val="001D7310"/>
    <w:rsid w:val="001D7692"/>
    <w:rsid w:val="001D7728"/>
    <w:rsid w:val="001D7B15"/>
    <w:rsid w:val="001D7C23"/>
    <w:rsid w:val="001D7FCB"/>
    <w:rsid w:val="001E03F6"/>
    <w:rsid w:val="001E0DC1"/>
    <w:rsid w:val="001E0E8D"/>
    <w:rsid w:val="001E14B2"/>
    <w:rsid w:val="001E1AC3"/>
    <w:rsid w:val="001E1BFE"/>
    <w:rsid w:val="001E1C75"/>
    <w:rsid w:val="001E288A"/>
    <w:rsid w:val="001E28DE"/>
    <w:rsid w:val="001E2A4F"/>
    <w:rsid w:val="001E329B"/>
    <w:rsid w:val="001E35A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9C"/>
    <w:rsid w:val="001E7CA5"/>
    <w:rsid w:val="001E7E16"/>
    <w:rsid w:val="001F00C1"/>
    <w:rsid w:val="001F05AF"/>
    <w:rsid w:val="001F0B05"/>
    <w:rsid w:val="001F0D57"/>
    <w:rsid w:val="001F0F18"/>
    <w:rsid w:val="001F1549"/>
    <w:rsid w:val="001F1676"/>
    <w:rsid w:val="001F226F"/>
    <w:rsid w:val="001F22FE"/>
    <w:rsid w:val="001F2349"/>
    <w:rsid w:val="001F257F"/>
    <w:rsid w:val="001F2618"/>
    <w:rsid w:val="001F27A5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93D"/>
    <w:rsid w:val="001F499D"/>
    <w:rsid w:val="001F4DDD"/>
    <w:rsid w:val="001F4ED8"/>
    <w:rsid w:val="001F4FEA"/>
    <w:rsid w:val="001F50FD"/>
    <w:rsid w:val="001F5492"/>
    <w:rsid w:val="001F55B6"/>
    <w:rsid w:val="001F56B3"/>
    <w:rsid w:val="001F5B9C"/>
    <w:rsid w:val="001F5C62"/>
    <w:rsid w:val="001F5D92"/>
    <w:rsid w:val="001F600D"/>
    <w:rsid w:val="001F6015"/>
    <w:rsid w:val="001F65C1"/>
    <w:rsid w:val="001F67A8"/>
    <w:rsid w:val="001F746F"/>
    <w:rsid w:val="001F74F5"/>
    <w:rsid w:val="001F75FA"/>
    <w:rsid w:val="001F7667"/>
    <w:rsid w:val="001F79F9"/>
    <w:rsid w:val="001F7B2A"/>
    <w:rsid w:val="00200093"/>
    <w:rsid w:val="002002CE"/>
    <w:rsid w:val="00200408"/>
    <w:rsid w:val="002006A9"/>
    <w:rsid w:val="00201504"/>
    <w:rsid w:val="0020178D"/>
    <w:rsid w:val="002019E5"/>
    <w:rsid w:val="00202292"/>
    <w:rsid w:val="00202860"/>
    <w:rsid w:val="00202AEC"/>
    <w:rsid w:val="00202D63"/>
    <w:rsid w:val="002035DE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569"/>
    <w:rsid w:val="0020679D"/>
    <w:rsid w:val="00206CBD"/>
    <w:rsid w:val="00206EFC"/>
    <w:rsid w:val="002071DC"/>
    <w:rsid w:val="00207724"/>
    <w:rsid w:val="00207AEC"/>
    <w:rsid w:val="00207C55"/>
    <w:rsid w:val="00207CD4"/>
    <w:rsid w:val="00207EDA"/>
    <w:rsid w:val="002101BC"/>
    <w:rsid w:val="0021056F"/>
    <w:rsid w:val="00210605"/>
    <w:rsid w:val="00210791"/>
    <w:rsid w:val="00210822"/>
    <w:rsid w:val="00210900"/>
    <w:rsid w:val="00210B6C"/>
    <w:rsid w:val="002112FB"/>
    <w:rsid w:val="00211394"/>
    <w:rsid w:val="00211981"/>
    <w:rsid w:val="00211CD0"/>
    <w:rsid w:val="00212112"/>
    <w:rsid w:val="00212115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AD9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824"/>
    <w:rsid w:val="00216C6B"/>
    <w:rsid w:val="00217088"/>
    <w:rsid w:val="0021719C"/>
    <w:rsid w:val="00217CAA"/>
    <w:rsid w:val="00217E88"/>
    <w:rsid w:val="00217FE8"/>
    <w:rsid w:val="00220154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70C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94E"/>
    <w:rsid w:val="00231E9A"/>
    <w:rsid w:val="002321E8"/>
    <w:rsid w:val="00232294"/>
    <w:rsid w:val="0023232F"/>
    <w:rsid w:val="00232755"/>
    <w:rsid w:val="00232760"/>
    <w:rsid w:val="002327D7"/>
    <w:rsid w:val="00232E1B"/>
    <w:rsid w:val="002331D7"/>
    <w:rsid w:val="002331F4"/>
    <w:rsid w:val="00233318"/>
    <w:rsid w:val="002338E8"/>
    <w:rsid w:val="002338FA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4CB"/>
    <w:rsid w:val="00235CB8"/>
    <w:rsid w:val="00236017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1CB4"/>
    <w:rsid w:val="00242298"/>
    <w:rsid w:val="00242B14"/>
    <w:rsid w:val="00242FC0"/>
    <w:rsid w:val="00243250"/>
    <w:rsid w:val="0024333B"/>
    <w:rsid w:val="0024348E"/>
    <w:rsid w:val="0024377A"/>
    <w:rsid w:val="002438DD"/>
    <w:rsid w:val="002439CB"/>
    <w:rsid w:val="00243D71"/>
    <w:rsid w:val="00243D8D"/>
    <w:rsid w:val="00243EBF"/>
    <w:rsid w:val="00243FAE"/>
    <w:rsid w:val="00244127"/>
    <w:rsid w:val="0024430A"/>
    <w:rsid w:val="0024449E"/>
    <w:rsid w:val="002446B0"/>
    <w:rsid w:val="00244919"/>
    <w:rsid w:val="00244CAE"/>
    <w:rsid w:val="00244F4E"/>
    <w:rsid w:val="002450F9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50164"/>
    <w:rsid w:val="00250205"/>
    <w:rsid w:val="002507CE"/>
    <w:rsid w:val="00250D82"/>
    <w:rsid w:val="00250FAB"/>
    <w:rsid w:val="002510A2"/>
    <w:rsid w:val="00251274"/>
    <w:rsid w:val="00251690"/>
    <w:rsid w:val="00251AD9"/>
    <w:rsid w:val="00251BEF"/>
    <w:rsid w:val="00251C6C"/>
    <w:rsid w:val="00251D0F"/>
    <w:rsid w:val="002527F3"/>
    <w:rsid w:val="002529DB"/>
    <w:rsid w:val="00252A1C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B1C"/>
    <w:rsid w:val="00255FE7"/>
    <w:rsid w:val="00256055"/>
    <w:rsid w:val="00256163"/>
    <w:rsid w:val="002564C9"/>
    <w:rsid w:val="0025655E"/>
    <w:rsid w:val="002565CA"/>
    <w:rsid w:val="002565EE"/>
    <w:rsid w:val="002565FE"/>
    <w:rsid w:val="002566A6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CCF"/>
    <w:rsid w:val="00261F1B"/>
    <w:rsid w:val="002620AE"/>
    <w:rsid w:val="00262205"/>
    <w:rsid w:val="002622DA"/>
    <w:rsid w:val="002625A6"/>
    <w:rsid w:val="00262D7A"/>
    <w:rsid w:val="00262EFE"/>
    <w:rsid w:val="00263365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D6"/>
    <w:rsid w:val="00265FFB"/>
    <w:rsid w:val="002666D0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71B"/>
    <w:rsid w:val="00272B15"/>
    <w:rsid w:val="00272BD6"/>
    <w:rsid w:val="00272ED0"/>
    <w:rsid w:val="00272F69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78F"/>
    <w:rsid w:val="0027480F"/>
    <w:rsid w:val="00274E70"/>
    <w:rsid w:val="00274F1F"/>
    <w:rsid w:val="00275011"/>
    <w:rsid w:val="002750B7"/>
    <w:rsid w:val="00275713"/>
    <w:rsid w:val="00275C99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96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B65"/>
    <w:rsid w:val="002810A3"/>
    <w:rsid w:val="00281237"/>
    <w:rsid w:val="0028127E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582"/>
    <w:rsid w:val="00284692"/>
    <w:rsid w:val="002848A4"/>
    <w:rsid w:val="002853D9"/>
    <w:rsid w:val="00285885"/>
    <w:rsid w:val="002859D6"/>
    <w:rsid w:val="00285D52"/>
    <w:rsid w:val="00286003"/>
    <w:rsid w:val="00286513"/>
    <w:rsid w:val="002869EF"/>
    <w:rsid w:val="00286C09"/>
    <w:rsid w:val="00286F09"/>
    <w:rsid w:val="0028771E"/>
    <w:rsid w:val="00287924"/>
    <w:rsid w:val="00287C9A"/>
    <w:rsid w:val="00287CB7"/>
    <w:rsid w:val="00287EE4"/>
    <w:rsid w:val="00290074"/>
    <w:rsid w:val="002901F6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DCF"/>
    <w:rsid w:val="00291F7D"/>
    <w:rsid w:val="00292441"/>
    <w:rsid w:val="0029248F"/>
    <w:rsid w:val="002924DC"/>
    <w:rsid w:val="00292D26"/>
    <w:rsid w:val="00292D57"/>
    <w:rsid w:val="00292DF4"/>
    <w:rsid w:val="00293708"/>
    <w:rsid w:val="00293792"/>
    <w:rsid w:val="00293991"/>
    <w:rsid w:val="00293B83"/>
    <w:rsid w:val="00293CE1"/>
    <w:rsid w:val="0029401A"/>
    <w:rsid w:val="002942A6"/>
    <w:rsid w:val="002944D6"/>
    <w:rsid w:val="00294BB1"/>
    <w:rsid w:val="00294C78"/>
    <w:rsid w:val="00294CD3"/>
    <w:rsid w:val="00294F1D"/>
    <w:rsid w:val="00295B46"/>
    <w:rsid w:val="00295F30"/>
    <w:rsid w:val="00296019"/>
    <w:rsid w:val="00296391"/>
    <w:rsid w:val="002963BC"/>
    <w:rsid w:val="00296552"/>
    <w:rsid w:val="00296EA0"/>
    <w:rsid w:val="002972E4"/>
    <w:rsid w:val="0029740E"/>
    <w:rsid w:val="0029752E"/>
    <w:rsid w:val="002976EE"/>
    <w:rsid w:val="002979EE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F4"/>
    <w:rsid w:val="002A26BE"/>
    <w:rsid w:val="002A2796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D48"/>
    <w:rsid w:val="002A4D8B"/>
    <w:rsid w:val="002A4F72"/>
    <w:rsid w:val="002A5303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9F8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73D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2C"/>
    <w:rsid w:val="002C0476"/>
    <w:rsid w:val="002C06CF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96"/>
    <w:rsid w:val="002C1F0D"/>
    <w:rsid w:val="002C201E"/>
    <w:rsid w:val="002C2147"/>
    <w:rsid w:val="002C21B0"/>
    <w:rsid w:val="002C2511"/>
    <w:rsid w:val="002C26B3"/>
    <w:rsid w:val="002C28EF"/>
    <w:rsid w:val="002C2977"/>
    <w:rsid w:val="002C2A75"/>
    <w:rsid w:val="002C2C4D"/>
    <w:rsid w:val="002C2CD0"/>
    <w:rsid w:val="002C3133"/>
    <w:rsid w:val="002C358B"/>
    <w:rsid w:val="002C368C"/>
    <w:rsid w:val="002C3D36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5CC"/>
    <w:rsid w:val="002D09BB"/>
    <w:rsid w:val="002D0A49"/>
    <w:rsid w:val="002D0BFB"/>
    <w:rsid w:val="002D16F2"/>
    <w:rsid w:val="002D1927"/>
    <w:rsid w:val="002D1A6F"/>
    <w:rsid w:val="002D1DF8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88F"/>
    <w:rsid w:val="002D51C9"/>
    <w:rsid w:val="002D5229"/>
    <w:rsid w:val="002D526E"/>
    <w:rsid w:val="002D599F"/>
    <w:rsid w:val="002D5B0A"/>
    <w:rsid w:val="002D5F76"/>
    <w:rsid w:val="002D6119"/>
    <w:rsid w:val="002D612A"/>
    <w:rsid w:val="002D62EE"/>
    <w:rsid w:val="002D642B"/>
    <w:rsid w:val="002D66EF"/>
    <w:rsid w:val="002D68ED"/>
    <w:rsid w:val="002D6AD6"/>
    <w:rsid w:val="002D706F"/>
    <w:rsid w:val="002D7817"/>
    <w:rsid w:val="002D7F6A"/>
    <w:rsid w:val="002E03AF"/>
    <w:rsid w:val="002E0630"/>
    <w:rsid w:val="002E0631"/>
    <w:rsid w:val="002E0821"/>
    <w:rsid w:val="002E0C7B"/>
    <w:rsid w:val="002E0F92"/>
    <w:rsid w:val="002E10D2"/>
    <w:rsid w:val="002E1326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3A45"/>
    <w:rsid w:val="002E4090"/>
    <w:rsid w:val="002E4350"/>
    <w:rsid w:val="002E4D5E"/>
    <w:rsid w:val="002E50AA"/>
    <w:rsid w:val="002E57BD"/>
    <w:rsid w:val="002E595B"/>
    <w:rsid w:val="002E5D1B"/>
    <w:rsid w:val="002E5E13"/>
    <w:rsid w:val="002E6094"/>
    <w:rsid w:val="002E61E4"/>
    <w:rsid w:val="002E6346"/>
    <w:rsid w:val="002E65A3"/>
    <w:rsid w:val="002E6781"/>
    <w:rsid w:val="002E6B5E"/>
    <w:rsid w:val="002E6BA6"/>
    <w:rsid w:val="002E6EA4"/>
    <w:rsid w:val="002E6FD9"/>
    <w:rsid w:val="002E7490"/>
    <w:rsid w:val="002E765B"/>
    <w:rsid w:val="002E7983"/>
    <w:rsid w:val="002E7F6C"/>
    <w:rsid w:val="002E7FE3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B9"/>
    <w:rsid w:val="00301497"/>
    <w:rsid w:val="00301B7C"/>
    <w:rsid w:val="00301C19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4DB5"/>
    <w:rsid w:val="00305033"/>
    <w:rsid w:val="00305228"/>
    <w:rsid w:val="003057D6"/>
    <w:rsid w:val="00305961"/>
    <w:rsid w:val="00305AA6"/>
    <w:rsid w:val="00305E08"/>
    <w:rsid w:val="0030612B"/>
    <w:rsid w:val="003063CE"/>
    <w:rsid w:val="00306591"/>
    <w:rsid w:val="003066A6"/>
    <w:rsid w:val="00306750"/>
    <w:rsid w:val="00306A6E"/>
    <w:rsid w:val="00306BF9"/>
    <w:rsid w:val="00306CFA"/>
    <w:rsid w:val="00307114"/>
    <w:rsid w:val="0030724E"/>
    <w:rsid w:val="0030728F"/>
    <w:rsid w:val="003073D1"/>
    <w:rsid w:val="00307994"/>
    <w:rsid w:val="00307D09"/>
    <w:rsid w:val="00307DCA"/>
    <w:rsid w:val="003102B5"/>
    <w:rsid w:val="00310731"/>
    <w:rsid w:val="003107B6"/>
    <w:rsid w:val="00310D5A"/>
    <w:rsid w:val="003110C8"/>
    <w:rsid w:val="0031141D"/>
    <w:rsid w:val="00311790"/>
    <w:rsid w:val="00311E87"/>
    <w:rsid w:val="003120B4"/>
    <w:rsid w:val="00312162"/>
    <w:rsid w:val="00312239"/>
    <w:rsid w:val="003126D3"/>
    <w:rsid w:val="0031296F"/>
    <w:rsid w:val="00312AC5"/>
    <w:rsid w:val="00312B77"/>
    <w:rsid w:val="00312BD1"/>
    <w:rsid w:val="00313076"/>
    <w:rsid w:val="003130D3"/>
    <w:rsid w:val="00313651"/>
    <w:rsid w:val="0031374F"/>
    <w:rsid w:val="00313ACB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668"/>
    <w:rsid w:val="003178C0"/>
    <w:rsid w:val="00317A89"/>
    <w:rsid w:val="00317AD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120F"/>
    <w:rsid w:val="003214BD"/>
    <w:rsid w:val="00321A25"/>
    <w:rsid w:val="00321ADE"/>
    <w:rsid w:val="00321CA9"/>
    <w:rsid w:val="00322BFF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870"/>
    <w:rsid w:val="00327AE6"/>
    <w:rsid w:val="00327CE9"/>
    <w:rsid w:val="00327F6A"/>
    <w:rsid w:val="00327FFA"/>
    <w:rsid w:val="00330227"/>
    <w:rsid w:val="003308BC"/>
    <w:rsid w:val="00330940"/>
    <w:rsid w:val="00330DD0"/>
    <w:rsid w:val="00330F7A"/>
    <w:rsid w:val="00331274"/>
    <w:rsid w:val="00331301"/>
    <w:rsid w:val="00331A74"/>
    <w:rsid w:val="00331BFC"/>
    <w:rsid w:val="003324FE"/>
    <w:rsid w:val="00332A36"/>
    <w:rsid w:val="00332B77"/>
    <w:rsid w:val="00332BF6"/>
    <w:rsid w:val="00332D2F"/>
    <w:rsid w:val="00332D55"/>
    <w:rsid w:val="00332E43"/>
    <w:rsid w:val="00333203"/>
    <w:rsid w:val="00333273"/>
    <w:rsid w:val="003333AA"/>
    <w:rsid w:val="00333C8C"/>
    <w:rsid w:val="00333D31"/>
    <w:rsid w:val="003345A9"/>
    <w:rsid w:val="003346BE"/>
    <w:rsid w:val="003349F2"/>
    <w:rsid w:val="00334ED6"/>
    <w:rsid w:val="003357B1"/>
    <w:rsid w:val="0033593F"/>
    <w:rsid w:val="00335980"/>
    <w:rsid w:val="00335E13"/>
    <w:rsid w:val="00336218"/>
    <w:rsid w:val="00336265"/>
    <w:rsid w:val="003368FD"/>
    <w:rsid w:val="00336915"/>
    <w:rsid w:val="003369C6"/>
    <w:rsid w:val="00336F91"/>
    <w:rsid w:val="003371DD"/>
    <w:rsid w:val="00337586"/>
    <w:rsid w:val="003377B5"/>
    <w:rsid w:val="0034034F"/>
    <w:rsid w:val="00340642"/>
    <w:rsid w:val="003407E9"/>
    <w:rsid w:val="00340AC2"/>
    <w:rsid w:val="003413AF"/>
    <w:rsid w:val="0034172B"/>
    <w:rsid w:val="00341745"/>
    <w:rsid w:val="0034204B"/>
    <w:rsid w:val="00342270"/>
    <w:rsid w:val="00342274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735"/>
    <w:rsid w:val="003447CA"/>
    <w:rsid w:val="003449FE"/>
    <w:rsid w:val="00344E34"/>
    <w:rsid w:val="003452E9"/>
    <w:rsid w:val="003452F2"/>
    <w:rsid w:val="003458DC"/>
    <w:rsid w:val="00345A4A"/>
    <w:rsid w:val="00345C4A"/>
    <w:rsid w:val="00345CBA"/>
    <w:rsid w:val="00345FD0"/>
    <w:rsid w:val="00346308"/>
    <w:rsid w:val="00346317"/>
    <w:rsid w:val="0034634A"/>
    <w:rsid w:val="00346616"/>
    <w:rsid w:val="00346E00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149C"/>
    <w:rsid w:val="0035153C"/>
    <w:rsid w:val="003516A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E9F"/>
    <w:rsid w:val="00354F31"/>
    <w:rsid w:val="00355252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BEC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CF"/>
    <w:rsid w:val="00360958"/>
    <w:rsid w:val="00361440"/>
    <w:rsid w:val="00361980"/>
    <w:rsid w:val="0036255A"/>
    <w:rsid w:val="003625CB"/>
    <w:rsid w:val="00362892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D8"/>
    <w:rsid w:val="0036539A"/>
    <w:rsid w:val="00365EEE"/>
    <w:rsid w:val="00365F2D"/>
    <w:rsid w:val="00365FC5"/>
    <w:rsid w:val="003664F2"/>
    <w:rsid w:val="003679F1"/>
    <w:rsid w:val="003679FD"/>
    <w:rsid w:val="00367BDA"/>
    <w:rsid w:val="00367D11"/>
    <w:rsid w:val="00367E27"/>
    <w:rsid w:val="00370007"/>
    <w:rsid w:val="003703EC"/>
    <w:rsid w:val="00370641"/>
    <w:rsid w:val="00370E95"/>
    <w:rsid w:val="003714B6"/>
    <w:rsid w:val="003715A0"/>
    <w:rsid w:val="0037173F"/>
    <w:rsid w:val="00371890"/>
    <w:rsid w:val="00371904"/>
    <w:rsid w:val="0037198E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CDE"/>
    <w:rsid w:val="00373DCC"/>
    <w:rsid w:val="00373DD8"/>
    <w:rsid w:val="00373DF0"/>
    <w:rsid w:val="003745A1"/>
    <w:rsid w:val="003745E9"/>
    <w:rsid w:val="0037466F"/>
    <w:rsid w:val="00374A94"/>
    <w:rsid w:val="00374A96"/>
    <w:rsid w:val="00374AFA"/>
    <w:rsid w:val="00374B7C"/>
    <w:rsid w:val="00375300"/>
    <w:rsid w:val="00375C14"/>
    <w:rsid w:val="00375D0D"/>
    <w:rsid w:val="00375F5C"/>
    <w:rsid w:val="00376245"/>
    <w:rsid w:val="00376302"/>
    <w:rsid w:val="003766F4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80078"/>
    <w:rsid w:val="0038030A"/>
    <w:rsid w:val="00380A0E"/>
    <w:rsid w:val="00380B1E"/>
    <w:rsid w:val="00380B83"/>
    <w:rsid w:val="00380EF3"/>
    <w:rsid w:val="00381154"/>
    <w:rsid w:val="00381226"/>
    <w:rsid w:val="003812E8"/>
    <w:rsid w:val="00381513"/>
    <w:rsid w:val="0038156F"/>
    <w:rsid w:val="00381ABB"/>
    <w:rsid w:val="00382141"/>
    <w:rsid w:val="003821BA"/>
    <w:rsid w:val="0038239F"/>
    <w:rsid w:val="003825B9"/>
    <w:rsid w:val="003825C5"/>
    <w:rsid w:val="00382794"/>
    <w:rsid w:val="0038284D"/>
    <w:rsid w:val="0038285C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848"/>
    <w:rsid w:val="00387B04"/>
    <w:rsid w:val="00387BD2"/>
    <w:rsid w:val="00387C18"/>
    <w:rsid w:val="00387CA6"/>
    <w:rsid w:val="00387E3D"/>
    <w:rsid w:val="003900F6"/>
    <w:rsid w:val="003902C4"/>
    <w:rsid w:val="00390613"/>
    <w:rsid w:val="00390A92"/>
    <w:rsid w:val="00390CAD"/>
    <w:rsid w:val="00390CB0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038"/>
    <w:rsid w:val="003921F5"/>
    <w:rsid w:val="00392381"/>
    <w:rsid w:val="00392B4D"/>
    <w:rsid w:val="00392B8B"/>
    <w:rsid w:val="00392F8B"/>
    <w:rsid w:val="0039323E"/>
    <w:rsid w:val="003933A2"/>
    <w:rsid w:val="00393736"/>
    <w:rsid w:val="00394C32"/>
    <w:rsid w:val="00394F33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E1C"/>
    <w:rsid w:val="003974D1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C9A"/>
    <w:rsid w:val="003A3E24"/>
    <w:rsid w:val="003A3F23"/>
    <w:rsid w:val="003A40FA"/>
    <w:rsid w:val="003A42A5"/>
    <w:rsid w:val="003A442E"/>
    <w:rsid w:val="003A46C1"/>
    <w:rsid w:val="003A4FD8"/>
    <w:rsid w:val="003A51AC"/>
    <w:rsid w:val="003A529B"/>
    <w:rsid w:val="003A57EA"/>
    <w:rsid w:val="003A58DE"/>
    <w:rsid w:val="003A5992"/>
    <w:rsid w:val="003A5EC9"/>
    <w:rsid w:val="003A5FD1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B69"/>
    <w:rsid w:val="003A7BE9"/>
    <w:rsid w:val="003A7E0B"/>
    <w:rsid w:val="003B01CD"/>
    <w:rsid w:val="003B048E"/>
    <w:rsid w:val="003B05ED"/>
    <w:rsid w:val="003B0644"/>
    <w:rsid w:val="003B07E1"/>
    <w:rsid w:val="003B09E5"/>
    <w:rsid w:val="003B0A65"/>
    <w:rsid w:val="003B102F"/>
    <w:rsid w:val="003B107C"/>
    <w:rsid w:val="003B14DE"/>
    <w:rsid w:val="003B1805"/>
    <w:rsid w:val="003B1CE1"/>
    <w:rsid w:val="003B2059"/>
    <w:rsid w:val="003B225D"/>
    <w:rsid w:val="003B22FF"/>
    <w:rsid w:val="003B2342"/>
    <w:rsid w:val="003B2530"/>
    <w:rsid w:val="003B2A2C"/>
    <w:rsid w:val="003B2A86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736"/>
    <w:rsid w:val="003B4D02"/>
    <w:rsid w:val="003B4E8C"/>
    <w:rsid w:val="003B4ED9"/>
    <w:rsid w:val="003B515F"/>
    <w:rsid w:val="003B5588"/>
    <w:rsid w:val="003B59E8"/>
    <w:rsid w:val="003B5BAC"/>
    <w:rsid w:val="003B5F50"/>
    <w:rsid w:val="003B601A"/>
    <w:rsid w:val="003B609D"/>
    <w:rsid w:val="003B610E"/>
    <w:rsid w:val="003B61FC"/>
    <w:rsid w:val="003B6D1F"/>
    <w:rsid w:val="003B6D2E"/>
    <w:rsid w:val="003B6D63"/>
    <w:rsid w:val="003B6E78"/>
    <w:rsid w:val="003B6FCC"/>
    <w:rsid w:val="003B728F"/>
    <w:rsid w:val="003B7514"/>
    <w:rsid w:val="003B79EF"/>
    <w:rsid w:val="003B7B67"/>
    <w:rsid w:val="003B7C12"/>
    <w:rsid w:val="003C001C"/>
    <w:rsid w:val="003C01C4"/>
    <w:rsid w:val="003C037C"/>
    <w:rsid w:val="003C043E"/>
    <w:rsid w:val="003C0662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300"/>
    <w:rsid w:val="003C27BB"/>
    <w:rsid w:val="003C294E"/>
    <w:rsid w:val="003C2C34"/>
    <w:rsid w:val="003C2C66"/>
    <w:rsid w:val="003C3759"/>
    <w:rsid w:val="003C380E"/>
    <w:rsid w:val="003C3A28"/>
    <w:rsid w:val="003C3DBF"/>
    <w:rsid w:val="003C3EFF"/>
    <w:rsid w:val="003C3FE8"/>
    <w:rsid w:val="003C4076"/>
    <w:rsid w:val="003C4093"/>
    <w:rsid w:val="003C40A6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6034"/>
    <w:rsid w:val="003C60D1"/>
    <w:rsid w:val="003C641C"/>
    <w:rsid w:val="003C6696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AF0"/>
    <w:rsid w:val="003C7B4C"/>
    <w:rsid w:val="003C7B93"/>
    <w:rsid w:val="003C7E66"/>
    <w:rsid w:val="003D0745"/>
    <w:rsid w:val="003D08CC"/>
    <w:rsid w:val="003D0DA9"/>
    <w:rsid w:val="003D117B"/>
    <w:rsid w:val="003D139B"/>
    <w:rsid w:val="003D19AB"/>
    <w:rsid w:val="003D1FA7"/>
    <w:rsid w:val="003D2369"/>
    <w:rsid w:val="003D247B"/>
    <w:rsid w:val="003D263B"/>
    <w:rsid w:val="003D3251"/>
    <w:rsid w:val="003D325C"/>
    <w:rsid w:val="003D33EE"/>
    <w:rsid w:val="003D40BB"/>
    <w:rsid w:val="003D4659"/>
    <w:rsid w:val="003D4879"/>
    <w:rsid w:val="003D4A18"/>
    <w:rsid w:val="003D4CC7"/>
    <w:rsid w:val="003D55C3"/>
    <w:rsid w:val="003D5740"/>
    <w:rsid w:val="003D6504"/>
    <w:rsid w:val="003D6630"/>
    <w:rsid w:val="003D6A17"/>
    <w:rsid w:val="003D6CDC"/>
    <w:rsid w:val="003D73B1"/>
    <w:rsid w:val="003D7596"/>
    <w:rsid w:val="003D76EC"/>
    <w:rsid w:val="003D77EA"/>
    <w:rsid w:val="003D7865"/>
    <w:rsid w:val="003D7B52"/>
    <w:rsid w:val="003D7BAF"/>
    <w:rsid w:val="003D7D4A"/>
    <w:rsid w:val="003E0706"/>
    <w:rsid w:val="003E082C"/>
    <w:rsid w:val="003E0B8C"/>
    <w:rsid w:val="003E0C0F"/>
    <w:rsid w:val="003E14C0"/>
    <w:rsid w:val="003E171F"/>
    <w:rsid w:val="003E1949"/>
    <w:rsid w:val="003E1A75"/>
    <w:rsid w:val="003E1C2F"/>
    <w:rsid w:val="003E1C96"/>
    <w:rsid w:val="003E1E8E"/>
    <w:rsid w:val="003E1EA4"/>
    <w:rsid w:val="003E2000"/>
    <w:rsid w:val="003E2202"/>
    <w:rsid w:val="003E2473"/>
    <w:rsid w:val="003E24FE"/>
    <w:rsid w:val="003E2931"/>
    <w:rsid w:val="003E30B4"/>
    <w:rsid w:val="003E3501"/>
    <w:rsid w:val="003E3A08"/>
    <w:rsid w:val="003E3B48"/>
    <w:rsid w:val="003E40B0"/>
    <w:rsid w:val="003E422C"/>
    <w:rsid w:val="003E433A"/>
    <w:rsid w:val="003E44AA"/>
    <w:rsid w:val="003E49A4"/>
    <w:rsid w:val="003E4E2A"/>
    <w:rsid w:val="003E5033"/>
    <w:rsid w:val="003E525B"/>
    <w:rsid w:val="003E5429"/>
    <w:rsid w:val="003E5597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E70"/>
    <w:rsid w:val="003E7F58"/>
    <w:rsid w:val="003F0685"/>
    <w:rsid w:val="003F07A1"/>
    <w:rsid w:val="003F0852"/>
    <w:rsid w:val="003F0B40"/>
    <w:rsid w:val="003F0E8E"/>
    <w:rsid w:val="003F15C2"/>
    <w:rsid w:val="003F1704"/>
    <w:rsid w:val="003F19AA"/>
    <w:rsid w:val="003F1C8C"/>
    <w:rsid w:val="003F1C99"/>
    <w:rsid w:val="003F1D17"/>
    <w:rsid w:val="003F1DCE"/>
    <w:rsid w:val="003F1F20"/>
    <w:rsid w:val="003F1FAD"/>
    <w:rsid w:val="003F210B"/>
    <w:rsid w:val="003F2371"/>
    <w:rsid w:val="003F273E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FD"/>
    <w:rsid w:val="003F6E8D"/>
    <w:rsid w:val="003F6FF0"/>
    <w:rsid w:val="003F70A9"/>
    <w:rsid w:val="003F747D"/>
    <w:rsid w:val="003F7853"/>
    <w:rsid w:val="00400285"/>
    <w:rsid w:val="004002F2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53F"/>
    <w:rsid w:val="00403980"/>
    <w:rsid w:val="00403B3C"/>
    <w:rsid w:val="00403CFE"/>
    <w:rsid w:val="00403E00"/>
    <w:rsid w:val="004041DB"/>
    <w:rsid w:val="00404431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2F4A"/>
    <w:rsid w:val="0041300E"/>
    <w:rsid w:val="0041305F"/>
    <w:rsid w:val="004130C9"/>
    <w:rsid w:val="004132B9"/>
    <w:rsid w:val="0041361C"/>
    <w:rsid w:val="0041364C"/>
    <w:rsid w:val="00413C85"/>
    <w:rsid w:val="00414066"/>
    <w:rsid w:val="004141FB"/>
    <w:rsid w:val="00414249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30A"/>
    <w:rsid w:val="00416832"/>
    <w:rsid w:val="00416886"/>
    <w:rsid w:val="00416A8C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490"/>
    <w:rsid w:val="00423661"/>
    <w:rsid w:val="00424203"/>
    <w:rsid w:val="00424359"/>
    <w:rsid w:val="00424EA3"/>
    <w:rsid w:val="00425227"/>
    <w:rsid w:val="00425A17"/>
    <w:rsid w:val="00425CC4"/>
    <w:rsid w:val="00425D60"/>
    <w:rsid w:val="00425EB0"/>
    <w:rsid w:val="00425F74"/>
    <w:rsid w:val="00426181"/>
    <w:rsid w:val="00426540"/>
    <w:rsid w:val="004268E6"/>
    <w:rsid w:val="00426983"/>
    <w:rsid w:val="00426F43"/>
    <w:rsid w:val="00427184"/>
    <w:rsid w:val="0042745F"/>
    <w:rsid w:val="004276A0"/>
    <w:rsid w:val="00427AF8"/>
    <w:rsid w:val="00427D0A"/>
    <w:rsid w:val="00427EEA"/>
    <w:rsid w:val="00430A4D"/>
    <w:rsid w:val="00430BC2"/>
    <w:rsid w:val="00430CD0"/>
    <w:rsid w:val="00430CEC"/>
    <w:rsid w:val="00430E22"/>
    <w:rsid w:val="00430E48"/>
    <w:rsid w:val="0043117C"/>
    <w:rsid w:val="00431224"/>
    <w:rsid w:val="004312AD"/>
    <w:rsid w:val="004317A7"/>
    <w:rsid w:val="004319C8"/>
    <w:rsid w:val="00432173"/>
    <w:rsid w:val="004322FA"/>
    <w:rsid w:val="00432539"/>
    <w:rsid w:val="00432F95"/>
    <w:rsid w:val="00433255"/>
    <w:rsid w:val="0043328F"/>
    <w:rsid w:val="004332ED"/>
    <w:rsid w:val="00433342"/>
    <w:rsid w:val="0043335C"/>
    <w:rsid w:val="004337C6"/>
    <w:rsid w:val="00433BC1"/>
    <w:rsid w:val="00433C61"/>
    <w:rsid w:val="00433FB7"/>
    <w:rsid w:val="0043408A"/>
    <w:rsid w:val="00434582"/>
    <w:rsid w:val="00434670"/>
    <w:rsid w:val="00434C0D"/>
    <w:rsid w:val="00434D35"/>
    <w:rsid w:val="0043503F"/>
    <w:rsid w:val="0043505E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659"/>
    <w:rsid w:val="0044169B"/>
    <w:rsid w:val="0044184A"/>
    <w:rsid w:val="00441FDD"/>
    <w:rsid w:val="00442187"/>
    <w:rsid w:val="004425EB"/>
    <w:rsid w:val="0044276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8BF"/>
    <w:rsid w:val="004558EE"/>
    <w:rsid w:val="00455B03"/>
    <w:rsid w:val="00455CF3"/>
    <w:rsid w:val="00455D54"/>
    <w:rsid w:val="00455E26"/>
    <w:rsid w:val="00456146"/>
    <w:rsid w:val="00456A9F"/>
    <w:rsid w:val="00456D9C"/>
    <w:rsid w:val="00456E25"/>
    <w:rsid w:val="00457120"/>
    <w:rsid w:val="004575C8"/>
    <w:rsid w:val="004576D7"/>
    <w:rsid w:val="004576F3"/>
    <w:rsid w:val="00457F9F"/>
    <w:rsid w:val="00457FD1"/>
    <w:rsid w:val="004600CF"/>
    <w:rsid w:val="0046082C"/>
    <w:rsid w:val="00460F76"/>
    <w:rsid w:val="0046104F"/>
    <w:rsid w:val="00461375"/>
    <w:rsid w:val="0046143E"/>
    <w:rsid w:val="0046190A"/>
    <w:rsid w:val="00461A72"/>
    <w:rsid w:val="0046213D"/>
    <w:rsid w:val="00462282"/>
    <w:rsid w:val="004625A1"/>
    <w:rsid w:val="00462A68"/>
    <w:rsid w:val="004635DA"/>
    <w:rsid w:val="00463899"/>
    <w:rsid w:val="00463E50"/>
    <w:rsid w:val="004642F9"/>
    <w:rsid w:val="004644B5"/>
    <w:rsid w:val="0046469E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1E01"/>
    <w:rsid w:val="004723C9"/>
    <w:rsid w:val="004725B8"/>
    <w:rsid w:val="004727CB"/>
    <w:rsid w:val="00472939"/>
    <w:rsid w:val="004733BA"/>
    <w:rsid w:val="00473665"/>
    <w:rsid w:val="004736A8"/>
    <w:rsid w:val="00473707"/>
    <w:rsid w:val="004738DB"/>
    <w:rsid w:val="00473961"/>
    <w:rsid w:val="00473C63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14F"/>
    <w:rsid w:val="0047722F"/>
    <w:rsid w:val="0047726D"/>
    <w:rsid w:val="00477742"/>
    <w:rsid w:val="00477783"/>
    <w:rsid w:val="00477AB0"/>
    <w:rsid w:val="00477B20"/>
    <w:rsid w:val="00477C32"/>
    <w:rsid w:val="00477CAD"/>
    <w:rsid w:val="00480011"/>
    <w:rsid w:val="00480015"/>
    <w:rsid w:val="004801DB"/>
    <w:rsid w:val="00480507"/>
    <w:rsid w:val="00480665"/>
    <w:rsid w:val="004809A6"/>
    <w:rsid w:val="00480E51"/>
    <w:rsid w:val="00481BCD"/>
    <w:rsid w:val="00481C2A"/>
    <w:rsid w:val="00482075"/>
    <w:rsid w:val="004820DA"/>
    <w:rsid w:val="00482574"/>
    <w:rsid w:val="004827C1"/>
    <w:rsid w:val="00482D28"/>
    <w:rsid w:val="004833F3"/>
    <w:rsid w:val="0048399E"/>
    <w:rsid w:val="00483DF4"/>
    <w:rsid w:val="004846C8"/>
    <w:rsid w:val="00484841"/>
    <w:rsid w:val="00484D0B"/>
    <w:rsid w:val="00484F68"/>
    <w:rsid w:val="00486357"/>
    <w:rsid w:val="004864AE"/>
    <w:rsid w:val="00486564"/>
    <w:rsid w:val="004865E6"/>
    <w:rsid w:val="004867EF"/>
    <w:rsid w:val="00486EF1"/>
    <w:rsid w:val="00487035"/>
    <w:rsid w:val="0048707F"/>
    <w:rsid w:val="0048757D"/>
    <w:rsid w:val="0049021F"/>
    <w:rsid w:val="004903B5"/>
    <w:rsid w:val="004903EA"/>
    <w:rsid w:val="004906F0"/>
    <w:rsid w:val="00490ECE"/>
    <w:rsid w:val="004912CE"/>
    <w:rsid w:val="00491777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261"/>
    <w:rsid w:val="0049342E"/>
    <w:rsid w:val="004939B2"/>
    <w:rsid w:val="004939FA"/>
    <w:rsid w:val="00493BBB"/>
    <w:rsid w:val="00493E23"/>
    <w:rsid w:val="00493EEC"/>
    <w:rsid w:val="00494003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66E1"/>
    <w:rsid w:val="00496876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619"/>
    <w:rsid w:val="004A0859"/>
    <w:rsid w:val="004A0B01"/>
    <w:rsid w:val="004A0B56"/>
    <w:rsid w:val="004A0C6B"/>
    <w:rsid w:val="004A11D9"/>
    <w:rsid w:val="004A13F9"/>
    <w:rsid w:val="004A15B3"/>
    <w:rsid w:val="004A192C"/>
    <w:rsid w:val="004A19AE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B8"/>
    <w:rsid w:val="004A38AE"/>
    <w:rsid w:val="004A3B8B"/>
    <w:rsid w:val="004A451B"/>
    <w:rsid w:val="004A4701"/>
    <w:rsid w:val="004A472D"/>
    <w:rsid w:val="004A4878"/>
    <w:rsid w:val="004A4BF2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CC2"/>
    <w:rsid w:val="004A7FFA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02F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A2E"/>
    <w:rsid w:val="004B7CD2"/>
    <w:rsid w:val="004C008D"/>
    <w:rsid w:val="004C0906"/>
    <w:rsid w:val="004C0A80"/>
    <w:rsid w:val="004C0EB7"/>
    <w:rsid w:val="004C111A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6A9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57DB"/>
    <w:rsid w:val="004C677F"/>
    <w:rsid w:val="004C67F2"/>
    <w:rsid w:val="004C689E"/>
    <w:rsid w:val="004C68A5"/>
    <w:rsid w:val="004C6A2C"/>
    <w:rsid w:val="004C6BB0"/>
    <w:rsid w:val="004C6F0A"/>
    <w:rsid w:val="004C776C"/>
    <w:rsid w:val="004C779A"/>
    <w:rsid w:val="004C77C2"/>
    <w:rsid w:val="004D0024"/>
    <w:rsid w:val="004D037F"/>
    <w:rsid w:val="004D03B6"/>
    <w:rsid w:val="004D0526"/>
    <w:rsid w:val="004D0815"/>
    <w:rsid w:val="004D0996"/>
    <w:rsid w:val="004D0FF0"/>
    <w:rsid w:val="004D11F3"/>
    <w:rsid w:val="004D143E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6E0"/>
    <w:rsid w:val="004D48C8"/>
    <w:rsid w:val="004D4B67"/>
    <w:rsid w:val="004D4BE3"/>
    <w:rsid w:val="004D4D25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1E1"/>
    <w:rsid w:val="004D6666"/>
    <w:rsid w:val="004D676A"/>
    <w:rsid w:val="004D6979"/>
    <w:rsid w:val="004D6A47"/>
    <w:rsid w:val="004D6C41"/>
    <w:rsid w:val="004D6D83"/>
    <w:rsid w:val="004D6E16"/>
    <w:rsid w:val="004D6F95"/>
    <w:rsid w:val="004D700C"/>
    <w:rsid w:val="004D79A7"/>
    <w:rsid w:val="004D79FB"/>
    <w:rsid w:val="004D7D55"/>
    <w:rsid w:val="004D7EE3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209"/>
    <w:rsid w:val="004E13D8"/>
    <w:rsid w:val="004E14D4"/>
    <w:rsid w:val="004E1685"/>
    <w:rsid w:val="004E16B7"/>
    <w:rsid w:val="004E16F1"/>
    <w:rsid w:val="004E176F"/>
    <w:rsid w:val="004E1EE7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55B"/>
    <w:rsid w:val="004E58EC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E2D"/>
    <w:rsid w:val="004F104F"/>
    <w:rsid w:val="004F16AC"/>
    <w:rsid w:val="004F21A5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56"/>
    <w:rsid w:val="004F484D"/>
    <w:rsid w:val="004F48FB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603"/>
    <w:rsid w:val="004F56E0"/>
    <w:rsid w:val="004F590F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706A"/>
    <w:rsid w:val="004F7404"/>
    <w:rsid w:val="004F744C"/>
    <w:rsid w:val="004F778F"/>
    <w:rsid w:val="004F79F3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82F"/>
    <w:rsid w:val="00503A58"/>
    <w:rsid w:val="00503C4D"/>
    <w:rsid w:val="00503CAC"/>
    <w:rsid w:val="00503DAA"/>
    <w:rsid w:val="0050440C"/>
    <w:rsid w:val="0050442A"/>
    <w:rsid w:val="00504435"/>
    <w:rsid w:val="005044FA"/>
    <w:rsid w:val="005050C7"/>
    <w:rsid w:val="0050561D"/>
    <w:rsid w:val="00505938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5B3"/>
    <w:rsid w:val="00507677"/>
    <w:rsid w:val="005079CE"/>
    <w:rsid w:val="005104B5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153"/>
    <w:rsid w:val="00520466"/>
    <w:rsid w:val="0052063C"/>
    <w:rsid w:val="00520819"/>
    <w:rsid w:val="00520EA0"/>
    <w:rsid w:val="00520F7E"/>
    <w:rsid w:val="00520FBE"/>
    <w:rsid w:val="00520FD4"/>
    <w:rsid w:val="0052129D"/>
    <w:rsid w:val="0052172D"/>
    <w:rsid w:val="00521874"/>
    <w:rsid w:val="00521D45"/>
    <w:rsid w:val="00521FF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70F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7E9"/>
    <w:rsid w:val="00535A9D"/>
    <w:rsid w:val="00535AA2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0E32"/>
    <w:rsid w:val="0054143F"/>
    <w:rsid w:val="005414B5"/>
    <w:rsid w:val="0054189E"/>
    <w:rsid w:val="00541A4C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870"/>
    <w:rsid w:val="00543B6D"/>
    <w:rsid w:val="00544373"/>
    <w:rsid w:val="00544460"/>
    <w:rsid w:val="005446FB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7E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47F84"/>
    <w:rsid w:val="00550076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5BA"/>
    <w:rsid w:val="005516AA"/>
    <w:rsid w:val="0055174D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95"/>
    <w:rsid w:val="00553D54"/>
    <w:rsid w:val="00553DEA"/>
    <w:rsid w:val="00553E01"/>
    <w:rsid w:val="00554500"/>
    <w:rsid w:val="005546C0"/>
    <w:rsid w:val="005549A0"/>
    <w:rsid w:val="00554A42"/>
    <w:rsid w:val="00554E05"/>
    <w:rsid w:val="00554F04"/>
    <w:rsid w:val="0055505A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7086"/>
    <w:rsid w:val="00557975"/>
    <w:rsid w:val="00557B22"/>
    <w:rsid w:val="005604FC"/>
    <w:rsid w:val="00560559"/>
    <w:rsid w:val="00560726"/>
    <w:rsid w:val="00560BAB"/>
    <w:rsid w:val="00560C17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05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7E8"/>
    <w:rsid w:val="005658C9"/>
    <w:rsid w:val="005663B1"/>
    <w:rsid w:val="005667B7"/>
    <w:rsid w:val="00566898"/>
    <w:rsid w:val="00566909"/>
    <w:rsid w:val="00566922"/>
    <w:rsid w:val="00566D2A"/>
    <w:rsid w:val="005670D6"/>
    <w:rsid w:val="00567108"/>
    <w:rsid w:val="00567286"/>
    <w:rsid w:val="00567567"/>
    <w:rsid w:val="00567590"/>
    <w:rsid w:val="00567610"/>
    <w:rsid w:val="00567A66"/>
    <w:rsid w:val="00567BDC"/>
    <w:rsid w:val="00567C66"/>
    <w:rsid w:val="00570013"/>
    <w:rsid w:val="0057029F"/>
    <w:rsid w:val="005705AD"/>
    <w:rsid w:val="00570741"/>
    <w:rsid w:val="0057080A"/>
    <w:rsid w:val="00570A39"/>
    <w:rsid w:val="00570AB5"/>
    <w:rsid w:val="00570ED2"/>
    <w:rsid w:val="00570FE8"/>
    <w:rsid w:val="00571095"/>
    <w:rsid w:val="0057117B"/>
    <w:rsid w:val="00571570"/>
    <w:rsid w:val="00571BD0"/>
    <w:rsid w:val="00571DB0"/>
    <w:rsid w:val="00572062"/>
    <w:rsid w:val="0057212A"/>
    <w:rsid w:val="00572BA3"/>
    <w:rsid w:val="00572E95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D1"/>
    <w:rsid w:val="00575A90"/>
    <w:rsid w:val="00575C73"/>
    <w:rsid w:val="00575E53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681"/>
    <w:rsid w:val="00583ACD"/>
    <w:rsid w:val="005840D4"/>
    <w:rsid w:val="00584C12"/>
    <w:rsid w:val="00584D9B"/>
    <w:rsid w:val="00585889"/>
    <w:rsid w:val="00585938"/>
    <w:rsid w:val="0058598F"/>
    <w:rsid w:val="00585B63"/>
    <w:rsid w:val="00586762"/>
    <w:rsid w:val="00586D75"/>
    <w:rsid w:val="00586E03"/>
    <w:rsid w:val="00586E7D"/>
    <w:rsid w:val="00587310"/>
    <w:rsid w:val="00587419"/>
    <w:rsid w:val="00587F64"/>
    <w:rsid w:val="00590718"/>
    <w:rsid w:val="0059084D"/>
    <w:rsid w:val="00591359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47F"/>
    <w:rsid w:val="005935DA"/>
    <w:rsid w:val="0059362D"/>
    <w:rsid w:val="005936A1"/>
    <w:rsid w:val="005936AF"/>
    <w:rsid w:val="00593788"/>
    <w:rsid w:val="00593BB7"/>
    <w:rsid w:val="00593EFA"/>
    <w:rsid w:val="0059428F"/>
    <w:rsid w:val="005948C1"/>
    <w:rsid w:val="00594D5B"/>
    <w:rsid w:val="00595501"/>
    <w:rsid w:val="00595A16"/>
    <w:rsid w:val="005962EE"/>
    <w:rsid w:val="0059653B"/>
    <w:rsid w:val="00596845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FEF"/>
    <w:rsid w:val="005A00BD"/>
    <w:rsid w:val="005A0184"/>
    <w:rsid w:val="005A05F4"/>
    <w:rsid w:val="005A093C"/>
    <w:rsid w:val="005A0965"/>
    <w:rsid w:val="005A0CE1"/>
    <w:rsid w:val="005A0D81"/>
    <w:rsid w:val="005A0D83"/>
    <w:rsid w:val="005A0EB3"/>
    <w:rsid w:val="005A105B"/>
    <w:rsid w:val="005A1C58"/>
    <w:rsid w:val="005A201E"/>
    <w:rsid w:val="005A211D"/>
    <w:rsid w:val="005A2628"/>
    <w:rsid w:val="005A2963"/>
    <w:rsid w:val="005A29D0"/>
    <w:rsid w:val="005A2AC6"/>
    <w:rsid w:val="005A2D07"/>
    <w:rsid w:val="005A2DB4"/>
    <w:rsid w:val="005A2E49"/>
    <w:rsid w:val="005A30CD"/>
    <w:rsid w:val="005A3612"/>
    <w:rsid w:val="005A3642"/>
    <w:rsid w:val="005A394F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D61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0CB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3C2"/>
    <w:rsid w:val="005B47DF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C06ED"/>
    <w:rsid w:val="005C0747"/>
    <w:rsid w:val="005C0A5A"/>
    <w:rsid w:val="005C0CCF"/>
    <w:rsid w:val="005C1258"/>
    <w:rsid w:val="005C15DE"/>
    <w:rsid w:val="005C1A58"/>
    <w:rsid w:val="005C1CA7"/>
    <w:rsid w:val="005C1D49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6AA"/>
    <w:rsid w:val="005C46E4"/>
    <w:rsid w:val="005C471F"/>
    <w:rsid w:val="005C47B4"/>
    <w:rsid w:val="005C4A89"/>
    <w:rsid w:val="005C4BE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91F"/>
    <w:rsid w:val="005D4BF8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D7CE2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29B"/>
    <w:rsid w:val="005E3750"/>
    <w:rsid w:val="005E378D"/>
    <w:rsid w:val="005E3881"/>
    <w:rsid w:val="005E38CC"/>
    <w:rsid w:val="005E3A37"/>
    <w:rsid w:val="005E3F8D"/>
    <w:rsid w:val="005E40CB"/>
    <w:rsid w:val="005E44C6"/>
    <w:rsid w:val="005E45DC"/>
    <w:rsid w:val="005E4ADB"/>
    <w:rsid w:val="005E4B0D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55"/>
    <w:rsid w:val="005E711F"/>
    <w:rsid w:val="005E7724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C33"/>
    <w:rsid w:val="005F1C85"/>
    <w:rsid w:val="005F22D0"/>
    <w:rsid w:val="005F2812"/>
    <w:rsid w:val="005F2B55"/>
    <w:rsid w:val="005F2C7A"/>
    <w:rsid w:val="005F2FFF"/>
    <w:rsid w:val="005F300E"/>
    <w:rsid w:val="005F3032"/>
    <w:rsid w:val="005F3207"/>
    <w:rsid w:val="005F3818"/>
    <w:rsid w:val="005F3A8A"/>
    <w:rsid w:val="005F3AFE"/>
    <w:rsid w:val="005F3B1F"/>
    <w:rsid w:val="005F3E54"/>
    <w:rsid w:val="005F448E"/>
    <w:rsid w:val="005F45CB"/>
    <w:rsid w:val="005F4751"/>
    <w:rsid w:val="005F4B3B"/>
    <w:rsid w:val="005F4CF0"/>
    <w:rsid w:val="005F4D09"/>
    <w:rsid w:val="005F4EB9"/>
    <w:rsid w:val="005F4F1E"/>
    <w:rsid w:val="005F4F9D"/>
    <w:rsid w:val="005F52B8"/>
    <w:rsid w:val="005F5657"/>
    <w:rsid w:val="005F58BA"/>
    <w:rsid w:val="005F5CE7"/>
    <w:rsid w:val="005F5FF8"/>
    <w:rsid w:val="005F6382"/>
    <w:rsid w:val="005F6445"/>
    <w:rsid w:val="005F6554"/>
    <w:rsid w:val="005F6707"/>
    <w:rsid w:val="005F673A"/>
    <w:rsid w:val="005F702A"/>
    <w:rsid w:val="005F78FD"/>
    <w:rsid w:val="005F791A"/>
    <w:rsid w:val="005F7EBC"/>
    <w:rsid w:val="0060017B"/>
    <w:rsid w:val="00600225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BAC"/>
    <w:rsid w:val="00603BDE"/>
    <w:rsid w:val="00603E0A"/>
    <w:rsid w:val="00604088"/>
    <w:rsid w:val="00604120"/>
    <w:rsid w:val="0060433A"/>
    <w:rsid w:val="006043E3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DBC"/>
    <w:rsid w:val="006064A0"/>
    <w:rsid w:val="00606987"/>
    <w:rsid w:val="00606AF6"/>
    <w:rsid w:val="00606CFB"/>
    <w:rsid w:val="0060740F"/>
    <w:rsid w:val="0060745A"/>
    <w:rsid w:val="00607688"/>
    <w:rsid w:val="00607A6C"/>
    <w:rsid w:val="00607BB2"/>
    <w:rsid w:val="00610654"/>
    <w:rsid w:val="006106AC"/>
    <w:rsid w:val="00610B8B"/>
    <w:rsid w:val="00610C74"/>
    <w:rsid w:val="00610D74"/>
    <w:rsid w:val="00610E1C"/>
    <w:rsid w:val="006111FE"/>
    <w:rsid w:val="00611262"/>
    <w:rsid w:val="00611500"/>
    <w:rsid w:val="006118E4"/>
    <w:rsid w:val="00611DE1"/>
    <w:rsid w:val="0061222C"/>
    <w:rsid w:val="006125CD"/>
    <w:rsid w:val="0061269A"/>
    <w:rsid w:val="0061276E"/>
    <w:rsid w:val="00612A3C"/>
    <w:rsid w:val="00612DFE"/>
    <w:rsid w:val="00612EE2"/>
    <w:rsid w:val="00612F25"/>
    <w:rsid w:val="00613A30"/>
    <w:rsid w:val="00613B8F"/>
    <w:rsid w:val="00613DA6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080"/>
    <w:rsid w:val="00620195"/>
    <w:rsid w:val="00620510"/>
    <w:rsid w:val="00620A41"/>
    <w:rsid w:val="00620AA0"/>
    <w:rsid w:val="00621174"/>
    <w:rsid w:val="0062159F"/>
    <w:rsid w:val="006216FA"/>
    <w:rsid w:val="0062188A"/>
    <w:rsid w:val="00621955"/>
    <w:rsid w:val="0062197A"/>
    <w:rsid w:val="0062229E"/>
    <w:rsid w:val="0062244F"/>
    <w:rsid w:val="006227A2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B2D"/>
    <w:rsid w:val="00627BFC"/>
    <w:rsid w:val="00627E75"/>
    <w:rsid w:val="00630157"/>
    <w:rsid w:val="0063060A"/>
    <w:rsid w:val="006307E6"/>
    <w:rsid w:val="0063082B"/>
    <w:rsid w:val="00630DD4"/>
    <w:rsid w:val="00631089"/>
    <w:rsid w:val="006317AF"/>
    <w:rsid w:val="00631998"/>
    <w:rsid w:val="00631E7B"/>
    <w:rsid w:val="00631FEE"/>
    <w:rsid w:val="00632100"/>
    <w:rsid w:val="00632331"/>
    <w:rsid w:val="0063249E"/>
    <w:rsid w:val="00632725"/>
    <w:rsid w:val="00632C17"/>
    <w:rsid w:val="00632D46"/>
    <w:rsid w:val="00632F30"/>
    <w:rsid w:val="006334A3"/>
    <w:rsid w:val="00633538"/>
    <w:rsid w:val="006338A3"/>
    <w:rsid w:val="00633AB0"/>
    <w:rsid w:val="00633ADF"/>
    <w:rsid w:val="00633E1D"/>
    <w:rsid w:val="00633EEA"/>
    <w:rsid w:val="006348BF"/>
    <w:rsid w:val="00634AB0"/>
    <w:rsid w:val="0063572F"/>
    <w:rsid w:val="00635ACB"/>
    <w:rsid w:val="00635B5A"/>
    <w:rsid w:val="00635E61"/>
    <w:rsid w:val="00635F68"/>
    <w:rsid w:val="006361A7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2A5"/>
    <w:rsid w:val="00642851"/>
    <w:rsid w:val="00642A7B"/>
    <w:rsid w:val="00642EC6"/>
    <w:rsid w:val="0064318D"/>
    <w:rsid w:val="006431EA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3C6"/>
    <w:rsid w:val="0064540E"/>
    <w:rsid w:val="006456C9"/>
    <w:rsid w:val="006456F1"/>
    <w:rsid w:val="006458AC"/>
    <w:rsid w:val="00645E03"/>
    <w:rsid w:val="00645F7F"/>
    <w:rsid w:val="00645F8F"/>
    <w:rsid w:val="00646011"/>
    <w:rsid w:val="0064625B"/>
    <w:rsid w:val="006466A1"/>
    <w:rsid w:val="006467ED"/>
    <w:rsid w:val="00646AA6"/>
    <w:rsid w:val="00646B9A"/>
    <w:rsid w:val="00647431"/>
    <w:rsid w:val="006474E9"/>
    <w:rsid w:val="0064750F"/>
    <w:rsid w:val="0064763D"/>
    <w:rsid w:val="00647D26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88"/>
    <w:rsid w:val="00653435"/>
    <w:rsid w:val="006538BD"/>
    <w:rsid w:val="00653AF6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62A"/>
    <w:rsid w:val="006569C7"/>
    <w:rsid w:val="00656D30"/>
    <w:rsid w:val="00656F16"/>
    <w:rsid w:val="00657298"/>
    <w:rsid w:val="006573B1"/>
    <w:rsid w:val="006573DA"/>
    <w:rsid w:val="00657780"/>
    <w:rsid w:val="00657982"/>
    <w:rsid w:val="00657F16"/>
    <w:rsid w:val="00660696"/>
    <w:rsid w:val="00660870"/>
    <w:rsid w:val="00660AF9"/>
    <w:rsid w:val="00660E8C"/>
    <w:rsid w:val="00661097"/>
    <w:rsid w:val="0066110F"/>
    <w:rsid w:val="0066116B"/>
    <w:rsid w:val="00661256"/>
    <w:rsid w:val="00661474"/>
    <w:rsid w:val="00661567"/>
    <w:rsid w:val="006617B5"/>
    <w:rsid w:val="0066188B"/>
    <w:rsid w:val="00661D50"/>
    <w:rsid w:val="006625C7"/>
    <w:rsid w:val="006629D4"/>
    <w:rsid w:val="00662AA1"/>
    <w:rsid w:val="00662C0C"/>
    <w:rsid w:val="00662E2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2E2"/>
    <w:rsid w:val="00666479"/>
    <w:rsid w:val="00666848"/>
    <w:rsid w:val="00666BDA"/>
    <w:rsid w:val="00666D6B"/>
    <w:rsid w:val="006670FC"/>
    <w:rsid w:val="00667339"/>
    <w:rsid w:val="00667E5D"/>
    <w:rsid w:val="006700D4"/>
    <w:rsid w:val="006702DE"/>
    <w:rsid w:val="006704E3"/>
    <w:rsid w:val="006705C4"/>
    <w:rsid w:val="0067060A"/>
    <w:rsid w:val="00670681"/>
    <w:rsid w:val="006708E3"/>
    <w:rsid w:val="00670A05"/>
    <w:rsid w:val="00670A55"/>
    <w:rsid w:val="00670B1B"/>
    <w:rsid w:val="00670C57"/>
    <w:rsid w:val="00671066"/>
    <w:rsid w:val="0067150F"/>
    <w:rsid w:val="006716B8"/>
    <w:rsid w:val="00671D06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932"/>
    <w:rsid w:val="00675231"/>
    <w:rsid w:val="00675538"/>
    <w:rsid w:val="00675DEA"/>
    <w:rsid w:val="0067635E"/>
    <w:rsid w:val="00676523"/>
    <w:rsid w:val="006768DD"/>
    <w:rsid w:val="00676B55"/>
    <w:rsid w:val="00676D9D"/>
    <w:rsid w:val="00677112"/>
    <w:rsid w:val="006771FB"/>
    <w:rsid w:val="0067763B"/>
    <w:rsid w:val="00677FA6"/>
    <w:rsid w:val="00677FD1"/>
    <w:rsid w:val="0068003D"/>
    <w:rsid w:val="00680202"/>
    <w:rsid w:val="006804F6"/>
    <w:rsid w:val="00680627"/>
    <w:rsid w:val="00680629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20B7"/>
    <w:rsid w:val="00682645"/>
    <w:rsid w:val="006826BF"/>
    <w:rsid w:val="00682796"/>
    <w:rsid w:val="00682938"/>
    <w:rsid w:val="00682CDF"/>
    <w:rsid w:val="00683058"/>
    <w:rsid w:val="00683416"/>
    <w:rsid w:val="006836CC"/>
    <w:rsid w:val="0068370D"/>
    <w:rsid w:val="006837B2"/>
    <w:rsid w:val="00683818"/>
    <w:rsid w:val="00683E00"/>
    <w:rsid w:val="00683E28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589"/>
    <w:rsid w:val="00685638"/>
    <w:rsid w:val="006857A4"/>
    <w:rsid w:val="006858F9"/>
    <w:rsid w:val="00686005"/>
    <w:rsid w:val="00686249"/>
    <w:rsid w:val="00686289"/>
    <w:rsid w:val="00686A7A"/>
    <w:rsid w:val="00686FB7"/>
    <w:rsid w:val="006871A6"/>
    <w:rsid w:val="006872A5"/>
    <w:rsid w:val="006877A0"/>
    <w:rsid w:val="0069011E"/>
    <w:rsid w:val="00690124"/>
    <w:rsid w:val="00690218"/>
    <w:rsid w:val="00690248"/>
    <w:rsid w:val="0069029B"/>
    <w:rsid w:val="00690468"/>
    <w:rsid w:val="00690544"/>
    <w:rsid w:val="00690A54"/>
    <w:rsid w:val="00691646"/>
    <w:rsid w:val="00691892"/>
    <w:rsid w:val="006918FA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93E"/>
    <w:rsid w:val="00695B9B"/>
    <w:rsid w:val="00695C32"/>
    <w:rsid w:val="00696034"/>
    <w:rsid w:val="00696264"/>
    <w:rsid w:val="0069626A"/>
    <w:rsid w:val="00696896"/>
    <w:rsid w:val="00696EDA"/>
    <w:rsid w:val="0069767E"/>
    <w:rsid w:val="006976D9"/>
    <w:rsid w:val="00697E72"/>
    <w:rsid w:val="006A0626"/>
    <w:rsid w:val="006A076C"/>
    <w:rsid w:val="006A07CA"/>
    <w:rsid w:val="006A09A9"/>
    <w:rsid w:val="006A09B4"/>
    <w:rsid w:val="006A0AC0"/>
    <w:rsid w:val="006A0F26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4D5"/>
    <w:rsid w:val="006A27C3"/>
    <w:rsid w:val="006A2BD6"/>
    <w:rsid w:val="006A2CF7"/>
    <w:rsid w:val="006A2E7C"/>
    <w:rsid w:val="006A3033"/>
    <w:rsid w:val="006A3267"/>
    <w:rsid w:val="006A36E0"/>
    <w:rsid w:val="006A38A7"/>
    <w:rsid w:val="006A3935"/>
    <w:rsid w:val="006A3BFF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B9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06E"/>
    <w:rsid w:val="006B2581"/>
    <w:rsid w:val="006B2A60"/>
    <w:rsid w:val="006B2B83"/>
    <w:rsid w:val="006B3489"/>
    <w:rsid w:val="006B357E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E84"/>
    <w:rsid w:val="006B6118"/>
    <w:rsid w:val="006B61E2"/>
    <w:rsid w:val="006B646D"/>
    <w:rsid w:val="006B6576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40"/>
    <w:rsid w:val="006C24D9"/>
    <w:rsid w:val="006C24FD"/>
    <w:rsid w:val="006C2562"/>
    <w:rsid w:val="006C2CBC"/>
    <w:rsid w:val="006C30D8"/>
    <w:rsid w:val="006C30F8"/>
    <w:rsid w:val="006C3295"/>
    <w:rsid w:val="006C38CC"/>
    <w:rsid w:val="006C3E60"/>
    <w:rsid w:val="006C4012"/>
    <w:rsid w:val="006C478D"/>
    <w:rsid w:val="006C4850"/>
    <w:rsid w:val="006C4902"/>
    <w:rsid w:val="006C4B30"/>
    <w:rsid w:val="006C4B9F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10CE"/>
    <w:rsid w:val="006D1564"/>
    <w:rsid w:val="006D22DC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D91"/>
    <w:rsid w:val="006D424F"/>
    <w:rsid w:val="006D45DF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8B1"/>
    <w:rsid w:val="006D6B14"/>
    <w:rsid w:val="006D6B2A"/>
    <w:rsid w:val="006D6CB7"/>
    <w:rsid w:val="006D6D16"/>
    <w:rsid w:val="006D6E4B"/>
    <w:rsid w:val="006D6ECF"/>
    <w:rsid w:val="006D702B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806"/>
    <w:rsid w:val="006E0862"/>
    <w:rsid w:val="006E09E1"/>
    <w:rsid w:val="006E0F60"/>
    <w:rsid w:val="006E1216"/>
    <w:rsid w:val="006E170B"/>
    <w:rsid w:val="006E1A7A"/>
    <w:rsid w:val="006E1B7F"/>
    <w:rsid w:val="006E25B8"/>
    <w:rsid w:val="006E283C"/>
    <w:rsid w:val="006E29BC"/>
    <w:rsid w:val="006E2A6A"/>
    <w:rsid w:val="006E2BB9"/>
    <w:rsid w:val="006E2FC4"/>
    <w:rsid w:val="006E340F"/>
    <w:rsid w:val="006E350F"/>
    <w:rsid w:val="006E3917"/>
    <w:rsid w:val="006E3ABB"/>
    <w:rsid w:val="006E3CEE"/>
    <w:rsid w:val="006E3E30"/>
    <w:rsid w:val="006E413B"/>
    <w:rsid w:val="006E4496"/>
    <w:rsid w:val="006E47DB"/>
    <w:rsid w:val="006E4814"/>
    <w:rsid w:val="006E4CE3"/>
    <w:rsid w:val="006E4D2B"/>
    <w:rsid w:val="006E4E2E"/>
    <w:rsid w:val="006E4FE6"/>
    <w:rsid w:val="006E53EE"/>
    <w:rsid w:val="006E5901"/>
    <w:rsid w:val="006E6070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458"/>
    <w:rsid w:val="006F352D"/>
    <w:rsid w:val="006F3B4A"/>
    <w:rsid w:val="006F3C16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8"/>
    <w:rsid w:val="006F613C"/>
    <w:rsid w:val="006F62B3"/>
    <w:rsid w:val="006F67F0"/>
    <w:rsid w:val="006F6885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A20"/>
    <w:rsid w:val="00702C40"/>
    <w:rsid w:val="007030E6"/>
    <w:rsid w:val="0070328B"/>
    <w:rsid w:val="00703366"/>
    <w:rsid w:val="00703583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549A"/>
    <w:rsid w:val="0070562B"/>
    <w:rsid w:val="00705CC1"/>
    <w:rsid w:val="00705EDA"/>
    <w:rsid w:val="0070604A"/>
    <w:rsid w:val="00706261"/>
    <w:rsid w:val="00706858"/>
    <w:rsid w:val="00706C39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993"/>
    <w:rsid w:val="00711F23"/>
    <w:rsid w:val="00712008"/>
    <w:rsid w:val="0071205B"/>
    <w:rsid w:val="0071229A"/>
    <w:rsid w:val="00712662"/>
    <w:rsid w:val="007126F5"/>
    <w:rsid w:val="00712910"/>
    <w:rsid w:val="00712AA0"/>
    <w:rsid w:val="00712F28"/>
    <w:rsid w:val="00712F2B"/>
    <w:rsid w:val="00713430"/>
    <w:rsid w:val="00713A70"/>
    <w:rsid w:val="00713C0C"/>
    <w:rsid w:val="00713FF7"/>
    <w:rsid w:val="007142C7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1B6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6146"/>
    <w:rsid w:val="00726190"/>
    <w:rsid w:val="0072652B"/>
    <w:rsid w:val="0072678D"/>
    <w:rsid w:val="00726EAA"/>
    <w:rsid w:val="00727132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4CE"/>
    <w:rsid w:val="00730838"/>
    <w:rsid w:val="00730B67"/>
    <w:rsid w:val="00730DC2"/>
    <w:rsid w:val="00731180"/>
    <w:rsid w:val="007315D3"/>
    <w:rsid w:val="007318D3"/>
    <w:rsid w:val="00731954"/>
    <w:rsid w:val="00731D02"/>
    <w:rsid w:val="007328AB"/>
    <w:rsid w:val="0073345A"/>
    <w:rsid w:val="00733CA3"/>
    <w:rsid w:val="00733E7B"/>
    <w:rsid w:val="00733F4C"/>
    <w:rsid w:val="0073451B"/>
    <w:rsid w:val="0073456B"/>
    <w:rsid w:val="00734F25"/>
    <w:rsid w:val="0073506D"/>
    <w:rsid w:val="00735424"/>
    <w:rsid w:val="007354CE"/>
    <w:rsid w:val="0073562C"/>
    <w:rsid w:val="00735875"/>
    <w:rsid w:val="00735987"/>
    <w:rsid w:val="007359AD"/>
    <w:rsid w:val="00735A79"/>
    <w:rsid w:val="00735A7F"/>
    <w:rsid w:val="00735B08"/>
    <w:rsid w:val="00735B4B"/>
    <w:rsid w:val="00735C37"/>
    <w:rsid w:val="00736287"/>
    <w:rsid w:val="007362B2"/>
    <w:rsid w:val="00736628"/>
    <w:rsid w:val="00736850"/>
    <w:rsid w:val="00736EC4"/>
    <w:rsid w:val="00736EF1"/>
    <w:rsid w:val="00736FFA"/>
    <w:rsid w:val="0073719D"/>
    <w:rsid w:val="00737941"/>
    <w:rsid w:val="00737AE1"/>
    <w:rsid w:val="00737CE0"/>
    <w:rsid w:val="007401BB"/>
    <w:rsid w:val="00740565"/>
    <w:rsid w:val="00740B24"/>
    <w:rsid w:val="00740BF1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79"/>
    <w:rsid w:val="00744A01"/>
    <w:rsid w:val="007454B5"/>
    <w:rsid w:val="00745654"/>
    <w:rsid w:val="00745965"/>
    <w:rsid w:val="00745C03"/>
    <w:rsid w:val="00745D39"/>
    <w:rsid w:val="007463EE"/>
    <w:rsid w:val="00746779"/>
    <w:rsid w:val="007468D6"/>
    <w:rsid w:val="007468D7"/>
    <w:rsid w:val="00746BC3"/>
    <w:rsid w:val="0074733C"/>
    <w:rsid w:val="007473D9"/>
    <w:rsid w:val="007476D7"/>
    <w:rsid w:val="00747791"/>
    <w:rsid w:val="00747C7F"/>
    <w:rsid w:val="00747FFD"/>
    <w:rsid w:val="00750201"/>
    <w:rsid w:val="00750453"/>
    <w:rsid w:val="00750C8D"/>
    <w:rsid w:val="00750F5A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EA5"/>
    <w:rsid w:val="00754FC7"/>
    <w:rsid w:val="0075532F"/>
    <w:rsid w:val="00755482"/>
    <w:rsid w:val="007554EE"/>
    <w:rsid w:val="0075553F"/>
    <w:rsid w:val="00755A0F"/>
    <w:rsid w:val="00755E4C"/>
    <w:rsid w:val="007563F9"/>
    <w:rsid w:val="007564BF"/>
    <w:rsid w:val="00756622"/>
    <w:rsid w:val="00756665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A57"/>
    <w:rsid w:val="00761AE4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A30"/>
    <w:rsid w:val="00765B34"/>
    <w:rsid w:val="00765CF2"/>
    <w:rsid w:val="00765F06"/>
    <w:rsid w:val="00765F36"/>
    <w:rsid w:val="0076606A"/>
    <w:rsid w:val="007660BB"/>
    <w:rsid w:val="007664B1"/>
    <w:rsid w:val="00766D26"/>
    <w:rsid w:val="007673D7"/>
    <w:rsid w:val="007675B5"/>
    <w:rsid w:val="00767838"/>
    <w:rsid w:val="00767E44"/>
    <w:rsid w:val="007703AA"/>
    <w:rsid w:val="00770422"/>
    <w:rsid w:val="00770566"/>
    <w:rsid w:val="00770B08"/>
    <w:rsid w:val="00770CF9"/>
    <w:rsid w:val="00770DE5"/>
    <w:rsid w:val="00771048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4B"/>
    <w:rsid w:val="007737F9"/>
    <w:rsid w:val="00773D1E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669"/>
    <w:rsid w:val="007828DE"/>
    <w:rsid w:val="00782AD9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545"/>
    <w:rsid w:val="00786BC0"/>
    <w:rsid w:val="007871F7"/>
    <w:rsid w:val="00787390"/>
    <w:rsid w:val="00787477"/>
    <w:rsid w:val="00787579"/>
    <w:rsid w:val="00787617"/>
    <w:rsid w:val="00787683"/>
    <w:rsid w:val="007877F7"/>
    <w:rsid w:val="00787B56"/>
    <w:rsid w:val="00787B65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D70"/>
    <w:rsid w:val="00791DD7"/>
    <w:rsid w:val="00791E8C"/>
    <w:rsid w:val="007925AD"/>
    <w:rsid w:val="007925B8"/>
    <w:rsid w:val="00792662"/>
    <w:rsid w:val="007928E7"/>
    <w:rsid w:val="007930BA"/>
    <w:rsid w:val="00793200"/>
    <w:rsid w:val="00793293"/>
    <w:rsid w:val="00793463"/>
    <w:rsid w:val="007937CD"/>
    <w:rsid w:val="00793902"/>
    <w:rsid w:val="0079394E"/>
    <w:rsid w:val="00793C1D"/>
    <w:rsid w:val="00793D9F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61B"/>
    <w:rsid w:val="00795810"/>
    <w:rsid w:val="00795920"/>
    <w:rsid w:val="00796042"/>
    <w:rsid w:val="0079643C"/>
    <w:rsid w:val="00796898"/>
    <w:rsid w:val="007969A2"/>
    <w:rsid w:val="00796C1E"/>
    <w:rsid w:val="00796D5D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4C9"/>
    <w:rsid w:val="007A6593"/>
    <w:rsid w:val="007A6941"/>
    <w:rsid w:val="007A6AE2"/>
    <w:rsid w:val="007A6CBF"/>
    <w:rsid w:val="007A71DD"/>
    <w:rsid w:val="007A7452"/>
    <w:rsid w:val="007A7562"/>
    <w:rsid w:val="007A7737"/>
    <w:rsid w:val="007A7980"/>
    <w:rsid w:val="007A7CA8"/>
    <w:rsid w:val="007B0009"/>
    <w:rsid w:val="007B0928"/>
    <w:rsid w:val="007B09EE"/>
    <w:rsid w:val="007B0AC0"/>
    <w:rsid w:val="007B0CCD"/>
    <w:rsid w:val="007B0D48"/>
    <w:rsid w:val="007B100A"/>
    <w:rsid w:val="007B1271"/>
    <w:rsid w:val="007B13CB"/>
    <w:rsid w:val="007B1693"/>
    <w:rsid w:val="007B1BBE"/>
    <w:rsid w:val="007B2389"/>
    <w:rsid w:val="007B23E6"/>
    <w:rsid w:val="007B29C9"/>
    <w:rsid w:val="007B2EEA"/>
    <w:rsid w:val="007B34C7"/>
    <w:rsid w:val="007B3D56"/>
    <w:rsid w:val="007B3FF4"/>
    <w:rsid w:val="007B40EA"/>
    <w:rsid w:val="007B449B"/>
    <w:rsid w:val="007B46AF"/>
    <w:rsid w:val="007B48AA"/>
    <w:rsid w:val="007B4B8D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506"/>
    <w:rsid w:val="007B760D"/>
    <w:rsid w:val="007B7628"/>
    <w:rsid w:val="007B7749"/>
    <w:rsid w:val="007B7A9A"/>
    <w:rsid w:val="007B7D49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D0"/>
    <w:rsid w:val="007C5FBD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527"/>
    <w:rsid w:val="007D0668"/>
    <w:rsid w:val="007D0799"/>
    <w:rsid w:val="007D08C6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04"/>
    <w:rsid w:val="007D2415"/>
    <w:rsid w:val="007D26F1"/>
    <w:rsid w:val="007D2E96"/>
    <w:rsid w:val="007D3287"/>
    <w:rsid w:val="007D337C"/>
    <w:rsid w:val="007D34B9"/>
    <w:rsid w:val="007D39D1"/>
    <w:rsid w:val="007D3B09"/>
    <w:rsid w:val="007D3E25"/>
    <w:rsid w:val="007D4636"/>
    <w:rsid w:val="007D4985"/>
    <w:rsid w:val="007D4B2E"/>
    <w:rsid w:val="007D52AE"/>
    <w:rsid w:val="007D5694"/>
    <w:rsid w:val="007D5925"/>
    <w:rsid w:val="007D5B68"/>
    <w:rsid w:val="007D5DD4"/>
    <w:rsid w:val="007D5E00"/>
    <w:rsid w:val="007D628D"/>
    <w:rsid w:val="007D6428"/>
    <w:rsid w:val="007D6447"/>
    <w:rsid w:val="007D6551"/>
    <w:rsid w:val="007D67B2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1BD"/>
    <w:rsid w:val="007E3616"/>
    <w:rsid w:val="007E3628"/>
    <w:rsid w:val="007E3A85"/>
    <w:rsid w:val="007E3F03"/>
    <w:rsid w:val="007E4357"/>
    <w:rsid w:val="007E4398"/>
    <w:rsid w:val="007E4C8A"/>
    <w:rsid w:val="007E4D11"/>
    <w:rsid w:val="007E5226"/>
    <w:rsid w:val="007E58BF"/>
    <w:rsid w:val="007E64C8"/>
    <w:rsid w:val="007E6744"/>
    <w:rsid w:val="007E67F2"/>
    <w:rsid w:val="007E683B"/>
    <w:rsid w:val="007E6A1F"/>
    <w:rsid w:val="007E6D01"/>
    <w:rsid w:val="007E6E05"/>
    <w:rsid w:val="007E709E"/>
    <w:rsid w:val="007E711C"/>
    <w:rsid w:val="007E72B5"/>
    <w:rsid w:val="007E752E"/>
    <w:rsid w:val="007E76B1"/>
    <w:rsid w:val="007E77A4"/>
    <w:rsid w:val="007E7851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8A6"/>
    <w:rsid w:val="007F1912"/>
    <w:rsid w:val="007F1D1C"/>
    <w:rsid w:val="007F1EFC"/>
    <w:rsid w:val="007F217C"/>
    <w:rsid w:val="007F2271"/>
    <w:rsid w:val="007F2470"/>
    <w:rsid w:val="007F3377"/>
    <w:rsid w:val="007F3615"/>
    <w:rsid w:val="007F3DA3"/>
    <w:rsid w:val="007F3DBE"/>
    <w:rsid w:val="007F3F72"/>
    <w:rsid w:val="007F3FAA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AFB"/>
    <w:rsid w:val="007F5BA5"/>
    <w:rsid w:val="007F5BF5"/>
    <w:rsid w:val="007F5CD3"/>
    <w:rsid w:val="007F60AD"/>
    <w:rsid w:val="007F63D7"/>
    <w:rsid w:val="007F6582"/>
    <w:rsid w:val="007F6796"/>
    <w:rsid w:val="007F6938"/>
    <w:rsid w:val="007F7A49"/>
    <w:rsid w:val="007F7B97"/>
    <w:rsid w:val="007F7E79"/>
    <w:rsid w:val="008001AE"/>
    <w:rsid w:val="0080026A"/>
    <w:rsid w:val="008005B6"/>
    <w:rsid w:val="00800608"/>
    <w:rsid w:val="00800A5D"/>
    <w:rsid w:val="00801180"/>
    <w:rsid w:val="008012F8"/>
    <w:rsid w:val="008015B4"/>
    <w:rsid w:val="00801672"/>
    <w:rsid w:val="00801CC6"/>
    <w:rsid w:val="00801CC9"/>
    <w:rsid w:val="00801F90"/>
    <w:rsid w:val="00802614"/>
    <w:rsid w:val="00802956"/>
    <w:rsid w:val="00802A03"/>
    <w:rsid w:val="0080314E"/>
    <w:rsid w:val="00803744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BB7"/>
    <w:rsid w:val="00804F53"/>
    <w:rsid w:val="0080522B"/>
    <w:rsid w:val="00805484"/>
    <w:rsid w:val="00805589"/>
    <w:rsid w:val="00805C91"/>
    <w:rsid w:val="00805E6A"/>
    <w:rsid w:val="00805E6E"/>
    <w:rsid w:val="008062CB"/>
    <w:rsid w:val="008064F1"/>
    <w:rsid w:val="008067CF"/>
    <w:rsid w:val="00806A92"/>
    <w:rsid w:val="00806AD9"/>
    <w:rsid w:val="008074CC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A54"/>
    <w:rsid w:val="00811AEE"/>
    <w:rsid w:val="00811C3E"/>
    <w:rsid w:val="00811CC3"/>
    <w:rsid w:val="00811DA4"/>
    <w:rsid w:val="00812104"/>
    <w:rsid w:val="008125C0"/>
    <w:rsid w:val="00812724"/>
    <w:rsid w:val="0081274E"/>
    <w:rsid w:val="0081289C"/>
    <w:rsid w:val="00812C8B"/>
    <w:rsid w:val="00812E72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E95"/>
    <w:rsid w:val="008151C9"/>
    <w:rsid w:val="0081531F"/>
    <w:rsid w:val="0081534A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1C5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220"/>
    <w:rsid w:val="008232C7"/>
    <w:rsid w:val="008235E9"/>
    <w:rsid w:val="00823D3D"/>
    <w:rsid w:val="00823FA9"/>
    <w:rsid w:val="008244CC"/>
    <w:rsid w:val="0082450A"/>
    <w:rsid w:val="008245E9"/>
    <w:rsid w:val="00824A5F"/>
    <w:rsid w:val="008254B1"/>
    <w:rsid w:val="00825AF8"/>
    <w:rsid w:val="00825CD2"/>
    <w:rsid w:val="008260AE"/>
    <w:rsid w:val="008262A6"/>
    <w:rsid w:val="0082630F"/>
    <w:rsid w:val="00826883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976"/>
    <w:rsid w:val="00832A18"/>
    <w:rsid w:val="008330B7"/>
    <w:rsid w:val="0083325D"/>
    <w:rsid w:val="00833358"/>
    <w:rsid w:val="0083365C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6FC"/>
    <w:rsid w:val="0083572A"/>
    <w:rsid w:val="00835ACB"/>
    <w:rsid w:val="0083610F"/>
    <w:rsid w:val="0083635A"/>
    <w:rsid w:val="00836544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C45"/>
    <w:rsid w:val="008445D4"/>
    <w:rsid w:val="0084483B"/>
    <w:rsid w:val="008449EB"/>
    <w:rsid w:val="00844FEC"/>
    <w:rsid w:val="008451F9"/>
    <w:rsid w:val="008455E8"/>
    <w:rsid w:val="008456A5"/>
    <w:rsid w:val="0084583D"/>
    <w:rsid w:val="008459E0"/>
    <w:rsid w:val="0084616D"/>
    <w:rsid w:val="00846351"/>
    <w:rsid w:val="00846B4D"/>
    <w:rsid w:val="00846F14"/>
    <w:rsid w:val="008473D3"/>
    <w:rsid w:val="008473F2"/>
    <w:rsid w:val="0084743F"/>
    <w:rsid w:val="0084773D"/>
    <w:rsid w:val="008479BD"/>
    <w:rsid w:val="00847BA9"/>
    <w:rsid w:val="008501D2"/>
    <w:rsid w:val="0085070C"/>
    <w:rsid w:val="00850CC8"/>
    <w:rsid w:val="00850E65"/>
    <w:rsid w:val="008514BC"/>
    <w:rsid w:val="00851A2B"/>
    <w:rsid w:val="008527EA"/>
    <w:rsid w:val="00852E4E"/>
    <w:rsid w:val="0085354A"/>
    <w:rsid w:val="008539F8"/>
    <w:rsid w:val="00853A0A"/>
    <w:rsid w:val="00853DB6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FF5"/>
    <w:rsid w:val="00856151"/>
    <w:rsid w:val="00856272"/>
    <w:rsid w:val="0085633E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E55"/>
    <w:rsid w:val="00857EDF"/>
    <w:rsid w:val="00860098"/>
    <w:rsid w:val="008608C4"/>
    <w:rsid w:val="008608E9"/>
    <w:rsid w:val="00860C37"/>
    <w:rsid w:val="00860C4A"/>
    <w:rsid w:val="00860F75"/>
    <w:rsid w:val="0086148E"/>
    <w:rsid w:val="008614F2"/>
    <w:rsid w:val="00861553"/>
    <w:rsid w:val="00861B85"/>
    <w:rsid w:val="00861DD4"/>
    <w:rsid w:val="00861E15"/>
    <w:rsid w:val="00861E8D"/>
    <w:rsid w:val="00861F24"/>
    <w:rsid w:val="008624E5"/>
    <w:rsid w:val="0086270E"/>
    <w:rsid w:val="00862840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3D2"/>
    <w:rsid w:val="00864C7B"/>
    <w:rsid w:val="00864E7E"/>
    <w:rsid w:val="00865280"/>
    <w:rsid w:val="0086551B"/>
    <w:rsid w:val="00865554"/>
    <w:rsid w:val="00865DF8"/>
    <w:rsid w:val="008664EA"/>
    <w:rsid w:val="0086675D"/>
    <w:rsid w:val="00866A00"/>
    <w:rsid w:val="00866AB8"/>
    <w:rsid w:val="00866EF8"/>
    <w:rsid w:val="00866F7E"/>
    <w:rsid w:val="00867423"/>
    <w:rsid w:val="00867D96"/>
    <w:rsid w:val="00870485"/>
    <w:rsid w:val="00870523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B0A"/>
    <w:rsid w:val="00873D92"/>
    <w:rsid w:val="008744F1"/>
    <w:rsid w:val="00874963"/>
    <w:rsid w:val="00874D3B"/>
    <w:rsid w:val="00874DC1"/>
    <w:rsid w:val="00875229"/>
    <w:rsid w:val="008753E8"/>
    <w:rsid w:val="00875876"/>
    <w:rsid w:val="00875B60"/>
    <w:rsid w:val="00875D99"/>
    <w:rsid w:val="00876121"/>
    <w:rsid w:val="0087634E"/>
    <w:rsid w:val="00876426"/>
    <w:rsid w:val="008768DF"/>
    <w:rsid w:val="00877002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BE0"/>
    <w:rsid w:val="0088104F"/>
    <w:rsid w:val="00881097"/>
    <w:rsid w:val="00881361"/>
    <w:rsid w:val="0088136D"/>
    <w:rsid w:val="00881401"/>
    <w:rsid w:val="0088186F"/>
    <w:rsid w:val="00881923"/>
    <w:rsid w:val="00881BF0"/>
    <w:rsid w:val="00881D09"/>
    <w:rsid w:val="00881D0C"/>
    <w:rsid w:val="00881D3F"/>
    <w:rsid w:val="00881E27"/>
    <w:rsid w:val="008827C3"/>
    <w:rsid w:val="0088287D"/>
    <w:rsid w:val="00882DE4"/>
    <w:rsid w:val="00882FB4"/>
    <w:rsid w:val="0088349D"/>
    <w:rsid w:val="00883BB2"/>
    <w:rsid w:val="00883EB0"/>
    <w:rsid w:val="00883F38"/>
    <w:rsid w:val="008842F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7508"/>
    <w:rsid w:val="00887729"/>
    <w:rsid w:val="00887AFD"/>
    <w:rsid w:val="00887FE0"/>
    <w:rsid w:val="00890077"/>
    <w:rsid w:val="008905BA"/>
    <w:rsid w:val="008905E7"/>
    <w:rsid w:val="008907E6"/>
    <w:rsid w:val="008909E6"/>
    <w:rsid w:val="00890FA6"/>
    <w:rsid w:val="00891136"/>
    <w:rsid w:val="00891276"/>
    <w:rsid w:val="0089129A"/>
    <w:rsid w:val="00891426"/>
    <w:rsid w:val="00891758"/>
    <w:rsid w:val="008918FD"/>
    <w:rsid w:val="00891947"/>
    <w:rsid w:val="00891E92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9F"/>
    <w:rsid w:val="0089480C"/>
    <w:rsid w:val="00894C9E"/>
    <w:rsid w:val="00895418"/>
    <w:rsid w:val="0089566F"/>
    <w:rsid w:val="008956F4"/>
    <w:rsid w:val="00895715"/>
    <w:rsid w:val="008958D4"/>
    <w:rsid w:val="00895B38"/>
    <w:rsid w:val="00895DBA"/>
    <w:rsid w:val="00895E31"/>
    <w:rsid w:val="00895FE1"/>
    <w:rsid w:val="00896379"/>
    <w:rsid w:val="008965EA"/>
    <w:rsid w:val="00896BC9"/>
    <w:rsid w:val="00896C73"/>
    <w:rsid w:val="00896CE4"/>
    <w:rsid w:val="008970AB"/>
    <w:rsid w:val="008970E0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34A"/>
    <w:rsid w:val="008A1635"/>
    <w:rsid w:val="008A1881"/>
    <w:rsid w:val="008A1A2D"/>
    <w:rsid w:val="008A1B02"/>
    <w:rsid w:val="008A1CE6"/>
    <w:rsid w:val="008A1D74"/>
    <w:rsid w:val="008A227F"/>
    <w:rsid w:val="008A2B0A"/>
    <w:rsid w:val="008A2C52"/>
    <w:rsid w:val="008A2EF5"/>
    <w:rsid w:val="008A2F07"/>
    <w:rsid w:val="008A320C"/>
    <w:rsid w:val="008A4D8F"/>
    <w:rsid w:val="008A4D97"/>
    <w:rsid w:val="008A51AA"/>
    <w:rsid w:val="008A51B7"/>
    <w:rsid w:val="008A55C5"/>
    <w:rsid w:val="008A5E12"/>
    <w:rsid w:val="008A5F3E"/>
    <w:rsid w:val="008A5F7F"/>
    <w:rsid w:val="008A62CD"/>
    <w:rsid w:val="008A67DA"/>
    <w:rsid w:val="008A6E07"/>
    <w:rsid w:val="008A74F0"/>
    <w:rsid w:val="008A7A84"/>
    <w:rsid w:val="008A7B68"/>
    <w:rsid w:val="008A7B71"/>
    <w:rsid w:val="008A7CFF"/>
    <w:rsid w:val="008A7E1F"/>
    <w:rsid w:val="008B08B6"/>
    <w:rsid w:val="008B0AB1"/>
    <w:rsid w:val="008B0C30"/>
    <w:rsid w:val="008B0DF7"/>
    <w:rsid w:val="008B1740"/>
    <w:rsid w:val="008B1A65"/>
    <w:rsid w:val="008B1EB2"/>
    <w:rsid w:val="008B2134"/>
    <w:rsid w:val="008B233C"/>
    <w:rsid w:val="008B2E11"/>
    <w:rsid w:val="008B2F64"/>
    <w:rsid w:val="008B2FC9"/>
    <w:rsid w:val="008B33A9"/>
    <w:rsid w:val="008B3746"/>
    <w:rsid w:val="008B3C3B"/>
    <w:rsid w:val="008B3C8A"/>
    <w:rsid w:val="008B3D84"/>
    <w:rsid w:val="008B3F46"/>
    <w:rsid w:val="008B3F6C"/>
    <w:rsid w:val="008B4279"/>
    <w:rsid w:val="008B4590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1AD"/>
    <w:rsid w:val="008B6872"/>
    <w:rsid w:val="008B6916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4D4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B43"/>
    <w:rsid w:val="008C3DED"/>
    <w:rsid w:val="008C428A"/>
    <w:rsid w:val="008C45BC"/>
    <w:rsid w:val="008C4818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65"/>
    <w:rsid w:val="008C68C2"/>
    <w:rsid w:val="008C69C0"/>
    <w:rsid w:val="008C69D2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09"/>
    <w:rsid w:val="008D029C"/>
    <w:rsid w:val="008D039A"/>
    <w:rsid w:val="008D0425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A4"/>
    <w:rsid w:val="008D4066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50"/>
    <w:rsid w:val="008E2846"/>
    <w:rsid w:val="008E2C8B"/>
    <w:rsid w:val="008E2D4E"/>
    <w:rsid w:val="008E2F2C"/>
    <w:rsid w:val="008E31F1"/>
    <w:rsid w:val="008E3669"/>
    <w:rsid w:val="008E3932"/>
    <w:rsid w:val="008E3D64"/>
    <w:rsid w:val="008E3E7D"/>
    <w:rsid w:val="008E404F"/>
    <w:rsid w:val="008E40EF"/>
    <w:rsid w:val="008E457D"/>
    <w:rsid w:val="008E46B1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6FAE"/>
    <w:rsid w:val="008E757D"/>
    <w:rsid w:val="008E7659"/>
    <w:rsid w:val="008E7666"/>
    <w:rsid w:val="008E77B4"/>
    <w:rsid w:val="008E7BC5"/>
    <w:rsid w:val="008E7BF7"/>
    <w:rsid w:val="008E7DE5"/>
    <w:rsid w:val="008F0314"/>
    <w:rsid w:val="008F07A2"/>
    <w:rsid w:val="008F0A06"/>
    <w:rsid w:val="008F0BAB"/>
    <w:rsid w:val="008F0C3F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147"/>
    <w:rsid w:val="008F4274"/>
    <w:rsid w:val="008F446F"/>
    <w:rsid w:val="008F45A2"/>
    <w:rsid w:val="008F46FC"/>
    <w:rsid w:val="008F50E2"/>
    <w:rsid w:val="008F53A5"/>
    <w:rsid w:val="008F5826"/>
    <w:rsid w:val="008F5B86"/>
    <w:rsid w:val="008F5E93"/>
    <w:rsid w:val="008F5F3E"/>
    <w:rsid w:val="008F5F44"/>
    <w:rsid w:val="008F60E3"/>
    <w:rsid w:val="008F616A"/>
    <w:rsid w:val="008F6286"/>
    <w:rsid w:val="008F63C9"/>
    <w:rsid w:val="008F6562"/>
    <w:rsid w:val="008F6647"/>
    <w:rsid w:val="008F69ED"/>
    <w:rsid w:val="008F6C5D"/>
    <w:rsid w:val="008F705C"/>
    <w:rsid w:val="008F71D2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E7"/>
    <w:rsid w:val="009007C9"/>
    <w:rsid w:val="00900ADA"/>
    <w:rsid w:val="00900C15"/>
    <w:rsid w:val="00900E8C"/>
    <w:rsid w:val="00900F3B"/>
    <w:rsid w:val="00901409"/>
    <w:rsid w:val="00901449"/>
    <w:rsid w:val="0090168F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998"/>
    <w:rsid w:val="009079C6"/>
    <w:rsid w:val="009100A0"/>
    <w:rsid w:val="009100F6"/>
    <w:rsid w:val="009100F8"/>
    <w:rsid w:val="00910113"/>
    <w:rsid w:val="00910BAA"/>
    <w:rsid w:val="0091127C"/>
    <w:rsid w:val="0091155A"/>
    <w:rsid w:val="00911950"/>
    <w:rsid w:val="009119E8"/>
    <w:rsid w:val="00912170"/>
    <w:rsid w:val="00912650"/>
    <w:rsid w:val="009127FF"/>
    <w:rsid w:val="00912D11"/>
    <w:rsid w:val="00912E66"/>
    <w:rsid w:val="00913867"/>
    <w:rsid w:val="009139C2"/>
    <w:rsid w:val="00913A74"/>
    <w:rsid w:val="00914607"/>
    <w:rsid w:val="0091464F"/>
    <w:rsid w:val="0091475A"/>
    <w:rsid w:val="009147D9"/>
    <w:rsid w:val="00914819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2FD"/>
    <w:rsid w:val="00916A1D"/>
    <w:rsid w:val="00916AA3"/>
    <w:rsid w:val="0091741D"/>
    <w:rsid w:val="00917BD2"/>
    <w:rsid w:val="00920767"/>
    <w:rsid w:val="00920A08"/>
    <w:rsid w:val="00920DD9"/>
    <w:rsid w:val="00920EC8"/>
    <w:rsid w:val="00920F45"/>
    <w:rsid w:val="00921341"/>
    <w:rsid w:val="00921539"/>
    <w:rsid w:val="00922328"/>
    <w:rsid w:val="00922338"/>
    <w:rsid w:val="009223D9"/>
    <w:rsid w:val="0092243B"/>
    <w:rsid w:val="00922FCB"/>
    <w:rsid w:val="00923452"/>
    <w:rsid w:val="00923552"/>
    <w:rsid w:val="0092359E"/>
    <w:rsid w:val="00923B91"/>
    <w:rsid w:val="00923D8D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3EF7"/>
    <w:rsid w:val="0093409B"/>
    <w:rsid w:val="009340D7"/>
    <w:rsid w:val="009343B7"/>
    <w:rsid w:val="00934B10"/>
    <w:rsid w:val="00935145"/>
    <w:rsid w:val="0093519D"/>
    <w:rsid w:val="009352C5"/>
    <w:rsid w:val="0093545B"/>
    <w:rsid w:val="0093554F"/>
    <w:rsid w:val="009355CA"/>
    <w:rsid w:val="0093569F"/>
    <w:rsid w:val="0093607D"/>
    <w:rsid w:val="0093639F"/>
    <w:rsid w:val="009365D3"/>
    <w:rsid w:val="009368AA"/>
    <w:rsid w:val="00936D9E"/>
    <w:rsid w:val="0093745A"/>
    <w:rsid w:val="00937E16"/>
    <w:rsid w:val="009400B3"/>
    <w:rsid w:val="00940207"/>
    <w:rsid w:val="009403A9"/>
    <w:rsid w:val="00940698"/>
    <w:rsid w:val="00940E53"/>
    <w:rsid w:val="009411BE"/>
    <w:rsid w:val="00941ACC"/>
    <w:rsid w:val="00941C26"/>
    <w:rsid w:val="00942320"/>
    <w:rsid w:val="009423A1"/>
    <w:rsid w:val="00942587"/>
    <w:rsid w:val="00942973"/>
    <w:rsid w:val="009429F6"/>
    <w:rsid w:val="00942ABC"/>
    <w:rsid w:val="00942DC2"/>
    <w:rsid w:val="00942EF2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986"/>
    <w:rsid w:val="00945C99"/>
    <w:rsid w:val="009460EE"/>
    <w:rsid w:val="00946175"/>
    <w:rsid w:val="00946233"/>
    <w:rsid w:val="00946686"/>
    <w:rsid w:val="009466D1"/>
    <w:rsid w:val="00946A98"/>
    <w:rsid w:val="009471CF"/>
    <w:rsid w:val="009472D2"/>
    <w:rsid w:val="0094776C"/>
    <w:rsid w:val="00947775"/>
    <w:rsid w:val="00947EC8"/>
    <w:rsid w:val="0095036E"/>
    <w:rsid w:val="009509B5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302C"/>
    <w:rsid w:val="0095350F"/>
    <w:rsid w:val="0095379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361"/>
    <w:rsid w:val="00956543"/>
    <w:rsid w:val="00956760"/>
    <w:rsid w:val="009570D7"/>
    <w:rsid w:val="00957308"/>
    <w:rsid w:val="009573AB"/>
    <w:rsid w:val="009578F3"/>
    <w:rsid w:val="00957BAC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BB8"/>
    <w:rsid w:val="00961CC0"/>
    <w:rsid w:val="00961CE0"/>
    <w:rsid w:val="00961D52"/>
    <w:rsid w:val="00961E25"/>
    <w:rsid w:val="00962649"/>
    <w:rsid w:val="00962833"/>
    <w:rsid w:val="0096283A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541"/>
    <w:rsid w:val="0096570A"/>
    <w:rsid w:val="00965D1B"/>
    <w:rsid w:val="00965D63"/>
    <w:rsid w:val="00966746"/>
    <w:rsid w:val="00966988"/>
    <w:rsid w:val="00966BC4"/>
    <w:rsid w:val="00966FF5"/>
    <w:rsid w:val="00967048"/>
    <w:rsid w:val="009675C9"/>
    <w:rsid w:val="009677C2"/>
    <w:rsid w:val="0096783D"/>
    <w:rsid w:val="009678D7"/>
    <w:rsid w:val="00967B16"/>
    <w:rsid w:val="00967B35"/>
    <w:rsid w:val="00967D47"/>
    <w:rsid w:val="00967DF3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401"/>
    <w:rsid w:val="00973DBA"/>
    <w:rsid w:val="00974020"/>
    <w:rsid w:val="00974515"/>
    <w:rsid w:val="0097458D"/>
    <w:rsid w:val="009748D4"/>
    <w:rsid w:val="00974A17"/>
    <w:rsid w:val="00974AEA"/>
    <w:rsid w:val="00974E4A"/>
    <w:rsid w:val="00974FC5"/>
    <w:rsid w:val="00975827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75"/>
    <w:rsid w:val="009778D3"/>
    <w:rsid w:val="009779F7"/>
    <w:rsid w:val="0098038D"/>
    <w:rsid w:val="00980737"/>
    <w:rsid w:val="00980CD0"/>
    <w:rsid w:val="00980DFB"/>
    <w:rsid w:val="00980E8A"/>
    <w:rsid w:val="00980ED5"/>
    <w:rsid w:val="00980F20"/>
    <w:rsid w:val="009813DB"/>
    <w:rsid w:val="0098178C"/>
    <w:rsid w:val="00981852"/>
    <w:rsid w:val="00981883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EDC"/>
    <w:rsid w:val="0098557A"/>
    <w:rsid w:val="0098571E"/>
    <w:rsid w:val="00985CD8"/>
    <w:rsid w:val="009862BD"/>
    <w:rsid w:val="009868FA"/>
    <w:rsid w:val="00986BBF"/>
    <w:rsid w:val="00986D71"/>
    <w:rsid w:val="00986E10"/>
    <w:rsid w:val="00986F54"/>
    <w:rsid w:val="009873F3"/>
    <w:rsid w:val="00987412"/>
    <w:rsid w:val="00987468"/>
    <w:rsid w:val="00987AF3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0A"/>
    <w:rsid w:val="00993E24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97666"/>
    <w:rsid w:val="009A00D8"/>
    <w:rsid w:val="009A011B"/>
    <w:rsid w:val="009A02EA"/>
    <w:rsid w:val="009A0355"/>
    <w:rsid w:val="009A036E"/>
    <w:rsid w:val="009A07A7"/>
    <w:rsid w:val="009A0EB6"/>
    <w:rsid w:val="009A10A7"/>
    <w:rsid w:val="009A10FA"/>
    <w:rsid w:val="009A114D"/>
    <w:rsid w:val="009A17FE"/>
    <w:rsid w:val="009A1AA2"/>
    <w:rsid w:val="009A1ED0"/>
    <w:rsid w:val="009A1F98"/>
    <w:rsid w:val="009A1FC2"/>
    <w:rsid w:val="009A2169"/>
    <w:rsid w:val="009A2879"/>
    <w:rsid w:val="009A2A6C"/>
    <w:rsid w:val="009A2B02"/>
    <w:rsid w:val="009A2B93"/>
    <w:rsid w:val="009A3386"/>
    <w:rsid w:val="009A3463"/>
    <w:rsid w:val="009A35CD"/>
    <w:rsid w:val="009A3642"/>
    <w:rsid w:val="009A3AFE"/>
    <w:rsid w:val="009A3BB3"/>
    <w:rsid w:val="009A3CB8"/>
    <w:rsid w:val="009A4005"/>
    <w:rsid w:val="009A40DD"/>
    <w:rsid w:val="009A426B"/>
    <w:rsid w:val="009A4306"/>
    <w:rsid w:val="009A4360"/>
    <w:rsid w:val="009A4385"/>
    <w:rsid w:val="009A46CA"/>
    <w:rsid w:val="009A4835"/>
    <w:rsid w:val="009A4B48"/>
    <w:rsid w:val="009A4D72"/>
    <w:rsid w:val="009A5179"/>
    <w:rsid w:val="009A5229"/>
    <w:rsid w:val="009A5281"/>
    <w:rsid w:val="009A534C"/>
    <w:rsid w:val="009A5393"/>
    <w:rsid w:val="009A5432"/>
    <w:rsid w:val="009A5495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71C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35E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E6A"/>
    <w:rsid w:val="009B5F40"/>
    <w:rsid w:val="009B60E3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1021"/>
    <w:rsid w:val="009C10A4"/>
    <w:rsid w:val="009C110B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07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DE4"/>
    <w:rsid w:val="009C606D"/>
    <w:rsid w:val="009C61B3"/>
    <w:rsid w:val="009C6B02"/>
    <w:rsid w:val="009C6C07"/>
    <w:rsid w:val="009C707E"/>
    <w:rsid w:val="009C7369"/>
    <w:rsid w:val="009C73F3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30DA"/>
    <w:rsid w:val="009D328F"/>
    <w:rsid w:val="009D32B9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8FC"/>
    <w:rsid w:val="009D5C85"/>
    <w:rsid w:val="009D5E31"/>
    <w:rsid w:val="009D6092"/>
    <w:rsid w:val="009D61E5"/>
    <w:rsid w:val="009D6253"/>
    <w:rsid w:val="009D631D"/>
    <w:rsid w:val="009D6836"/>
    <w:rsid w:val="009D6B50"/>
    <w:rsid w:val="009D6DFF"/>
    <w:rsid w:val="009D71DA"/>
    <w:rsid w:val="009D783A"/>
    <w:rsid w:val="009D7D4E"/>
    <w:rsid w:val="009D7DA8"/>
    <w:rsid w:val="009D7DC8"/>
    <w:rsid w:val="009E0073"/>
    <w:rsid w:val="009E033C"/>
    <w:rsid w:val="009E0579"/>
    <w:rsid w:val="009E07A7"/>
    <w:rsid w:val="009E105A"/>
    <w:rsid w:val="009E14C7"/>
    <w:rsid w:val="009E1556"/>
    <w:rsid w:val="009E1771"/>
    <w:rsid w:val="009E17B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A98"/>
    <w:rsid w:val="009F0AAB"/>
    <w:rsid w:val="009F13DF"/>
    <w:rsid w:val="009F1533"/>
    <w:rsid w:val="009F163D"/>
    <w:rsid w:val="009F1905"/>
    <w:rsid w:val="009F1C89"/>
    <w:rsid w:val="009F1EB3"/>
    <w:rsid w:val="009F1F22"/>
    <w:rsid w:val="009F2616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7D8"/>
    <w:rsid w:val="009F3A05"/>
    <w:rsid w:val="009F3CFE"/>
    <w:rsid w:val="009F4C7D"/>
    <w:rsid w:val="009F4CF7"/>
    <w:rsid w:val="009F5B93"/>
    <w:rsid w:val="009F5D4D"/>
    <w:rsid w:val="009F5DD9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F57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A7E"/>
    <w:rsid w:val="00A0300F"/>
    <w:rsid w:val="00A03123"/>
    <w:rsid w:val="00A031CA"/>
    <w:rsid w:val="00A0338D"/>
    <w:rsid w:val="00A033D0"/>
    <w:rsid w:val="00A03849"/>
    <w:rsid w:val="00A03EBD"/>
    <w:rsid w:val="00A04081"/>
    <w:rsid w:val="00A04094"/>
    <w:rsid w:val="00A04433"/>
    <w:rsid w:val="00A044DD"/>
    <w:rsid w:val="00A045E2"/>
    <w:rsid w:val="00A04BC0"/>
    <w:rsid w:val="00A04BC4"/>
    <w:rsid w:val="00A04C55"/>
    <w:rsid w:val="00A055C3"/>
    <w:rsid w:val="00A05686"/>
    <w:rsid w:val="00A05AB4"/>
    <w:rsid w:val="00A05B23"/>
    <w:rsid w:val="00A05B60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036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74A"/>
    <w:rsid w:val="00A12AB4"/>
    <w:rsid w:val="00A12D3C"/>
    <w:rsid w:val="00A12FD6"/>
    <w:rsid w:val="00A12FDA"/>
    <w:rsid w:val="00A1341F"/>
    <w:rsid w:val="00A13B1A"/>
    <w:rsid w:val="00A13C6E"/>
    <w:rsid w:val="00A13D57"/>
    <w:rsid w:val="00A14554"/>
    <w:rsid w:val="00A14712"/>
    <w:rsid w:val="00A14768"/>
    <w:rsid w:val="00A1489E"/>
    <w:rsid w:val="00A1494D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A95"/>
    <w:rsid w:val="00A16B40"/>
    <w:rsid w:val="00A16DBB"/>
    <w:rsid w:val="00A170D6"/>
    <w:rsid w:val="00A17506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161E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4E49"/>
    <w:rsid w:val="00A25120"/>
    <w:rsid w:val="00A25650"/>
    <w:rsid w:val="00A2589B"/>
    <w:rsid w:val="00A25C11"/>
    <w:rsid w:val="00A25EC5"/>
    <w:rsid w:val="00A268B8"/>
    <w:rsid w:val="00A2693C"/>
    <w:rsid w:val="00A26983"/>
    <w:rsid w:val="00A26D14"/>
    <w:rsid w:val="00A27081"/>
    <w:rsid w:val="00A270A1"/>
    <w:rsid w:val="00A27252"/>
    <w:rsid w:val="00A273AC"/>
    <w:rsid w:val="00A27607"/>
    <w:rsid w:val="00A27739"/>
    <w:rsid w:val="00A302F1"/>
    <w:rsid w:val="00A30384"/>
    <w:rsid w:val="00A305BE"/>
    <w:rsid w:val="00A309FE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5E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B96"/>
    <w:rsid w:val="00A37C3B"/>
    <w:rsid w:val="00A37C40"/>
    <w:rsid w:val="00A37C74"/>
    <w:rsid w:val="00A37CE6"/>
    <w:rsid w:val="00A37EEB"/>
    <w:rsid w:val="00A40329"/>
    <w:rsid w:val="00A40553"/>
    <w:rsid w:val="00A4071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F28"/>
    <w:rsid w:val="00A41F4A"/>
    <w:rsid w:val="00A41F6B"/>
    <w:rsid w:val="00A41FEC"/>
    <w:rsid w:val="00A42138"/>
    <w:rsid w:val="00A42152"/>
    <w:rsid w:val="00A428CB"/>
    <w:rsid w:val="00A429A7"/>
    <w:rsid w:val="00A42BE8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408A"/>
    <w:rsid w:val="00A443A9"/>
    <w:rsid w:val="00A446AB"/>
    <w:rsid w:val="00A44791"/>
    <w:rsid w:val="00A44883"/>
    <w:rsid w:val="00A44ADD"/>
    <w:rsid w:val="00A44D2C"/>
    <w:rsid w:val="00A44FA2"/>
    <w:rsid w:val="00A45518"/>
    <w:rsid w:val="00A4557E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AE3"/>
    <w:rsid w:val="00A47BEE"/>
    <w:rsid w:val="00A47D33"/>
    <w:rsid w:val="00A5040D"/>
    <w:rsid w:val="00A50473"/>
    <w:rsid w:val="00A50A94"/>
    <w:rsid w:val="00A5113D"/>
    <w:rsid w:val="00A511E5"/>
    <w:rsid w:val="00A51641"/>
    <w:rsid w:val="00A51FD7"/>
    <w:rsid w:val="00A52836"/>
    <w:rsid w:val="00A5286C"/>
    <w:rsid w:val="00A52C31"/>
    <w:rsid w:val="00A5322A"/>
    <w:rsid w:val="00A53333"/>
    <w:rsid w:val="00A53A83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CA9"/>
    <w:rsid w:val="00A55CCF"/>
    <w:rsid w:val="00A56583"/>
    <w:rsid w:val="00A56617"/>
    <w:rsid w:val="00A56BE1"/>
    <w:rsid w:val="00A56DB3"/>
    <w:rsid w:val="00A5704E"/>
    <w:rsid w:val="00A572B2"/>
    <w:rsid w:val="00A5738C"/>
    <w:rsid w:val="00A577FB"/>
    <w:rsid w:val="00A57806"/>
    <w:rsid w:val="00A57C4F"/>
    <w:rsid w:val="00A57D2B"/>
    <w:rsid w:val="00A57DC4"/>
    <w:rsid w:val="00A57E84"/>
    <w:rsid w:val="00A57EF1"/>
    <w:rsid w:val="00A57F2F"/>
    <w:rsid w:val="00A57F66"/>
    <w:rsid w:val="00A606DB"/>
    <w:rsid w:val="00A60821"/>
    <w:rsid w:val="00A6083F"/>
    <w:rsid w:val="00A61318"/>
    <w:rsid w:val="00A61668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34B4"/>
    <w:rsid w:val="00A63845"/>
    <w:rsid w:val="00A63B14"/>
    <w:rsid w:val="00A63C2A"/>
    <w:rsid w:val="00A63C9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79E"/>
    <w:rsid w:val="00A669E5"/>
    <w:rsid w:val="00A66B45"/>
    <w:rsid w:val="00A66D78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790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6D"/>
    <w:rsid w:val="00A718FB"/>
    <w:rsid w:val="00A719FB"/>
    <w:rsid w:val="00A71BA4"/>
    <w:rsid w:val="00A71E73"/>
    <w:rsid w:val="00A720C2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4B4F"/>
    <w:rsid w:val="00A750A0"/>
    <w:rsid w:val="00A7535A"/>
    <w:rsid w:val="00A7567F"/>
    <w:rsid w:val="00A75AA1"/>
    <w:rsid w:val="00A75E24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BF8"/>
    <w:rsid w:val="00A77F40"/>
    <w:rsid w:val="00A77F52"/>
    <w:rsid w:val="00A801F7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926"/>
    <w:rsid w:val="00A82E61"/>
    <w:rsid w:val="00A82F20"/>
    <w:rsid w:val="00A82F28"/>
    <w:rsid w:val="00A8374F"/>
    <w:rsid w:val="00A83DAE"/>
    <w:rsid w:val="00A841BD"/>
    <w:rsid w:val="00A8433C"/>
    <w:rsid w:val="00A84761"/>
    <w:rsid w:val="00A848B8"/>
    <w:rsid w:val="00A84AAE"/>
    <w:rsid w:val="00A84DEE"/>
    <w:rsid w:val="00A851E1"/>
    <w:rsid w:val="00A85426"/>
    <w:rsid w:val="00A854AE"/>
    <w:rsid w:val="00A854FE"/>
    <w:rsid w:val="00A857F5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90145"/>
    <w:rsid w:val="00A90562"/>
    <w:rsid w:val="00A90DE6"/>
    <w:rsid w:val="00A90DEB"/>
    <w:rsid w:val="00A913D6"/>
    <w:rsid w:val="00A916C6"/>
    <w:rsid w:val="00A91825"/>
    <w:rsid w:val="00A91984"/>
    <w:rsid w:val="00A91AC5"/>
    <w:rsid w:val="00A91B40"/>
    <w:rsid w:val="00A91C0C"/>
    <w:rsid w:val="00A91CA5"/>
    <w:rsid w:val="00A91CD6"/>
    <w:rsid w:val="00A91DFA"/>
    <w:rsid w:val="00A91E71"/>
    <w:rsid w:val="00A92497"/>
    <w:rsid w:val="00A92DF5"/>
    <w:rsid w:val="00A92E94"/>
    <w:rsid w:val="00A933A5"/>
    <w:rsid w:val="00A934B7"/>
    <w:rsid w:val="00A938DF"/>
    <w:rsid w:val="00A93AE5"/>
    <w:rsid w:val="00A94750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DE"/>
    <w:rsid w:val="00A979CE"/>
    <w:rsid w:val="00A97F3C"/>
    <w:rsid w:val="00AA013E"/>
    <w:rsid w:val="00AA028B"/>
    <w:rsid w:val="00AA0823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40A7"/>
    <w:rsid w:val="00AA4352"/>
    <w:rsid w:val="00AA44AD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7193"/>
    <w:rsid w:val="00AA72EF"/>
    <w:rsid w:val="00AA7303"/>
    <w:rsid w:val="00AA7A57"/>
    <w:rsid w:val="00AA7C62"/>
    <w:rsid w:val="00AA7E42"/>
    <w:rsid w:val="00AA7F28"/>
    <w:rsid w:val="00AB037F"/>
    <w:rsid w:val="00AB05FF"/>
    <w:rsid w:val="00AB0905"/>
    <w:rsid w:val="00AB0AEF"/>
    <w:rsid w:val="00AB12F6"/>
    <w:rsid w:val="00AB13D7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54"/>
    <w:rsid w:val="00AB334D"/>
    <w:rsid w:val="00AB33F2"/>
    <w:rsid w:val="00AB385F"/>
    <w:rsid w:val="00AB3961"/>
    <w:rsid w:val="00AB3A8E"/>
    <w:rsid w:val="00AB3F18"/>
    <w:rsid w:val="00AB46F0"/>
    <w:rsid w:val="00AB47B2"/>
    <w:rsid w:val="00AB48FE"/>
    <w:rsid w:val="00AB4A45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E24"/>
    <w:rsid w:val="00AC422D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B03"/>
    <w:rsid w:val="00AD0BC5"/>
    <w:rsid w:val="00AD0DA5"/>
    <w:rsid w:val="00AD10CF"/>
    <w:rsid w:val="00AD11C2"/>
    <w:rsid w:val="00AD15B3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3451"/>
    <w:rsid w:val="00AD3526"/>
    <w:rsid w:val="00AD3538"/>
    <w:rsid w:val="00AD3765"/>
    <w:rsid w:val="00AD38CE"/>
    <w:rsid w:val="00AD42AC"/>
    <w:rsid w:val="00AD48A5"/>
    <w:rsid w:val="00AD4933"/>
    <w:rsid w:val="00AD4955"/>
    <w:rsid w:val="00AD4BE5"/>
    <w:rsid w:val="00AD5112"/>
    <w:rsid w:val="00AD51F4"/>
    <w:rsid w:val="00AD53E4"/>
    <w:rsid w:val="00AD5B4D"/>
    <w:rsid w:val="00AD5B5B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875"/>
    <w:rsid w:val="00AE199A"/>
    <w:rsid w:val="00AE1C1F"/>
    <w:rsid w:val="00AE228F"/>
    <w:rsid w:val="00AE26A2"/>
    <w:rsid w:val="00AE2983"/>
    <w:rsid w:val="00AE2B9C"/>
    <w:rsid w:val="00AE4000"/>
    <w:rsid w:val="00AE4402"/>
    <w:rsid w:val="00AE463A"/>
    <w:rsid w:val="00AE4A30"/>
    <w:rsid w:val="00AE4A36"/>
    <w:rsid w:val="00AE4D87"/>
    <w:rsid w:val="00AE5046"/>
    <w:rsid w:val="00AE513D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5B9"/>
    <w:rsid w:val="00AE6892"/>
    <w:rsid w:val="00AE700B"/>
    <w:rsid w:val="00AE74F8"/>
    <w:rsid w:val="00AE7785"/>
    <w:rsid w:val="00AE787E"/>
    <w:rsid w:val="00AE7900"/>
    <w:rsid w:val="00AE7A33"/>
    <w:rsid w:val="00AE7A76"/>
    <w:rsid w:val="00AE7E71"/>
    <w:rsid w:val="00AE7EAA"/>
    <w:rsid w:val="00AF019A"/>
    <w:rsid w:val="00AF022B"/>
    <w:rsid w:val="00AF0366"/>
    <w:rsid w:val="00AF055E"/>
    <w:rsid w:val="00AF0EAD"/>
    <w:rsid w:val="00AF1068"/>
    <w:rsid w:val="00AF16AE"/>
    <w:rsid w:val="00AF1790"/>
    <w:rsid w:val="00AF19B2"/>
    <w:rsid w:val="00AF1CAE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8B8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0C8"/>
    <w:rsid w:val="00B0038C"/>
    <w:rsid w:val="00B00426"/>
    <w:rsid w:val="00B007A4"/>
    <w:rsid w:val="00B00852"/>
    <w:rsid w:val="00B00E96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17"/>
    <w:rsid w:val="00B03387"/>
    <w:rsid w:val="00B03B08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684"/>
    <w:rsid w:val="00B05E4E"/>
    <w:rsid w:val="00B05FF7"/>
    <w:rsid w:val="00B060F6"/>
    <w:rsid w:val="00B06463"/>
    <w:rsid w:val="00B064E3"/>
    <w:rsid w:val="00B06610"/>
    <w:rsid w:val="00B0678E"/>
    <w:rsid w:val="00B06A75"/>
    <w:rsid w:val="00B06F85"/>
    <w:rsid w:val="00B07603"/>
    <w:rsid w:val="00B079C6"/>
    <w:rsid w:val="00B1056E"/>
    <w:rsid w:val="00B10631"/>
    <w:rsid w:val="00B109E8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E8D"/>
    <w:rsid w:val="00B126CB"/>
    <w:rsid w:val="00B1296B"/>
    <w:rsid w:val="00B12987"/>
    <w:rsid w:val="00B129A7"/>
    <w:rsid w:val="00B12AC5"/>
    <w:rsid w:val="00B12EC2"/>
    <w:rsid w:val="00B12FE2"/>
    <w:rsid w:val="00B13287"/>
    <w:rsid w:val="00B136F6"/>
    <w:rsid w:val="00B138FD"/>
    <w:rsid w:val="00B13B7A"/>
    <w:rsid w:val="00B13DE5"/>
    <w:rsid w:val="00B140A1"/>
    <w:rsid w:val="00B1437F"/>
    <w:rsid w:val="00B143B2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7A3"/>
    <w:rsid w:val="00B168A3"/>
    <w:rsid w:val="00B16CC2"/>
    <w:rsid w:val="00B16F35"/>
    <w:rsid w:val="00B1769B"/>
    <w:rsid w:val="00B17932"/>
    <w:rsid w:val="00B20478"/>
    <w:rsid w:val="00B205AB"/>
    <w:rsid w:val="00B205B2"/>
    <w:rsid w:val="00B20AA0"/>
    <w:rsid w:val="00B20EBC"/>
    <w:rsid w:val="00B20EE4"/>
    <w:rsid w:val="00B21048"/>
    <w:rsid w:val="00B216A6"/>
    <w:rsid w:val="00B216D6"/>
    <w:rsid w:val="00B21929"/>
    <w:rsid w:val="00B21B39"/>
    <w:rsid w:val="00B21B84"/>
    <w:rsid w:val="00B21E37"/>
    <w:rsid w:val="00B21F09"/>
    <w:rsid w:val="00B21FC7"/>
    <w:rsid w:val="00B22039"/>
    <w:rsid w:val="00B220C1"/>
    <w:rsid w:val="00B22840"/>
    <w:rsid w:val="00B231E5"/>
    <w:rsid w:val="00B23957"/>
    <w:rsid w:val="00B23D6E"/>
    <w:rsid w:val="00B23EAF"/>
    <w:rsid w:val="00B240A9"/>
    <w:rsid w:val="00B241F7"/>
    <w:rsid w:val="00B24F33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6B5"/>
    <w:rsid w:val="00B32734"/>
    <w:rsid w:val="00B328C5"/>
    <w:rsid w:val="00B32A4C"/>
    <w:rsid w:val="00B32B13"/>
    <w:rsid w:val="00B330B5"/>
    <w:rsid w:val="00B331AF"/>
    <w:rsid w:val="00B33327"/>
    <w:rsid w:val="00B34114"/>
    <w:rsid w:val="00B345F5"/>
    <w:rsid w:val="00B34B24"/>
    <w:rsid w:val="00B34BBF"/>
    <w:rsid w:val="00B357A6"/>
    <w:rsid w:val="00B35D32"/>
    <w:rsid w:val="00B3610D"/>
    <w:rsid w:val="00B3671B"/>
    <w:rsid w:val="00B36854"/>
    <w:rsid w:val="00B370A4"/>
    <w:rsid w:val="00B3737F"/>
    <w:rsid w:val="00B377A1"/>
    <w:rsid w:val="00B378D7"/>
    <w:rsid w:val="00B37960"/>
    <w:rsid w:val="00B37967"/>
    <w:rsid w:val="00B37D63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DC7"/>
    <w:rsid w:val="00B42EA3"/>
    <w:rsid w:val="00B431D1"/>
    <w:rsid w:val="00B433C2"/>
    <w:rsid w:val="00B43690"/>
    <w:rsid w:val="00B43B64"/>
    <w:rsid w:val="00B43CE2"/>
    <w:rsid w:val="00B43E6B"/>
    <w:rsid w:val="00B444CD"/>
    <w:rsid w:val="00B444E9"/>
    <w:rsid w:val="00B44A47"/>
    <w:rsid w:val="00B44BEF"/>
    <w:rsid w:val="00B44D60"/>
    <w:rsid w:val="00B453D7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A4"/>
    <w:rsid w:val="00B46F47"/>
    <w:rsid w:val="00B46FC0"/>
    <w:rsid w:val="00B47697"/>
    <w:rsid w:val="00B47868"/>
    <w:rsid w:val="00B478D6"/>
    <w:rsid w:val="00B47D7B"/>
    <w:rsid w:val="00B47FB9"/>
    <w:rsid w:val="00B507EF"/>
    <w:rsid w:val="00B50B6B"/>
    <w:rsid w:val="00B50E4E"/>
    <w:rsid w:val="00B50FFC"/>
    <w:rsid w:val="00B51093"/>
    <w:rsid w:val="00B517A2"/>
    <w:rsid w:val="00B52048"/>
    <w:rsid w:val="00B524C6"/>
    <w:rsid w:val="00B525E3"/>
    <w:rsid w:val="00B52888"/>
    <w:rsid w:val="00B52F00"/>
    <w:rsid w:val="00B52F2B"/>
    <w:rsid w:val="00B53206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97C"/>
    <w:rsid w:val="00B54D75"/>
    <w:rsid w:val="00B5549C"/>
    <w:rsid w:val="00B5568D"/>
    <w:rsid w:val="00B55D33"/>
    <w:rsid w:val="00B55D47"/>
    <w:rsid w:val="00B566CF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E65"/>
    <w:rsid w:val="00B61E73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4D35"/>
    <w:rsid w:val="00B657FE"/>
    <w:rsid w:val="00B65D21"/>
    <w:rsid w:val="00B65E6E"/>
    <w:rsid w:val="00B6615A"/>
    <w:rsid w:val="00B6622E"/>
    <w:rsid w:val="00B66BA1"/>
    <w:rsid w:val="00B66C1E"/>
    <w:rsid w:val="00B66D53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7D0"/>
    <w:rsid w:val="00B71B88"/>
    <w:rsid w:val="00B71DD0"/>
    <w:rsid w:val="00B7214B"/>
    <w:rsid w:val="00B7221B"/>
    <w:rsid w:val="00B72276"/>
    <w:rsid w:val="00B72566"/>
    <w:rsid w:val="00B72597"/>
    <w:rsid w:val="00B72E06"/>
    <w:rsid w:val="00B730CC"/>
    <w:rsid w:val="00B732A6"/>
    <w:rsid w:val="00B73697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84"/>
    <w:rsid w:val="00B761EB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C34"/>
    <w:rsid w:val="00B83F71"/>
    <w:rsid w:val="00B84366"/>
    <w:rsid w:val="00B845AB"/>
    <w:rsid w:val="00B846B4"/>
    <w:rsid w:val="00B84716"/>
    <w:rsid w:val="00B8480A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BE5"/>
    <w:rsid w:val="00B87F79"/>
    <w:rsid w:val="00B904C2"/>
    <w:rsid w:val="00B90D64"/>
    <w:rsid w:val="00B90FAE"/>
    <w:rsid w:val="00B91135"/>
    <w:rsid w:val="00B9160F"/>
    <w:rsid w:val="00B916A0"/>
    <w:rsid w:val="00B91964"/>
    <w:rsid w:val="00B91FBE"/>
    <w:rsid w:val="00B922F1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92B"/>
    <w:rsid w:val="00B93A32"/>
    <w:rsid w:val="00B93C96"/>
    <w:rsid w:val="00B9400F"/>
    <w:rsid w:val="00B943D6"/>
    <w:rsid w:val="00B94422"/>
    <w:rsid w:val="00B94676"/>
    <w:rsid w:val="00B9494F"/>
    <w:rsid w:val="00B94B9F"/>
    <w:rsid w:val="00B94E44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E08"/>
    <w:rsid w:val="00BA02D3"/>
    <w:rsid w:val="00BA0301"/>
    <w:rsid w:val="00BA03F4"/>
    <w:rsid w:val="00BA04DF"/>
    <w:rsid w:val="00BA0691"/>
    <w:rsid w:val="00BA0852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825"/>
    <w:rsid w:val="00BA3CC0"/>
    <w:rsid w:val="00BA3DE5"/>
    <w:rsid w:val="00BA4443"/>
    <w:rsid w:val="00BA4608"/>
    <w:rsid w:val="00BA4611"/>
    <w:rsid w:val="00BA49BD"/>
    <w:rsid w:val="00BA4BA5"/>
    <w:rsid w:val="00BA4F92"/>
    <w:rsid w:val="00BA542E"/>
    <w:rsid w:val="00BA5C0F"/>
    <w:rsid w:val="00BA5D35"/>
    <w:rsid w:val="00BA5E1E"/>
    <w:rsid w:val="00BA5EE0"/>
    <w:rsid w:val="00BA61CD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83"/>
    <w:rsid w:val="00BB1B95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D5"/>
    <w:rsid w:val="00BB67F2"/>
    <w:rsid w:val="00BB6D2A"/>
    <w:rsid w:val="00BB6D5E"/>
    <w:rsid w:val="00BB6F52"/>
    <w:rsid w:val="00BB6FF8"/>
    <w:rsid w:val="00BB704C"/>
    <w:rsid w:val="00BB71B4"/>
    <w:rsid w:val="00BB7781"/>
    <w:rsid w:val="00BB790E"/>
    <w:rsid w:val="00BB7DEE"/>
    <w:rsid w:val="00BB7E1F"/>
    <w:rsid w:val="00BC02A5"/>
    <w:rsid w:val="00BC06AF"/>
    <w:rsid w:val="00BC0AB3"/>
    <w:rsid w:val="00BC108C"/>
    <w:rsid w:val="00BC1106"/>
    <w:rsid w:val="00BC1531"/>
    <w:rsid w:val="00BC183B"/>
    <w:rsid w:val="00BC19DE"/>
    <w:rsid w:val="00BC1C9A"/>
    <w:rsid w:val="00BC211E"/>
    <w:rsid w:val="00BC2804"/>
    <w:rsid w:val="00BC2DD6"/>
    <w:rsid w:val="00BC3AE9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4D89"/>
    <w:rsid w:val="00BC5000"/>
    <w:rsid w:val="00BC531D"/>
    <w:rsid w:val="00BC56C8"/>
    <w:rsid w:val="00BC5B81"/>
    <w:rsid w:val="00BC5BA6"/>
    <w:rsid w:val="00BC5E6B"/>
    <w:rsid w:val="00BC66E2"/>
    <w:rsid w:val="00BC6782"/>
    <w:rsid w:val="00BC6821"/>
    <w:rsid w:val="00BC6C54"/>
    <w:rsid w:val="00BC6C74"/>
    <w:rsid w:val="00BC6F8E"/>
    <w:rsid w:val="00BC7252"/>
    <w:rsid w:val="00BC72E8"/>
    <w:rsid w:val="00BC7612"/>
    <w:rsid w:val="00BC795E"/>
    <w:rsid w:val="00BC79D4"/>
    <w:rsid w:val="00BD075C"/>
    <w:rsid w:val="00BD07A1"/>
    <w:rsid w:val="00BD0A5B"/>
    <w:rsid w:val="00BD10DF"/>
    <w:rsid w:val="00BD2235"/>
    <w:rsid w:val="00BD2954"/>
    <w:rsid w:val="00BD2F75"/>
    <w:rsid w:val="00BD349C"/>
    <w:rsid w:val="00BD3C0C"/>
    <w:rsid w:val="00BD3CE1"/>
    <w:rsid w:val="00BD4303"/>
    <w:rsid w:val="00BD47E5"/>
    <w:rsid w:val="00BD487E"/>
    <w:rsid w:val="00BD4A0A"/>
    <w:rsid w:val="00BD4AE1"/>
    <w:rsid w:val="00BD50D6"/>
    <w:rsid w:val="00BD5151"/>
    <w:rsid w:val="00BD52B0"/>
    <w:rsid w:val="00BD5444"/>
    <w:rsid w:val="00BD5678"/>
    <w:rsid w:val="00BD5DA5"/>
    <w:rsid w:val="00BD6093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F3A"/>
    <w:rsid w:val="00BE000D"/>
    <w:rsid w:val="00BE02B5"/>
    <w:rsid w:val="00BE03B6"/>
    <w:rsid w:val="00BE08CB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996"/>
    <w:rsid w:val="00BE3A5E"/>
    <w:rsid w:val="00BE3E20"/>
    <w:rsid w:val="00BE47F7"/>
    <w:rsid w:val="00BE4830"/>
    <w:rsid w:val="00BE497E"/>
    <w:rsid w:val="00BE514C"/>
    <w:rsid w:val="00BE544D"/>
    <w:rsid w:val="00BE5657"/>
    <w:rsid w:val="00BE5924"/>
    <w:rsid w:val="00BE5B80"/>
    <w:rsid w:val="00BE5BD6"/>
    <w:rsid w:val="00BE5C37"/>
    <w:rsid w:val="00BE5D8A"/>
    <w:rsid w:val="00BE624D"/>
    <w:rsid w:val="00BE63A0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32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4E"/>
    <w:rsid w:val="00BF518D"/>
    <w:rsid w:val="00BF51AB"/>
    <w:rsid w:val="00BF5639"/>
    <w:rsid w:val="00BF5993"/>
    <w:rsid w:val="00BF639A"/>
    <w:rsid w:val="00BF6F2C"/>
    <w:rsid w:val="00BF72BE"/>
    <w:rsid w:val="00BF7523"/>
    <w:rsid w:val="00BF752E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CA8"/>
    <w:rsid w:val="00C03E10"/>
    <w:rsid w:val="00C03F5C"/>
    <w:rsid w:val="00C042B0"/>
    <w:rsid w:val="00C044C8"/>
    <w:rsid w:val="00C047C9"/>
    <w:rsid w:val="00C04A6C"/>
    <w:rsid w:val="00C04B84"/>
    <w:rsid w:val="00C04DAD"/>
    <w:rsid w:val="00C05061"/>
    <w:rsid w:val="00C05795"/>
    <w:rsid w:val="00C057D2"/>
    <w:rsid w:val="00C060C1"/>
    <w:rsid w:val="00C062DF"/>
    <w:rsid w:val="00C06413"/>
    <w:rsid w:val="00C06939"/>
    <w:rsid w:val="00C0696C"/>
    <w:rsid w:val="00C069CC"/>
    <w:rsid w:val="00C06FFB"/>
    <w:rsid w:val="00C072B2"/>
    <w:rsid w:val="00C07337"/>
    <w:rsid w:val="00C0774E"/>
    <w:rsid w:val="00C078E6"/>
    <w:rsid w:val="00C103C1"/>
    <w:rsid w:val="00C107C1"/>
    <w:rsid w:val="00C10B61"/>
    <w:rsid w:val="00C10CD4"/>
    <w:rsid w:val="00C10CE0"/>
    <w:rsid w:val="00C10D9A"/>
    <w:rsid w:val="00C10EB6"/>
    <w:rsid w:val="00C10F48"/>
    <w:rsid w:val="00C113CF"/>
    <w:rsid w:val="00C11FC1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DFB"/>
    <w:rsid w:val="00C13E94"/>
    <w:rsid w:val="00C14110"/>
    <w:rsid w:val="00C144B2"/>
    <w:rsid w:val="00C147DD"/>
    <w:rsid w:val="00C1495B"/>
    <w:rsid w:val="00C14B1F"/>
    <w:rsid w:val="00C14CF7"/>
    <w:rsid w:val="00C14EFE"/>
    <w:rsid w:val="00C15176"/>
    <w:rsid w:val="00C15475"/>
    <w:rsid w:val="00C1563C"/>
    <w:rsid w:val="00C15BBD"/>
    <w:rsid w:val="00C15CCF"/>
    <w:rsid w:val="00C15FAA"/>
    <w:rsid w:val="00C16363"/>
    <w:rsid w:val="00C16763"/>
    <w:rsid w:val="00C1679F"/>
    <w:rsid w:val="00C167EE"/>
    <w:rsid w:val="00C16E4E"/>
    <w:rsid w:val="00C16E53"/>
    <w:rsid w:val="00C175BF"/>
    <w:rsid w:val="00C176BC"/>
    <w:rsid w:val="00C17ADE"/>
    <w:rsid w:val="00C17AF6"/>
    <w:rsid w:val="00C17D72"/>
    <w:rsid w:val="00C17F95"/>
    <w:rsid w:val="00C2005C"/>
    <w:rsid w:val="00C20618"/>
    <w:rsid w:val="00C20E37"/>
    <w:rsid w:val="00C20E99"/>
    <w:rsid w:val="00C20F91"/>
    <w:rsid w:val="00C21049"/>
    <w:rsid w:val="00C21806"/>
    <w:rsid w:val="00C218CE"/>
    <w:rsid w:val="00C21AC8"/>
    <w:rsid w:val="00C21DDA"/>
    <w:rsid w:val="00C21EE4"/>
    <w:rsid w:val="00C221E1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FE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5BC6"/>
    <w:rsid w:val="00C2631A"/>
    <w:rsid w:val="00C26368"/>
    <w:rsid w:val="00C26412"/>
    <w:rsid w:val="00C26612"/>
    <w:rsid w:val="00C2684F"/>
    <w:rsid w:val="00C272B4"/>
    <w:rsid w:val="00C27BBF"/>
    <w:rsid w:val="00C27E64"/>
    <w:rsid w:val="00C3014A"/>
    <w:rsid w:val="00C30656"/>
    <w:rsid w:val="00C30F54"/>
    <w:rsid w:val="00C31033"/>
    <w:rsid w:val="00C310A5"/>
    <w:rsid w:val="00C31AEB"/>
    <w:rsid w:val="00C31CE8"/>
    <w:rsid w:val="00C322F6"/>
    <w:rsid w:val="00C32916"/>
    <w:rsid w:val="00C32F49"/>
    <w:rsid w:val="00C331C9"/>
    <w:rsid w:val="00C33450"/>
    <w:rsid w:val="00C33703"/>
    <w:rsid w:val="00C33893"/>
    <w:rsid w:val="00C338D7"/>
    <w:rsid w:val="00C33954"/>
    <w:rsid w:val="00C33E72"/>
    <w:rsid w:val="00C33F42"/>
    <w:rsid w:val="00C34008"/>
    <w:rsid w:val="00C3453A"/>
    <w:rsid w:val="00C36133"/>
    <w:rsid w:val="00C36296"/>
    <w:rsid w:val="00C364A4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741"/>
    <w:rsid w:val="00C43BD6"/>
    <w:rsid w:val="00C44097"/>
    <w:rsid w:val="00C44456"/>
    <w:rsid w:val="00C446FA"/>
    <w:rsid w:val="00C44722"/>
    <w:rsid w:val="00C44745"/>
    <w:rsid w:val="00C449F3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0DDE"/>
    <w:rsid w:val="00C51112"/>
    <w:rsid w:val="00C5139E"/>
    <w:rsid w:val="00C51667"/>
    <w:rsid w:val="00C51AB3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504B"/>
    <w:rsid w:val="00C551C8"/>
    <w:rsid w:val="00C552CD"/>
    <w:rsid w:val="00C555AE"/>
    <w:rsid w:val="00C55863"/>
    <w:rsid w:val="00C55A93"/>
    <w:rsid w:val="00C563BA"/>
    <w:rsid w:val="00C5642D"/>
    <w:rsid w:val="00C56D0A"/>
    <w:rsid w:val="00C56DDD"/>
    <w:rsid w:val="00C56F87"/>
    <w:rsid w:val="00C57166"/>
    <w:rsid w:val="00C5726A"/>
    <w:rsid w:val="00C573F9"/>
    <w:rsid w:val="00C57A90"/>
    <w:rsid w:val="00C6068A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F66"/>
    <w:rsid w:val="00C61F81"/>
    <w:rsid w:val="00C625B0"/>
    <w:rsid w:val="00C626F0"/>
    <w:rsid w:val="00C62C1B"/>
    <w:rsid w:val="00C62F48"/>
    <w:rsid w:val="00C630B1"/>
    <w:rsid w:val="00C63340"/>
    <w:rsid w:val="00C633FE"/>
    <w:rsid w:val="00C63A2A"/>
    <w:rsid w:val="00C64376"/>
    <w:rsid w:val="00C6441A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892"/>
    <w:rsid w:val="00C658E2"/>
    <w:rsid w:val="00C6594A"/>
    <w:rsid w:val="00C65BE7"/>
    <w:rsid w:val="00C66950"/>
    <w:rsid w:val="00C66BBA"/>
    <w:rsid w:val="00C66D33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C1"/>
    <w:rsid w:val="00C71DBC"/>
    <w:rsid w:val="00C71DCC"/>
    <w:rsid w:val="00C722E2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C31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D74"/>
    <w:rsid w:val="00C75F99"/>
    <w:rsid w:val="00C76832"/>
    <w:rsid w:val="00C76A63"/>
    <w:rsid w:val="00C76BB7"/>
    <w:rsid w:val="00C76E4E"/>
    <w:rsid w:val="00C772F2"/>
    <w:rsid w:val="00C77311"/>
    <w:rsid w:val="00C77632"/>
    <w:rsid w:val="00C777C8"/>
    <w:rsid w:val="00C77848"/>
    <w:rsid w:val="00C778C4"/>
    <w:rsid w:val="00C77C04"/>
    <w:rsid w:val="00C77ED6"/>
    <w:rsid w:val="00C80142"/>
    <w:rsid w:val="00C80229"/>
    <w:rsid w:val="00C80806"/>
    <w:rsid w:val="00C808A1"/>
    <w:rsid w:val="00C80BE3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F1E"/>
    <w:rsid w:val="00C853AE"/>
    <w:rsid w:val="00C85834"/>
    <w:rsid w:val="00C858CD"/>
    <w:rsid w:val="00C85AE6"/>
    <w:rsid w:val="00C85B18"/>
    <w:rsid w:val="00C85C30"/>
    <w:rsid w:val="00C85EDF"/>
    <w:rsid w:val="00C8636E"/>
    <w:rsid w:val="00C863E3"/>
    <w:rsid w:val="00C86475"/>
    <w:rsid w:val="00C86AAD"/>
    <w:rsid w:val="00C86B8A"/>
    <w:rsid w:val="00C86FF9"/>
    <w:rsid w:val="00C8707C"/>
    <w:rsid w:val="00C8714D"/>
    <w:rsid w:val="00C8722C"/>
    <w:rsid w:val="00C8731D"/>
    <w:rsid w:val="00C878F6"/>
    <w:rsid w:val="00C87D61"/>
    <w:rsid w:val="00C900B7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BEC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7E8"/>
    <w:rsid w:val="00CA0E8B"/>
    <w:rsid w:val="00CA0E91"/>
    <w:rsid w:val="00CA13B2"/>
    <w:rsid w:val="00CA18AD"/>
    <w:rsid w:val="00CA19B4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7CB"/>
    <w:rsid w:val="00CA3998"/>
    <w:rsid w:val="00CA3A80"/>
    <w:rsid w:val="00CA3AC3"/>
    <w:rsid w:val="00CA3AF0"/>
    <w:rsid w:val="00CA3CA9"/>
    <w:rsid w:val="00CA3F98"/>
    <w:rsid w:val="00CA420E"/>
    <w:rsid w:val="00CA4831"/>
    <w:rsid w:val="00CA4FB4"/>
    <w:rsid w:val="00CA53FD"/>
    <w:rsid w:val="00CA5440"/>
    <w:rsid w:val="00CA553B"/>
    <w:rsid w:val="00CA5677"/>
    <w:rsid w:val="00CA56EB"/>
    <w:rsid w:val="00CA59A1"/>
    <w:rsid w:val="00CA5A9E"/>
    <w:rsid w:val="00CA5E76"/>
    <w:rsid w:val="00CA5EAB"/>
    <w:rsid w:val="00CA60E9"/>
    <w:rsid w:val="00CA6127"/>
    <w:rsid w:val="00CA660F"/>
    <w:rsid w:val="00CA67ED"/>
    <w:rsid w:val="00CA6B82"/>
    <w:rsid w:val="00CA6BE2"/>
    <w:rsid w:val="00CA6CEE"/>
    <w:rsid w:val="00CA6EEE"/>
    <w:rsid w:val="00CA71DB"/>
    <w:rsid w:val="00CA7C31"/>
    <w:rsid w:val="00CA7EBA"/>
    <w:rsid w:val="00CA7F5B"/>
    <w:rsid w:val="00CB02DE"/>
    <w:rsid w:val="00CB0780"/>
    <w:rsid w:val="00CB0C51"/>
    <w:rsid w:val="00CB0CBF"/>
    <w:rsid w:val="00CB14E7"/>
    <w:rsid w:val="00CB15DE"/>
    <w:rsid w:val="00CB16FA"/>
    <w:rsid w:val="00CB1821"/>
    <w:rsid w:val="00CB186A"/>
    <w:rsid w:val="00CB18C0"/>
    <w:rsid w:val="00CB191D"/>
    <w:rsid w:val="00CB1AD5"/>
    <w:rsid w:val="00CB1F96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2CA"/>
    <w:rsid w:val="00CB4730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5E98"/>
    <w:rsid w:val="00CB6500"/>
    <w:rsid w:val="00CB6A42"/>
    <w:rsid w:val="00CB6AB5"/>
    <w:rsid w:val="00CB6D1E"/>
    <w:rsid w:val="00CB6F11"/>
    <w:rsid w:val="00CB7484"/>
    <w:rsid w:val="00CB754D"/>
    <w:rsid w:val="00CB756F"/>
    <w:rsid w:val="00CB76CC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EC6"/>
    <w:rsid w:val="00CC4F38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443"/>
    <w:rsid w:val="00CC7970"/>
    <w:rsid w:val="00CC7B1C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F4E"/>
    <w:rsid w:val="00CD4047"/>
    <w:rsid w:val="00CD450F"/>
    <w:rsid w:val="00CD45E9"/>
    <w:rsid w:val="00CD5698"/>
    <w:rsid w:val="00CD5B37"/>
    <w:rsid w:val="00CD613D"/>
    <w:rsid w:val="00CD6206"/>
    <w:rsid w:val="00CD6DE6"/>
    <w:rsid w:val="00CD6E86"/>
    <w:rsid w:val="00CD7185"/>
    <w:rsid w:val="00CD7838"/>
    <w:rsid w:val="00CD7A1B"/>
    <w:rsid w:val="00CE07FA"/>
    <w:rsid w:val="00CE0EB7"/>
    <w:rsid w:val="00CE10C6"/>
    <w:rsid w:val="00CE1376"/>
    <w:rsid w:val="00CE1AA2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DD0"/>
    <w:rsid w:val="00CE5324"/>
    <w:rsid w:val="00CE55C2"/>
    <w:rsid w:val="00CE58A0"/>
    <w:rsid w:val="00CE59AF"/>
    <w:rsid w:val="00CE6174"/>
    <w:rsid w:val="00CE652C"/>
    <w:rsid w:val="00CE65B0"/>
    <w:rsid w:val="00CE6806"/>
    <w:rsid w:val="00CE68D4"/>
    <w:rsid w:val="00CE6978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29A"/>
    <w:rsid w:val="00CF14AB"/>
    <w:rsid w:val="00CF14B7"/>
    <w:rsid w:val="00CF17E4"/>
    <w:rsid w:val="00CF17E8"/>
    <w:rsid w:val="00CF19AB"/>
    <w:rsid w:val="00CF1F2A"/>
    <w:rsid w:val="00CF1F2D"/>
    <w:rsid w:val="00CF20DC"/>
    <w:rsid w:val="00CF2863"/>
    <w:rsid w:val="00CF295C"/>
    <w:rsid w:val="00CF2E9F"/>
    <w:rsid w:val="00CF3069"/>
    <w:rsid w:val="00CF3528"/>
    <w:rsid w:val="00CF3722"/>
    <w:rsid w:val="00CF38F0"/>
    <w:rsid w:val="00CF3AD3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D0040E"/>
    <w:rsid w:val="00D0056E"/>
    <w:rsid w:val="00D006E6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28A"/>
    <w:rsid w:val="00D02778"/>
    <w:rsid w:val="00D029D4"/>
    <w:rsid w:val="00D02E9D"/>
    <w:rsid w:val="00D03561"/>
    <w:rsid w:val="00D036DF"/>
    <w:rsid w:val="00D036F8"/>
    <w:rsid w:val="00D03C91"/>
    <w:rsid w:val="00D042F2"/>
    <w:rsid w:val="00D04404"/>
    <w:rsid w:val="00D049A1"/>
    <w:rsid w:val="00D04BA3"/>
    <w:rsid w:val="00D04E8B"/>
    <w:rsid w:val="00D04F66"/>
    <w:rsid w:val="00D050F7"/>
    <w:rsid w:val="00D052E2"/>
    <w:rsid w:val="00D05C68"/>
    <w:rsid w:val="00D05CA9"/>
    <w:rsid w:val="00D05E20"/>
    <w:rsid w:val="00D06390"/>
    <w:rsid w:val="00D0665A"/>
    <w:rsid w:val="00D069B5"/>
    <w:rsid w:val="00D06AA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735"/>
    <w:rsid w:val="00D16764"/>
    <w:rsid w:val="00D16AB3"/>
    <w:rsid w:val="00D16B08"/>
    <w:rsid w:val="00D16EF3"/>
    <w:rsid w:val="00D16FB9"/>
    <w:rsid w:val="00D171FA"/>
    <w:rsid w:val="00D172C2"/>
    <w:rsid w:val="00D17623"/>
    <w:rsid w:val="00D1781F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79"/>
    <w:rsid w:val="00D21394"/>
    <w:rsid w:val="00D213D7"/>
    <w:rsid w:val="00D214E8"/>
    <w:rsid w:val="00D21B1C"/>
    <w:rsid w:val="00D21CA4"/>
    <w:rsid w:val="00D2205A"/>
    <w:rsid w:val="00D222AA"/>
    <w:rsid w:val="00D22639"/>
    <w:rsid w:val="00D22849"/>
    <w:rsid w:val="00D22954"/>
    <w:rsid w:val="00D22973"/>
    <w:rsid w:val="00D2303E"/>
    <w:rsid w:val="00D23424"/>
    <w:rsid w:val="00D234BA"/>
    <w:rsid w:val="00D238D0"/>
    <w:rsid w:val="00D23A40"/>
    <w:rsid w:val="00D23C8C"/>
    <w:rsid w:val="00D24100"/>
    <w:rsid w:val="00D245A4"/>
    <w:rsid w:val="00D245BE"/>
    <w:rsid w:val="00D246B8"/>
    <w:rsid w:val="00D2476A"/>
    <w:rsid w:val="00D250BA"/>
    <w:rsid w:val="00D2659A"/>
    <w:rsid w:val="00D269FA"/>
    <w:rsid w:val="00D26B38"/>
    <w:rsid w:val="00D26EA6"/>
    <w:rsid w:val="00D27269"/>
    <w:rsid w:val="00D27639"/>
    <w:rsid w:val="00D27766"/>
    <w:rsid w:val="00D27A75"/>
    <w:rsid w:val="00D27D8C"/>
    <w:rsid w:val="00D27D9C"/>
    <w:rsid w:val="00D3020B"/>
    <w:rsid w:val="00D30247"/>
    <w:rsid w:val="00D303AF"/>
    <w:rsid w:val="00D305F9"/>
    <w:rsid w:val="00D30BB0"/>
    <w:rsid w:val="00D31003"/>
    <w:rsid w:val="00D31756"/>
    <w:rsid w:val="00D3187C"/>
    <w:rsid w:val="00D3190E"/>
    <w:rsid w:val="00D31D9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4B03"/>
    <w:rsid w:val="00D35186"/>
    <w:rsid w:val="00D35433"/>
    <w:rsid w:val="00D354E7"/>
    <w:rsid w:val="00D3567B"/>
    <w:rsid w:val="00D3603E"/>
    <w:rsid w:val="00D3616F"/>
    <w:rsid w:val="00D363DD"/>
    <w:rsid w:val="00D36439"/>
    <w:rsid w:val="00D3661C"/>
    <w:rsid w:val="00D36771"/>
    <w:rsid w:val="00D369E9"/>
    <w:rsid w:val="00D36AC2"/>
    <w:rsid w:val="00D36E61"/>
    <w:rsid w:val="00D37A97"/>
    <w:rsid w:val="00D37D18"/>
    <w:rsid w:val="00D37D83"/>
    <w:rsid w:val="00D37EE7"/>
    <w:rsid w:val="00D400F3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2D"/>
    <w:rsid w:val="00D43583"/>
    <w:rsid w:val="00D4384C"/>
    <w:rsid w:val="00D43FF6"/>
    <w:rsid w:val="00D4400D"/>
    <w:rsid w:val="00D4424A"/>
    <w:rsid w:val="00D44444"/>
    <w:rsid w:val="00D4456E"/>
    <w:rsid w:val="00D449BD"/>
    <w:rsid w:val="00D449C4"/>
    <w:rsid w:val="00D44CC0"/>
    <w:rsid w:val="00D44CFD"/>
    <w:rsid w:val="00D4517F"/>
    <w:rsid w:val="00D45873"/>
    <w:rsid w:val="00D45B3B"/>
    <w:rsid w:val="00D45C4B"/>
    <w:rsid w:val="00D45EFB"/>
    <w:rsid w:val="00D45F45"/>
    <w:rsid w:val="00D460AE"/>
    <w:rsid w:val="00D462D4"/>
    <w:rsid w:val="00D4635E"/>
    <w:rsid w:val="00D46471"/>
    <w:rsid w:val="00D465C9"/>
    <w:rsid w:val="00D467A6"/>
    <w:rsid w:val="00D467E9"/>
    <w:rsid w:val="00D46E19"/>
    <w:rsid w:val="00D46F80"/>
    <w:rsid w:val="00D4703A"/>
    <w:rsid w:val="00D50151"/>
    <w:rsid w:val="00D501C4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74D"/>
    <w:rsid w:val="00D51921"/>
    <w:rsid w:val="00D521BB"/>
    <w:rsid w:val="00D5259A"/>
    <w:rsid w:val="00D52606"/>
    <w:rsid w:val="00D52711"/>
    <w:rsid w:val="00D529F6"/>
    <w:rsid w:val="00D52B07"/>
    <w:rsid w:val="00D52B15"/>
    <w:rsid w:val="00D52CE1"/>
    <w:rsid w:val="00D532FC"/>
    <w:rsid w:val="00D5333B"/>
    <w:rsid w:val="00D536B1"/>
    <w:rsid w:val="00D53925"/>
    <w:rsid w:val="00D540C4"/>
    <w:rsid w:val="00D54291"/>
    <w:rsid w:val="00D54607"/>
    <w:rsid w:val="00D5497D"/>
    <w:rsid w:val="00D54B60"/>
    <w:rsid w:val="00D54C97"/>
    <w:rsid w:val="00D54DF6"/>
    <w:rsid w:val="00D551BE"/>
    <w:rsid w:val="00D552C3"/>
    <w:rsid w:val="00D552DA"/>
    <w:rsid w:val="00D55946"/>
    <w:rsid w:val="00D55987"/>
    <w:rsid w:val="00D55E96"/>
    <w:rsid w:val="00D55F1C"/>
    <w:rsid w:val="00D5616F"/>
    <w:rsid w:val="00D561AA"/>
    <w:rsid w:val="00D5629E"/>
    <w:rsid w:val="00D56820"/>
    <w:rsid w:val="00D5684F"/>
    <w:rsid w:val="00D568D5"/>
    <w:rsid w:val="00D56B41"/>
    <w:rsid w:val="00D56B6E"/>
    <w:rsid w:val="00D56D3B"/>
    <w:rsid w:val="00D56D83"/>
    <w:rsid w:val="00D57644"/>
    <w:rsid w:val="00D577C6"/>
    <w:rsid w:val="00D57AF6"/>
    <w:rsid w:val="00D57C78"/>
    <w:rsid w:val="00D57CB8"/>
    <w:rsid w:val="00D57F23"/>
    <w:rsid w:val="00D6004F"/>
    <w:rsid w:val="00D60109"/>
    <w:rsid w:val="00D60176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C5A"/>
    <w:rsid w:val="00D61E7C"/>
    <w:rsid w:val="00D621C6"/>
    <w:rsid w:val="00D625E7"/>
    <w:rsid w:val="00D6269E"/>
    <w:rsid w:val="00D6270E"/>
    <w:rsid w:val="00D62822"/>
    <w:rsid w:val="00D62B5C"/>
    <w:rsid w:val="00D62C04"/>
    <w:rsid w:val="00D63A0B"/>
    <w:rsid w:val="00D63C18"/>
    <w:rsid w:val="00D63F74"/>
    <w:rsid w:val="00D640A0"/>
    <w:rsid w:val="00D64296"/>
    <w:rsid w:val="00D648FB"/>
    <w:rsid w:val="00D64C34"/>
    <w:rsid w:val="00D64E64"/>
    <w:rsid w:val="00D64F9D"/>
    <w:rsid w:val="00D650B6"/>
    <w:rsid w:val="00D65230"/>
    <w:rsid w:val="00D65546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31B7"/>
    <w:rsid w:val="00D7339C"/>
    <w:rsid w:val="00D73451"/>
    <w:rsid w:val="00D7350B"/>
    <w:rsid w:val="00D73A01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9DC"/>
    <w:rsid w:val="00D75E2F"/>
    <w:rsid w:val="00D7629E"/>
    <w:rsid w:val="00D764EA"/>
    <w:rsid w:val="00D76A77"/>
    <w:rsid w:val="00D76ADC"/>
    <w:rsid w:val="00D76DF3"/>
    <w:rsid w:val="00D773D4"/>
    <w:rsid w:val="00D779F0"/>
    <w:rsid w:val="00D77AAD"/>
    <w:rsid w:val="00D77C35"/>
    <w:rsid w:val="00D77DDF"/>
    <w:rsid w:val="00D77F4C"/>
    <w:rsid w:val="00D80239"/>
    <w:rsid w:val="00D80563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5FA"/>
    <w:rsid w:val="00D86639"/>
    <w:rsid w:val="00D8665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DA8"/>
    <w:rsid w:val="00D92F2F"/>
    <w:rsid w:val="00D92F7B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5EA0"/>
    <w:rsid w:val="00D962A2"/>
    <w:rsid w:val="00D96644"/>
    <w:rsid w:val="00D966C2"/>
    <w:rsid w:val="00D96888"/>
    <w:rsid w:val="00D969E4"/>
    <w:rsid w:val="00D96EDA"/>
    <w:rsid w:val="00D970DF"/>
    <w:rsid w:val="00D97356"/>
    <w:rsid w:val="00D9761D"/>
    <w:rsid w:val="00D9787D"/>
    <w:rsid w:val="00D97A69"/>
    <w:rsid w:val="00D97C59"/>
    <w:rsid w:val="00D97E43"/>
    <w:rsid w:val="00DA0716"/>
    <w:rsid w:val="00DA0DCF"/>
    <w:rsid w:val="00DA16EA"/>
    <w:rsid w:val="00DA1D42"/>
    <w:rsid w:val="00DA1DBE"/>
    <w:rsid w:val="00DA214E"/>
    <w:rsid w:val="00DA25B2"/>
    <w:rsid w:val="00DA266A"/>
    <w:rsid w:val="00DA2957"/>
    <w:rsid w:val="00DA29E8"/>
    <w:rsid w:val="00DA2ACD"/>
    <w:rsid w:val="00DA33B5"/>
    <w:rsid w:val="00DA342C"/>
    <w:rsid w:val="00DA352B"/>
    <w:rsid w:val="00DA4482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4A2"/>
    <w:rsid w:val="00DA76DF"/>
    <w:rsid w:val="00DA781C"/>
    <w:rsid w:val="00DA796F"/>
    <w:rsid w:val="00DA7A72"/>
    <w:rsid w:val="00DA7C0E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70E"/>
    <w:rsid w:val="00DB19E8"/>
    <w:rsid w:val="00DB1F56"/>
    <w:rsid w:val="00DB202E"/>
    <w:rsid w:val="00DB2137"/>
    <w:rsid w:val="00DB23E6"/>
    <w:rsid w:val="00DB24FD"/>
    <w:rsid w:val="00DB28F4"/>
    <w:rsid w:val="00DB2C38"/>
    <w:rsid w:val="00DB3901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54C"/>
    <w:rsid w:val="00DC3594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6B2"/>
    <w:rsid w:val="00DC688A"/>
    <w:rsid w:val="00DC6967"/>
    <w:rsid w:val="00DC6A3C"/>
    <w:rsid w:val="00DC6F6B"/>
    <w:rsid w:val="00DC7011"/>
    <w:rsid w:val="00DC7131"/>
    <w:rsid w:val="00DC7196"/>
    <w:rsid w:val="00DC7802"/>
    <w:rsid w:val="00DC7CF0"/>
    <w:rsid w:val="00DD0375"/>
    <w:rsid w:val="00DD06D0"/>
    <w:rsid w:val="00DD0BDA"/>
    <w:rsid w:val="00DD0D78"/>
    <w:rsid w:val="00DD13A1"/>
    <w:rsid w:val="00DD1488"/>
    <w:rsid w:val="00DD1787"/>
    <w:rsid w:val="00DD2257"/>
    <w:rsid w:val="00DD229F"/>
    <w:rsid w:val="00DD2B28"/>
    <w:rsid w:val="00DD2B8E"/>
    <w:rsid w:val="00DD2C19"/>
    <w:rsid w:val="00DD2FD7"/>
    <w:rsid w:val="00DD37D5"/>
    <w:rsid w:val="00DD3EC4"/>
    <w:rsid w:val="00DD409A"/>
    <w:rsid w:val="00DD40D1"/>
    <w:rsid w:val="00DD4210"/>
    <w:rsid w:val="00DD4686"/>
    <w:rsid w:val="00DD4C53"/>
    <w:rsid w:val="00DD4E20"/>
    <w:rsid w:val="00DD5408"/>
    <w:rsid w:val="00DD5591"/>
    <w:rsid w:val="00DD5597"/>
    <w:rsid w:val="00DD57D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E01B7"/>
    <w:rsid w:val="00DE0358"/>
    <w:rsid w:val="00DE057D"/>
    <w:rsid w:val="00DE06F8"/>
    <w:rsid w:val="00DE0E76"/>
    <w:rsid w:val="00DE140B"/>
    <w:rsid w:val="00DE150D"/>
    <w:rsid w:val="00DE1693"/>
    <w:rsid w:val="00DE1AB6"/>
    <w:rsid w:val="00DE1B23"/>
    <w:rsid w:val="00DE1ED2"/>
    <w:rsid w:val="00DE1FDE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7B9"/>
    <w:rsid w:val="00DE38AD"/>
    <w:rsid w:val="00DE3948"/>
    <w:rsid w:val="00DE3E53"/>
    <w:rsid w:val="00DE3F55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0936"/>
    <w:rsid w:val="00DF1732"/>
    <w:rsid w:val="00DF19C4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39E"/>
    <w:rsid w:val="00DF53A2"/>
    <w:rsid w:val="00DF5493"/>
    <w:rsid w:val="00DF5651"/>
    <w:rsid w:val="00DF5A3F"/>
    <w:rsid w:val="00DF5D7E"/>
    <w:rsid w:val="00DF6EF9"/>
    <w:rsid w:val="00DF701B"/>
    <w:rsid w:val="00DF712A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212"/>
    <w:rsid w:val="00E06352"/>
    <w:rsid w:val="00E063E7"/>
    <w:rsid w:val="00E0653B"/>
    <w:rsid w:val="00E06740"/>
    <w:rsid w:val="00E067D8"/>
    <w:rsid w:val="00E069CF"/>
    <w:rsid w:val="00E06BD1"/>
    <w:rsid w:val="00E06E29"/>
    <w:rsid w:val="00E06F22"/>
    <w:rsid w:val="00E0709F"/>
    <w:rsid w:val="00E078C7"/>
    <w:rsid w:val="00E078E8"/>
    <w:rsid w:val="00E07AAF"/>
    <w:rsid w:val="00E07CA8"/>
    <w:rsid w:val="00E100A6"/>
    <w:rsid w:val="00E103B8"/>
    <w:rsid w:val="00E10502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242C"/>
    <w:rsid w:val="00E128E2"/>
    <w:rsid w:val="00E12B2F"/>
    <w:rsid w:val="00E12BC6"/>
    <w:rsid w:val="00E12FD2"/>
    <w:rsid w:val="00E1310C"/>
    <w:rsid w:val="00E1361C"/>
    <w:rsid w:val="00E13AC7"/>
    <w:rsid w:val="00E13D18"/>
    <w:rsid w:val="00E14178"/>
    <w:rsid w:val="00E14D63"/>
    <w:rsid w:val="00E14E4B"/>
    <w:rsid w:val="00E154DC"/>
    <w:rsid w:val="00E154FE"/>
    <w:rsid w:val="00E15651"/>
    <w:rsid w:val="00E157A6"/>
    <w:rsid w:val="00E1599F"/>
    <w:rsid w:val="00E15C19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4DD"/>
    <w:rsid w:val="00E1757D"/>
    <w:rsid w:val="00E176CC"/>
    <w:rsid w:val="00E179A4"/>
    <w:rsid w:val="00E17A07"/>
    <w:rsid w:val="00E17B38"/>
    <w:rsid w:val="00E204BE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A2"/>
    <w:rsid w:val="00E213EC"/>
    <w:rsid w:val="00E21450"/>
    <w:rsid w:val="00E21489"/>
    <w:rsid w:val="00E21862"/>
    <w:rsid w:val="00E21AD7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41CA"/>
    <w:rsid w:val="00E242E3"/>
    <w:rsid w:val="00E243B0"/>
    <w:rsid w:val="00E243BF"/>
    <w:rsid w:val="00E24508"/>
    <w:rsid w:val="00E24BEF"/>
    <w:rsid w:val="00E24DBE"/>
    <w:rsid w:val="00E24F66"/>
    <w:rsid w:val="00E24F7A"/>
    <w:rsid w:val="00E25264"/>
    <w:rsid w:val="00E255B6"/>
    <w:rsid w:val="00E259F6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70D7"/>
    <w:rsid w:val="00E2787A"/>
    <w:rsid w:val="00E27A34"/>
    <w:rsid w:val="00E27CBF"/>
    <w:rsid w:val="00E27EA6"/>
    <w:rsid w:val="00E303B8"/>
    <w:rsid w:val="00E30623"/>
    <w:rsid w:val="00E30734"/>
    <w:rsid w:val="00E30831"/>
    <w:rsid w:val="00E3097D"/>
    <w:rsid w:val="00E30BCF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2D8"/>
    <w:rsid w:val="00E33337"/>
    <w:rsid w:val="00E333F9"/>
    <w:rsid w:val="00E33785"/>
    <w:rsid w:val="00E33899"/>
    <w:rsid w:val="00E33A0F"/>
    <w:rsid w:val="00E33F25"/>
    <w:rsid w:val="00E33FD7"/>
    <w:rsid w:val="00E341D2"/>
    <w:rsid w:val="00E346F2"/>
    <w:rsid w:val="00E34E2E"/>
    <w:rsid w:val="00E3534A"/>
    <w:rsid w:val="00E3536F"/>
    <w:rsid w:val="00E359FD"/>
    <w:rsid w:val="00E35C8B"/>
    <w:rsid w:val="00E364F0"/>
    <w:rsid w:val="00E3659C"/>
    <w:rsid w:val="00E36C67"/>
    <w:rsid w:val="00E36D95"/>
    <w:rsid w:val="00E36F76"/>
    <w:rsid w:val="00E37193"/>
    <w:rsid w:val="00E372D9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D65"/>
    <w:rsid w:val="00E41D86"/>
    <w:rsid w:val="00E41E6A"/>
    <w:rsid w:val="00E42431"/>
    <w:rsid w:val="00E42E64"/>
    <w:rsid w:val="00E42E7D"/>
    <w:rsid w:val="00E42F6A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0E6"/>
    <w:rsid w:val="00E53D04"/>
    <w:rsid w:val="00E5413F"/>
    <w:rsid w:val="00E54657"/>
    <w:rsid w:val="00E54AB8"/>
    <w:rsid w:val="00E54AE4"/>
    <w:rsid w:val="00E54CF3"/>
    <w:rsid w:val="00E54D05"/>
    <w:rsid w:val="00E54D2E"/>
    <w:rsid w:val="00E552F7"/>
    <w:rsid w:val="00E55D51"/>
    <w:rsid w:val="00E55FEC"/>
    <w:rsid w:val="00E5652C"/>
    <w:rsid w:val="00E56594"/>
    <w:rsid w:val="00E5660A"/>
    <w:rsid w:val="00E569D8"/>
    <w:rsid w:val="00E56CB2"/>
    <w:rsid w:val="00E56DD3"/>
    <w:rsid w:val="00E57134"/>
    <w:rsid w:val="00E5720C"/>
    <w:rsid w:val="00E57552"/>
    <w:rsid w:val="00E575C5"/>
    <w:rsid w:val="00E57673"/>
    <w:rsid w:val="00E57D51"/>
    <w:rsid w:val="00E57DEC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679"/>
    <w:rsid w:val="00E67874"/>
    <w:rsid w:val="00E67A04"/>
    <w:rsid w:val="00E67A63"/>
    <w:rsid w:val="00E67B3B"/>
    <w:rsid w:val="00E67D4D"/>
    <w:rsid w:val="00E67D6D"/>
    <w:rsid w:val="00E67EA7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3317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68C9"/>
    <w:rsid w:val="00E76A41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B70"/>
    <w:rsid w:val="00E80CF6"/>
    <w:rsid w:val="00E80DB9"/>
    <w:rsid w:val="00E813FD"/>
    <w:rsid w:val="00E815CF"/>
    <w:rsid w:val="00E8161A"/>
    <w:rsid w:val="00E8171A"/>
    <w:rsid w:val="00E8175E"/>
    <w:rsid w:val="00E81F80"/>
    <w:rsid w:val="00E81FA9"/>
    <w:rsid w:val="00E822BE"/>
    <w:rsid w:val="00E82386"/>
    <w:rsid w:val="00E825FF"/>
    <w:rsid w:val="00E8291D"/>
    <w:rsid w:val="00E82C1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6014"/>
    <w:rsid w:val="00E860FF"/>
    <w:rsid w:val="00E869FB"/>
    <w:rsid w:val="00E86BE2"/>
    <w:rsid w:val="00E86C5D"/>
    <w:rsid w:val="00E86C9D"/>
    <w:rsid w:val="00E874A4"/>
    <w:rsid w:val="00E878A3"/>
    <w:rsid w:val="00E9007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426"/>
    <w:rsid w:val="00E92552"/>
    <w:rsid w:val="00E92A65"/>
    <w:rsid w:val="00E92F1C"/>
    <w:rsid w:val="00E93379"/>
    <w:rsid w:val="00E9344D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C54"/>
    <w:rsid w:val="00E96F4E"/>
    <w:rsid w:val="00E97472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23C8"/>
    <w:rsid w:val="00EA23F4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4225"/>
    <w:rsid w:val="00EA422B"/>
    <w:rsid w:val="00EA49B6"/>
    <w:rsid w:val="00EA4F74"/>
    <w:rsid w:val="00EA4FD1"/>
    <w:rsid w:val="00EA51F0"/>
    <w:rsid w:val="00EA525F"/>
    <w:rsid w:val="00EA52BE"/>
    <w:rsid w:val="00EA55E7"/>
    <w:rsid w:val="00EA584E"/>
    <w:rsid w:val="00EA59E8"/>
    <w:rsid w:val="00EA5B21"/>
    <w:rsid w:val="00EA5B5A"/>
    <w:rsid w:val="00EA5F01"/>
    <w:rsid w:val="00EA5F73"/>
    <w:rsid w:val="00EA63A5"/>
    <w:rsid w:val="00EA648D"/>
    <w:rsid w:val="00EA69FF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48D"/>
    <w:rsid w:val="00EB1723"/>
    <w:rsid w:val="00EB1AFA"/>
    <w:rsid w:val="00EB1D8E"/>
    <w:rsid w:val="00EB20CC"/>
    <w:rsid w:val="00EB2138"/>
    <w:rsid w:val="00EB21B5"/>
    <w:rsid w:val="00EB2950"/>
    <w:rsid w:val="00EB2A9E"/>
    <w:rsid w:val="00EB307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F9"/>
    <w:rsid w:val="00EC07D7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67E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61FE"/>
    <w:rsid w:val="00EC6240"/>
    <w:rsid w:val="00EC67E3"/>
    <w:rsid w:val="00EC6A59"/>
    <w:rsid w:val="00EC6F91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4C"/>
    <w:rsid w:val="00ED17DE"/>
    <w:rsid w:val="00ED1879"/>
    <w:rsid w:val="00ED1C45"/>
    <w:rsid w:val="00ED1DED"/>
    <w:rsid w:val="00ED1E66"/>
    <w:rsid w:val="00ED1E95"/>
    <w:rsid w:val="00ED1EFB"/>
    <w:rsid w:val="00ED2358"/>
    <w:rsid w:val="00ED26AC"/>
    <w:rsid w:val="00ED287E"/>
    <w:rsid w:val="00ED29ED"/>
    <w:rsid w:val="00ED2CA8"/>
    <w:rsid w:val="00ED2E4A"/>
    <w:rsid w:val="00ED330C"/>
    <w:rsid w:val="00ED394D"/>
    <w:rsid w:val="00ED39B9"/>
    <w:rsid w:val="00ED3AA8"/>
    <w:rsid w:val="00ED3ACC"/>
    <w:rsid w:val="00ED3CC7"/>
    <w:rsid w:val="00ED3D48"/>
    <w:rsid w:val="00ED3F7D"/>
    <w:rsid w:val="00ED3FB1"/>
    <w:rsid w:val="00ED41E3"/>
    <w:rsid w:val="00ED46F0"/>
    <w:rsid w:val="00ED4795"/>
    <w:rsid w:val="00ED4B3C"/>
    <w:rsid w:val="00ED4C9C"/>
    <w:rsid w:val="00ED4D48"/>
    <w:rsid w:val="00ED52B8"/>
    <w:rsid w:val="00ED5566"/>
    <w:rsid w:val="00ED55AF"/>
    <w:rsid w:val="00ED5742"/>
    <w:rsid w:val="00ED59A9"/>
    <w:rsid w:val="00ED59D7"/>
    <w:rsid w:val="00ED5C22"/>
    <w:rsid w:val="00ED5C59"/>
    <w:rsid w:val="00ED5E72"/>
    <w:rsid w:val="00ED60D1"/>
    <w:rsid w:val="00ED6544"/>
    <w:rsid w:val="00ED669A"/>
    <w:rsid w:val="00ED6841"/>
    <w:rsid w:val="00ED6876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08D"/>
    <w:rsid w:val="00EE2198"/>
    <w:rsid w:val="00EE256C"/>
    <w:rsid w:val="00EE2AC7"/>
    <w:rsid w:val="00EE2CCA"/>
    <w:rsid w:val="00EE2F58"/>
    <w:rsid w:val="00EE2F5B"/>
    <w:rsid w:val="00EE3095"/>
    <w:rsid w:val="00EE333E"/>
    <w:rsid w:val="00EE3476"/>
    <w:rsid w:val="00EE3CB2"/>
    <w:rsid w:val="00EE3FD6"/>
    <w:rsid w:val="00EE404B"/>
    <w:rsid w:val="00EE43BE"/>
    <w:rsid w:val="00EE481E"/>
    <w:rsid w:val="00EE48F7"/>
    <w:rsid w:val="00EE4A2B"/>
    <w:rsid w:val="00EE4DFA"/>
    <w:rsid w:val="00EE50CA"/>
    <w:rsid w:val="00EE525C"/>
    <w:rsid w:val="00EE5540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4AA"/>
    <w:rsid w:val="00EE776B"/>
    <w:rsid w:val="00EE7AAB"/>
    <w:rsid w:val="00EE7FFA"/>
    <w:rsid w:val="00EF00D2"/>
    <w:rsid w:val="00EF0216"/>
    <w:rsid w:val="00EF02AF"/>
    <w:rsid w:val="00EF02EE"/>
    <w:rsid w:val="00EF04BF"/>
    <w:rsid w:val="00EF06FB"/>
    <w:rsid w:val="00EF0793"/>
    <w:rsid w:val="00EF0816"/>
    <w:rsid w:val="00EF0928"/>
    <w:rsid w:val="00EF09AE"/>
    <w:rsid w:val="00EF1889"/>
    <w:rsid w:val="00EF19DB"/>
    <w:rsid w:val="00EF2711"/>
    <w:rsid w:val="00EF2945"/>
    <w:rsid w:val="00EF3471"/>
    <w:rsid w:val="00EF36F3"/>
    <w:rsid w:val="00EF3700"/>
    <w:rsid w:val="00EF3B64"/>
    <w:rsid w:val="00EF3B69"/>
    <w:rsid w:val="00EF3CAA"/>
    <w:rsid w:val="00EF44B4"/>
    <w:rsid w:val="00EF4CCC"/>
    <w:rsid w:val="00EF51DF"/>
    <w:rsid w:val="00EF522A"/>
    <w:rsid w:val="00EF59C2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92E"/>
    <w:rsid w:val="00EF7C7C"/>
    <w:rsid w:val="00EF7CEF"/>
    <w:rsid w:val="00EF7EF9"/>
    <w:rsid w:val="00F0041B"/>
    <w:rsid w:val="00F00486"/>
    <w:rsid w:val="00F0049A"/>
    <w:rsid w:val="00F008A4"/>
    <w:rsid w:val="00F00D2B"/>
    <w:rsid w:val="00F01131"/>
    <w:rsid w:val="00F01430"/>
    <w:rsid w:val="00F01677"/>
    <w:rsid w:val="00F01CA0"/>
    <w:rsid w:val="00F02E4A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B3"/>
    <w:rsid w:val="00F10239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801"/>
    <w:rsid w:val="00F12A4B"/>
    <w:rsid w:val="00F12C2F"/>
    <w:rsid w:val="00F12E26"/>
    <w:rsid w:val="00F12E43"/>
    <w:rsid w:val="00F131E7"/>
    <w:rsid w:val="00F13464"/>
    <w:rsid w:val="00F13D20"/>
    <w:rsid w:val="00F1426B"/>
    <w:rsid w:val="00F14798"/>
    <w:rsid w:val="00F1485D"/>
    <w:rsid w:val="00F153E9"/>
    <w:rsid w:val="00F15938"/>
    <w:rsid w:val="00F15C94"/>
    <w:rsid w:val="00F15D44"/>
    <w:rsid w:val="00F15DE6"/>
    <w:rsid w:val="00F16252"/>
    <w:rsid w:val="00F16366"/>
    <w:rsid w:val="00F17835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718"/>
    <w:rsid w:val="00F2179F"/>
    <w:rsid w:val="00F21F46"/>
    <w:rsid w:val="00F22026"/>
    <w:rsid w:val="00F2208B"/>
    <w:rsid w:val="00F221DE"/>
    <w:rsid w:val="00F223E5"/>
    <w:rsid w:val="00F2248B"/>
    <w:rsid w:val="00F22C9E"/>
    <w:rsid w:val="00F22ECB"/>
    <w:rsid w:val="00F2312F"/>
    <w:rsid w:val="00F234AE"/>
    <w:rsid w:val="00F23914"/>
    <w:rsid w:val="00F23A6C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E6"/>
    <w:rsid w:val="00F25B65"/>
    <w:rsid w:val="00F25C97"/>
    <w:rsid w:val="00F25DB6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BBF"/>
    <w:rsid w:val="00F27BC0"/>
    <w:rsid w:val="00F27EA1"/>
    <w:rsid w:val="00F3000E"/>
    <w:rsid w:val="00F3026A"/>
    <w:rsid w:val="00F30E52"/>
    <w:rsid w:val="00F312B2"/>
    <w:rsid w:val="00F31A1F"/>
    <w:rsid w:val="00F31A5D"/>
    <w:rsid w:val="00F31A61"/>
    <w:rsid w:val="00F31C01"/>
    <w:rsid w:val="00F31D53"/>
    <w:rsid w:val="00F31DAB"/>
    <w:rsid w:val="00F32076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3B"/>
    <w:rsid w:val="00F3604A"/>
    <w:rsid w:val="00F36190"/>
    <w:rsid w:val="00F361C3"/>
    <w:rsid w:val="00F36254"/>
    <w:rsid w:val="00F36945"/>
    <w:rsid w:val="00F36D1D"/>
    <w:rsid w:val="00F36FD3"/>
    <w:rsid w:val="00F37191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32CE"/>
    <w:rsid w:val="00F43D7E"/>
    <w:rsid w:val="00F43F25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5F74"/>
    <w:rsid w:val="00F46234"/>
    <w:rsid w:val="00F462DF"/>
    <w:rsid w:val="00F4689D"/>
    <w:rsid w:val="00F46DE5"/>
    <w:rsid w:val="00F46E92"/>
    <w:rsid w:val="00F474D1"/>
    <w:rsid w:val="00F47877"/>
    <w:rsid w:val="00F478DF"/>
    <w:rsid w:val="00F47BE8"/>
    <w:rsid w:val="00F47E42"/>
    <w:rsid w:val="00F47F62"/>
    <w:rsid w:val="00F47F70"/>
    <w:rsid w:val="00F502C0"/>
    <w:rsid w:val="00F503AB"/>
    <w:rsid w:val="00F507FF"/>
    <w:rsid w:val="00F5087E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62A"/>
    <w:rsid w:val="00F518DF"/>
    <w:rsid w:val="00F51960"/>
    <w:rsid w:val="00F51C30"/>
    <w:rsid w:val="00F51CE5"/>
    <w:rsid w:val="00F51D2B"/>
    <w:rsid w:val="00F51E01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3055"/>
    <w:rsid w:val="00F53A35"/>
    <w:rsid w:val="00F53C39"/>
    <w:rsid w:val="00F53C4C"/>
    <w:rsid w:val="00F53E29"/>
    <w:rsid w:val="00F549DA"/>
    <w:rsid w:val="00F5529D"/>
    <w:rsid w:val="00F553CA"/>
    <w:rsid w:val="00F55956"/>
    <w:rsid w:val="00F55A95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983"/>
    <w:rsid w:val="00F619A8"/>
    <w:rsid w:val="00F61D87"/>
    <w:rsid w:val="00F6211E"/>
    <w:rsid w:val="00F6242D"/>
    <w:rsid w:val="00F62693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3A5"/>
    <w:rsid w:val="00F663ED"/>
    <w:rsid w:val="00F6666C"/>
    <w:rsid w:val="00F66BE8"/>
    <w:rsid w:val="00F66E0A"/>
    <w:rsid w:val="00F67935"/>
    <w:rsid w:val="00F67ECA"/>
    <w:rsid w:val="00F67F24"/>
    <w:rsid w:val="00F701E3"/>
    <w:rsid w:val="00F70231"/>
    <w:rsid w:val="00F70360"/>
    <w:rsid w:val="00F70BA7"/>
    <w:rsid w:val="00F710E4"/>
    <w:rsid w:val="00F715FA"/>
    <w:rsid w:val="00F71858"/>
    <w:rsid w:val="00F718D0"/>
    <w:rsid w:val="00F71969"/>
    <w:rsid w:val="00F71BE3"/>
    <w:rsid w:val="00F71F6D"/>
    <w:rsid w:val="00F724BB"/>
    <w:rsid w:val="00F7281D"/>
    <w:rsid w:val="00F72AF7"/>
    <w:rsid w:val="00F72D77"/>
    <w:rsid w:val="00F72DFC"/>
    <w:rsid w:val="00F73758"/>
    <w:rsid w:val="00F739D1"/>
    <w:rsid w:val="00F73B80"/>
    <w:rsid w:val="00F73BA1"/>
    <w:rsid w:val="00F73E48"/>
    <w:rsid w:val="00F747C6"/>
    <w:rsid w:val="00F74806"/>
    <w:rsid w:val="00F74A76"/>
    <w:rsid w:val="00F74D6D"/>
    <w:rsid w:val="00F74F78"/>
    <w:rsid w:val="00F74FF4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760"/>
    <w:rsid w:val="00F7786D"/>
    <w:rsid w:val="00F77BAF"/>
    <w:rsid w:val="00F77C3E"/>
    <w:rsid w:val="00F80221"/>
    <w:rsid w:val="00F8045A"/>
    <w:rsid w:val="00F806DD"/>
    <w:rsid w:val="00F8086C"/>
    <w:rsid w:val="00F80953"/>
    <w:rsid w:val="00F80C13"/>
    <w:rsid w:val="00F810FF"/>
    <w:rsid w:val="00F8111B"/>
    <w:rsid w:val="00F8149A"/>
    <w:rsid w:val="00F8194A"/>
    <w:rsid w:val="00F819C6"/>
    <w:rsid w:val="00F81AD2"/>
    <w:rsid w:val="00F81AE7"/>
    <w:rsid w:val="00F81DD4"/>
    <w:rsid w:val="00F81EAA"/>
    <w:rsid w:val="00F8211D"/>
    <w:rsid w:val="00F8224D"/>
    <w:rsid w:val="00F82842"/>
    <w:rsid w:val="00F8289B"/>
    <w:rsid w:val="00F82A66"/>
    <w:rsid w:val="00F82FA0"/>
    <w:rsid w:val="00F83010"/>
    <w:rsid w:val="00F8307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5269"/>
    <w:rsid w:val="00F852BF"/>
    <w:rsid w:val="00F85327"/>
    <w:rsid w:val="00F855C1"/>
    <w:rsid w:val="00F85870"/>
    <w:rsid w:val="00F858EE"/>
    <w:rsid w:val="00F8598D"/>
    <w:rsid w:val="00F85DAD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953"/>
    <w:rsid w:val="00F95B35"/>
    <w:rsid w:val="00F95BDE"/>
    <w:rsid w:val="00F95D19"/>
    <w:rsid w:val="00F965F1"/>
    <w:rsid w:val="00F96B56"/>
    <w:rsid w:val="00F96DA6"/>
    <w:rsid w:val="00F971AC"/>
    <w:rsid w:val="00F976B7"/>
    <w:rsid w:val="00F97712"/>
    <w:rsid w:val="00FA0160"/>
    <w:rsid w:val="00FA01F3"/>
    <w:rsid w:val="00FA0372"/>
    <w:rsid w:val="00FA03A0"/>
    <w:rsid w:val="00FA08DE"/>
    <w:rsid w:val="00FA0969"/>
    <w:rsid w:val="00FA0C04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242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799"/>
    <w:rsid w:val="00FB59F6"/>
    <w:rsid w:val="00FB5B09"/>
    <w:rsid w:val="00FB61DF"/>
    <w:rsid w:val="00FB62ED"/>
    <w:rsid w:val="00FB676C"/>
    <w:rsid w:val="00FB68FC"/>
    <w:rsid w:val="00FB6D27"/>
    <w:rsid w:val="00FB6F55"/>
    <w:rsid w:val="00FB75AA"/>
    <w:rsid w:val="00FB7AB1"/>
    <w:rsid w:val="00FB7BDC"/>
    <w:rsid w:val="00FB7EF8"/>
    <w:rsid w:val="00FC008D"/>
    <w:rsid w:val="00FC0833"/>
    <w:rsid w:val="00FC0D0B"/>
    <w:rsid w:val="00FC10BC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3852"/>
    <w:rsid w:val="00FC3C74"/>
    <w:rsid w:val="00FC44F0"/>
    <w:rsid w:val="00FC45CD"/>
    <w:rsid w:val="00FC49FF"/>
    <w:rsid w:val="00FC4A2E"/>
    <w:rsid w:val="00FC4E16"/>
    <w:rsid w:val="00FC51C5"/>
    <w:rsid w:val="00FC51F4"/>
    <w:rsid w:val="00FC56B1"/>
    <w:rsid w:val="00FC5C78"/>
    <w:rsid w:val="00FC64BC"/>
    <w:rsid w:val="00FC69AA"/>
    <w:rsid w:val="00FC6A4E"/>
    <w:rsid w:val="00FC6A4F"/>
    <w:rsid w:val="00FC6A57"/>
    <w:rsid w:val="00FC713B"/>
    <w:rsid w:val="00FC7831"/>
    <w:rsid w:val="00FC7B9F"/>
    <w:rsid w:val="00FC7E69"/>
    <w:rsid w:val="00FC7FB9"/>
    <w:rsid w:val="00FD0180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542"/>
    <w:rsid w:val="00FE00D8"/>
    <w:rsid w:val="00FE04A7"/>
    <w:rsid w:val="00FE067E"/>
    <w:rsid w:val="00FE095D"/>
    <w:rsid w:val="00FE0AB9"/>
    <w:rsid w:val="00FE1245"/>
    <w:rsid w:val="00FE129D"/>
    <w:rsid w:val="00FE12A9"/>
    <w:rsid w:val="00FE130D"/>
    <w:rsid w:val="00FE18C0"/>
    <w:rsid w:val="00FE1993"/>
    <w:rsid w:val="00FE1A50"/>
    <w:rsid w:val="00FE1D37"/>
    <w:rsid w:val="00FE1EBE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CC4"/>
    <w:rsid w:val="00FE5CCA"/>
    <w:rsid w:val="00FE5E42"/>
    <w:rsid w:val="00FE652A"/>
    <w:rsid w:val="00FE656D"/>
    <w:rsid w:val="00FE694A"/>
    <w:rsid w:val="00FE6D91"/>
    <w:rsid w:val="00FE7454"/>
    <w:rsid w:val="00FE76CE"/>
    <w:rsid w:val="00FE7BB2"/>
    <w:rsid w:val="00FF0A6E"/>
    <w:rsid w:val="00FF0B0E"/>
    <w:rsid w:val="00FF0F60"/>
    <w:rsid w:val="00FF1253"/>
    <w:rsid w:val="00FF16B5"/>
    <w:rsid w:val="00FF174B"/>
    <w:rsid w:val="00FF1925"/>
    <w:rsid w:val="00FF1CFB"/>
    <w:rsid w:val="00FF1DC6"/>
    <w:rsid w:val="00FF1EE9"/>
    <w:rsid w:val="00FF2176"/>
    <w:rsid w:val="00FF2752"/>
    <w:rsid w:val="00FF28BF"/>
    <w:rsid w:val="00FF2A4B"/>
    <w:rsid w:val="00FF2D87"/>
    <w:rsid w:val="00FF2EF4"/>
    <w:rsid w:val="00FF30A3"/>
    <w:rsid w:val="00FF3307"/>
    <w:rsid w:val="00FF33C1"/>
    <w:rsid w:val="00FF35D0"/>
    <w:rsid w:val="00FF3808"/>
    <w:rsid w:val="00FF3834"/>
    <w:rsid w:val="00FF42CC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B9"/>
    <w:rsid w:val="00FF5FCC"/>
    <w:rsid w:val="00FF6153"/>
    <w:rsid w:val="00FF635A"/>
    <w:rsid w:val="00FF6423"/>
    <w:rsid w:val="00FF6482"/>
    <w:rsid w:val="00FF6A59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A100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71B39-A8E0-41B5-81DF-CF80904C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0</TotalTime>
  <Pages>3</Pages>
  <Words>291</Words>
  <Characters>1662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Administrator</cp:lastModifiedBy>
  <cp:revision>2</cp:revision>
  <cp:lastPrinted>2020-05-11T09:16:00Z</cp:lastPrinted>
  <dcterms:created xsi:type="dcterms:W3CDTF">2020-05-13T10:31:00Z</dcterms:created>
  <dcterms:modified xsi:type="dcterms:W3CDTF">2020-05-13T10:31:00Z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